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580" w:rsidRPr="0055265D" w:rsidRDefault="00572580" w:rsidP="00572580">
      <w:pPr>
        <w:rPr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572580" w:rsidRPr="001A04B7" w:rsidTr="00E207E8">
        <w:trPr>
          <w:trHeight w:hRule="exact" w:val="111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572580" w:rsidRPr="00712D98" w:rsidRDefault="00FD6236" w:rsidP="00FD6236">
            <w:pPr>
              <w:pStyle w:val="Month"/>
              <w:jc w:val="center"/>
              <w:rPr>
                <w:sz w:val="52"/>
                <w:szCs w:val="52"/>
              </w:rPr>
            </w:pPr>
            <w:r>
              <w:rPr>
                <w:sz w:val="72"/>
                <w:szCs w:val="72"/>
              </w:rPr>
              <w:t xml:space="preserve">             </w:t>
            </w:r>
            <w:r w:rsidRPr="00FD6236">
              <w:rPr>
                <w:sz w:val="72"/>
                <w:szCs w:val="72"/>
              </w:rPr>
              <w:t>J</w:t>
            </w:r>
            <w:r w:rsidR="00026CCC">
              <w:rPr>
                <w:sz w:val="72"/>
                <w:szCs w:val="72"/>
              </w:rPr>
              <w:t>anuary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572580" w:rsidRPr="001A04B7" w:rsidRDefault="00572580" w:rsidP="00FD6236">
            <w:pPr>
              <w:pStyle w:val="Year"/>
              <w:rPr>
                <w:sz w:val="44"/>
                <w:szCs w:val="44"/>
              </w:rPr>
            </w:pPr>
          </w:p>
        </w:tc>
      </w:tr>
      <w:tr w:rsidR="00572580" w:rsidRPr="00712D98" w:rsidTr="00712D98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572580" w:rsidRPr="00712D98" w:rsidRDefault="00572580" w:rsidP="00712D98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572580" w:rsidRPr="00712D98" w:rsidRDefault="00572580" w:rsidP="00712D98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572580" w:rsidRPr="007F3583" w:rsidRDefault="00572580" w:rsidP="00572580">
      <w:pPr>
        <w:spacing w:before="0" w:after="0"/>
        <w:rPr>
          <w:vanish/>
        </w:rPr>
      </w:pPr>
    </w:p>
    <w:tbl>
      <w:tblPr>
        <w:tblW w:w="5002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94"/>
      </w:tblGrid>
      <w:tr w:rsidR="00712D98" w:rsidRPr="007F3583" w:rsidTr="001F401D">
        <w:tc>
          <w:tcPr>
            <w:tcW w:w="714" w:type="pct"/>
            <w:shd w:val="clear" w:color="auto" w:fill="595959"/>
          </w:tcPr>
          <w:p w:rsidR="00572580" w:rsidRPr="007F3583" w:rsidRDefault="00572580" w:rsidP="00712D98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572580" w:rsidRPr="007F3583" w:rsidRDefault="00572580" w:rsidP="00712D98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572580" w:rsidRPr="007F3583" w:rsidRDefault="00572580" w:rsidP="00712D98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572580" w:rsidRPr="007F3583" w:rsidRDefault="00572580" w:rsidP="00712D98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572580" w:rsidRPr="007F3583" w:rsidRDefault="00572580" w:rsidP="00712D98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572580" w:rsidRPr="007F3583" w:rsidRDefault="00572580" w:rsidP="00712D98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572580" w:rsidRPr="007F3583" w:rsidRDefault="00572580" w:rsidP="00712D98">
            <w:pPr>
              <w:pStyle w:val="Days"/>
            </w:pPr>
            <w:r w:rsidRPr="007F3583">
              <w:t>Saturday</w:t>
            </w:r>
          </w:p>
        </w:tc>
      </w:tr>
      <w:tr w:rsidR="00572580" w:rsidRPr="00CC190A" w:rsidTr="001F401D">
        <w:trPr>
          <w:trHeight w:val="197"/>
        </w:trPr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572580" w:rsidRPr="007F3583" w:rsidTr="001F401D">
        <w:trPr>
          <w:trHeight w:val="1050"/>
        </w:trPr>
        <w:tc>
          <w:tcPr>
            <w:tcW w:w="714" w:type="pct"/>
            <w:shd w:val="clear" w:color="auto" w:fill="auto"/>
          </w:tcPr>
          <w:p w:rsidR="00572580" w:rsidRPr="00B4444F" w:rsidRDefault="00057A0B" w:rsidP="00E207E8">
            <w:pPr>
              <w:spacing w:before="45" w:after="4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recent statistics from the industry. Create an infographic to share on various sites as well as your blog.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057A0B" w:rsidP="00E207E8">
            <w:pPr>
              <w:spacing w:before="45" w:after="4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what you are working on. This creates anticipation for interested readers.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E207E8">
            <w:pPr>
              <w:spacing w:before="45" w:after="45"/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E207E8">
            <w:pPr>
              <w:spacing w:before="45" w:after="45"/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E207E8">
            <w:pPr>
              <w:spacing w:before="45" w:after="45"/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Default="00572580" w:rsidP="00E207E8">
            <w:pPr>
              <w:spacing w:before="45" w:after="45"/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 xml:space="preserve">Share a </w:t>
            </w:r>
            <w:r>
              <w:rPr>
                <w:sz w:val="14"/>
                <w:szCs w:val="14"/>
              </w:rPr>
              <w:t xml:space="preserve">tip or explain something “how to get the most out of ….). </w:t>
            </w:r>
          </w:p>
          <w:p w:rsidR="00572580" w:rsidRPr="00964EE4" w:rsidRDefault="00572580" w:rsidP="00E207E8">
            <w:pPr>
              <w:spacing w:before="45" w:after="45"/>
              <w:rPr>
                <w:color w:val="0070C0"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572580" w:rsidRPr="00B4444F" w:rsidRDefault="00572580" w:rsidP="00834996">
            <w:pPr>
              <w:spacing w:before="45" w:after="4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a </w:t>
            </w:r>
            <w:r w:rsidR="00026CCC">
              <w:rPr>
                <w:sz w:val="14"/>
                <w:szCs w:val="14"/>
              </w:rPr>
              <w:t>little-known</w:t>
            </w:r>
            <w:r>
              <w:rPr>
                <w:sz w:val="14"/>
                <w:szCs w:val="14"/>
              </w:rPr>
              <w:t xml:space="preserve"> fact about you or your business</w:t>
            </w:r>
            <w:r w:rsidR="00834996">
              <w:rPr>
                <w:sz w:val="14"/>
                <w:szCs w:val="14"/>
              </w:rPr>
              <w:t>. Encourage readers to share their own related info.</w:t>
            </w:r>
          </w:p>
        </w:tc>
      </w:tr>
      <w:tr w:rsidR="00712D98" w:rsidRPr="00CC190A" w:rsidTr="001F401D"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712D98" w:rsidRPr="007F3583" w:rsidTr="001F401D">
        <w:trPr>
          <w:trHeight w:val="1050"/>
        </w:trPr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Celebrate a company milestone. Did you recently meet a goal? Business anniversary, etc. </w:t>
            </w:r>
          </w:p>
        </w:tc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Offer a coupon specifically for a set of followers (only twitter or only those who see your coupon image on Pinterest)</w:t>
            </w:r>
          </w:p>
        </w:tc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Ask a question. (What was your experience…</w:t>
            </w:r>
            <w:r w:rsidR="005F7669" w:rsidRPr="00B4444F">
              <w:rPr>
                <w:sz w:val="14"/>
                <w:szCs w:val="14"/>
              </w:rPr>
              <w:t>?</w:t>
            </w:r>
            <w:r w:rsidRPr="00B4444F">
              <w:rPr>
                <w:sz w:val="14"/>
                <w:szCs w:val="14"/>
              </w:rPr>
              <w:t>)</w:t>
            </w:r>
          </w:p>
        </w:tc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</w:t>
            </w:r>
            <w:r w:rsidRPr="00B4444F">
              <w:rPr>
                <w:sz w:val="14"/>
                <w:szCs w:val="14"/>
              </w:rPr>
              <w:t xml:space="preserve">ost </w:t>
            </w:r>
            <w:r>
              <w:rPr>
                <w:sz w:val="14"/>
                <w:szCs w:val="14"/>
              </w:rPr>
              <w:t>an evergreen piece</w:t>
            </w:r>
            <w:r w:rsidRPr="00B4444F">
              <w:rPr>
                <w:sz w:val="14"/>
                <w:szCs w:val="14"/>
              </w:rPr>
              <w:t xml:space="preserve"> from your archives</w:t>
            </w:r>
            <w:r>
              <w:rPr>
                <w:sz w:val="14"/>
                <w:szCs w:val="14"/>
              </w:rPr>
              <w:t xml:space="preserve"> (link to a blog post, something you’ve tweeted or shared before, etc.)</w:t>
            </w:r>
          </w:p>
        </w:tc>
        <w:tc>
          <w:tcPr>
            <w:tcW w:w="714" w:type="pct"/>
            <w:shd w:val="clear" w:color="auto" w:fill="F7F7F7"/>
          </w:tcPr>
          <w:p w:rsidR="00572580" w:rsidRDefault="00572580" w:rsidP="00712D98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Create a “Top 5” post</w:t>
            </w:r>
            <w:r>
              <w:rPr>
                <w:sz w:val="14"/>
                <w:szCs w:val="14"/>
              </w:rPr>
              <w:t>.</w:t>
            </w:r>
          </w:p>
          <w:p w:rsidR="00572580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Issues related to niche…</w:t>
            </w:r>
          </w:p>
          <w:p w:rsidR="00572580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Ways to….</w:t>
            </w:r>
          </w:p>
          <w:p w:rsidR="00572580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Tips for…</w:t>
            </w:r>
          </w:p>
          <w:p w:rsidR="00572580" w:rsidRPr="00076A01" w:rsidRDefault="0055265D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Things to do….</w:t>
            </w:r>
          </w:p>
        </w:tc>
        <w:tc>
          <w:tcPr>
            <w:tcW w:w="714" w:type="pct"/>
            <w:shd w:val="clear" w:color="auto" w:fill="F7F7F7"/>
          </w:tcPr>
          <w:p w:rsidR="00572580" w:rsidRDefault="00572580" w:rsidP="00712D98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Fun Friday: share something funny</w:t>
            </w:r>
            <w:r>
              <w:rPr>
                <w:sz w:val="14"/>
                <w:szCs w:val="14"/>
              </w:rPr>
              <w:t xml:space="preserve"> (a meme, comic strip, etc.) </w:t>
            </w:r>
          </w:p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 this regularly and create a hashtag for it.</w:t>
            </w:r>
          </w:p>
        </w:tc>
        <w:tc>
          <w:tcPr>
            <w:tcW w:w="716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 xml:space="preserve">Share a behind-the-scenes image on Pinterest &amp; </w:t>
            </w:r>
            <w:r>
              <w:rPr>
                <w:sz w:val="14"/>
                <w:szCs w:val="14"/>
              </w:rPr>
              <w:t>I</w:t>
            </w:r>
            <w:r w:rsidRPr="00B4444F">
              <w:rPr>
                <w:sz w:val="14"/>
                <w:szCs w:val="14"/>
              </w:rPr>
              <w:t>nstagram. Tweet about it. (your weekly planner or ?)</w:t>
            </w:r>
          </w:p>
        </w:tc>
      </w:tr>
      <w:tr w:rsidR="00572580" w:rsidRPr="00CC190A" w:rsidTr="001F401D">
        <w:trPr>
          <w:trHeight w:val="60"/>
        </w:trPr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572580" w:rsidRPr="007F3583" w:rsidTr="001F401D">
        <w:trPr>
          <w:trHeight w:val="1050"/>
        </w:trPr>
        <w:tc>
          <w:tcPr>
            <w:tcW w:w="714" w:type="pct"/>
            <w:shd w:val="clear" w:color="auto" w:fill="auto"/>
          </w:tcPr>
          <w:p w:rsidR="00572580" w:rsidRPr="00B4444F" w:rsidRDefault="00834996" w:rsidP="00712D98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 xml:space="preserve">Ask a </w:t>
            </w:r>
            <w:r w:rsidR="00FD6236" w:rsidRPr="00834996">
              <w:rPr>
                <w:sz w:val="14"/>
                <w:szCs w:val="14"/>
              </w:rPr>
              <w:t>thought-provoking</w:t>
            </w:r>
            <w:r w:rsidRPr="00834996">
              <w:rPr>
                <w:sz w:val="14"/>
                <w:szCs w:val="14"/>
              </w:rPr>
              <w:t xml:space="preserve"> question. Create an image of it to post on Pinterest/Instagram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 something personal that connects with your followers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Give away or recommend a free resource</w:t>
            </w:r>
            <w:r w:rsidR="001F401D"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Round Up: Create a list of some great informative articles (yours or by others) and share the list with your followers. 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recent statistics from the industry. Create an infographic to share on various sites as well as your blog. 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favorite podcast you listen to. (or an upcoming podcast or webinar you’ll be attending)</w:t>
            </w:r>
          </w:p>
        </w:tc>
        <w:tc>
          <w:tcPr>
            <w:tcW w:w="716" w:type="pct"/>
            <w:shd w:val="clear" w:color="auto" w:fill="auto"/>
          </w:tcPr>
          <w:p w:rsidR="00834996" w:rsidRPr="00B4444F" w:rsidRDefault="00834996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Spotlight a customer, affiliate, team member, or JV partner.</w:t>
            </w:r>
          </w:p>
        </w:tc>
      </w:tr>
      <w:tr w:rsidR="00712D98" w:rsidRPr="00CC190A" w:rsidTr="001F401D">
        <w:trPr>
          <w:trHeight w:val="60"/>
        </w:trPr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712D98" w:rsidRPr="007F3583" w:rsidTr="001F401D">
        <w:trPr>
          <w:trHeight w:val="1050"/>
        </w:trPr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to share their favorite…. (</w:t>
            </w:r>
            <w:r w:rsidR="005B76C3">
              <w:rPr>
                <w:sz w:val="14"/>
                <w:szCs w:val="14"/>
              </w:rPr>
              <w:t>Tip</w:t>
            </w:r>
            <w:r>
              <w:rPr>
                <w:sz w:val="14"/>
                <w:szCs w:val="14"/>
              </w:rPr>
              <w:t>, quote, piece of advice, etc.)</w:t>
            </w:r>
          </w:p>
        </w:tc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Give a “sneak peek” of an upcoming product/service.</w:t>
            </w:r>
          </w:p>
        </w:tc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 a poll related to your industry or company to show followers you value their opinion</w:t>
            </w:r>
            <w:r w:rsidR="001F401D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. </w:t>
            </w:r>
          </w:p>
        </w:tc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an encouraging or empowering quote</w:t>
            </w:r>
            <w:r w:rsidR="00834996">
              <w:rPr>
                <w:sz w:val="14"/>
                <w:szCs w:val="14"/>
              </w:rPr>
              <w:t xml:space="preserve">. </w:t>
            </w:r>
            <w:r>
              <w:rPr>
                <w:sz w:val="14"/>
                <w:szCs w:val="14"/>
              </w:rPr>
              <w:t xml:space="preserve">…and tell what it means to you. </w:t>
            </w:r>
          </w:p>
        </w:tc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some breaking news about your industry or something that impacts it. </w:t>
            </w:r>
          </w:p>
        </w:tc>
        <w:tc>
          <w:tcPr>
            <w:tcW w:w="714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Link to something you’ve posted on your blog. </w:t>
            </w:r>
          </w:p>
        </w:tc>
        <w:tc>
          <w:tcPr>
            <w:tcW w:w="716" w:type="pct"/>
            <w:shd w:val="clear" w:color="auto" w:fill="F7F7F7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list of groups that may be beneficial to your followers. (Facebook, LinkedIn, Google+, etc.)</w:t>
            </w:r>
          </w:p>
        </w:tc>
      </w:tr>
      <w:tr w:rsidR="00572580" w:rsidRPr="00CC190A" w:rsidTr="001F401D">
        <w:trPr>
          <w:trHeight w:val="60"/>
        </w:trPr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=E10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=E10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=E10+1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29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6" w:type="pct"/>
            <w:shd w:val="clear" w:color="auto" w:fill="auto"/>
          </w:tcPr>
          <w:p w:rsidR="00572580" w:rsidRPr="00CC190A" w:rsidRDefault="00572580" w:rsidP="00712D98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=F10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=F10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29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=F10+1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  <w:tr w:rsidR="00572580" w:rsidRPr="007F3583" w:rsidTr="001F401D">
        <w:trPr>
          <w:trHeight w:val="1110"/>
        </w:trPr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an opinion piece from a thought leader in your niche. 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Have your followers fill in the blanks; “If I had ___ I would ____</w:t>
            </w:r>
            <w:r w:rsidR="003771A4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”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Review a tool or service related to your niche. Or create a comparison post. 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Thank your customers &amp; followers. Or someone who shared a recent testimonial. 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‘myth busting’ post about something that your niche faces</w:t>
            </w:r>
            <w:r w:rsidR="00E207E8">
              <w:rPr>
                <w:sz w:val="14"/>
                <w:szCs w:val="14"/>
              </w:rPr>
              <w:t xml:space="preserve">. </w:t>
            </w:r>
          </w:p>
        </w:tc>
        <w:tc>
          <w:tcPr>
            <w:tcW w:w="714" w:type="pct"/>
            <w:shd w:val="clear" w:color="auto" w:fill="auto"/>
          </w:tcPr>
          <w:p w:rsidR="00572580" w:rsidRPr="00B4444F" w:rsidRDefault="00E207E8" w:rsidP="00834996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 -</w:t>
            </w:r>
            <w:r>
              <w:rPr>
                <w:sz w:val="14"/>
                <w:szCs w:val="14"/>
              </w:rPr>
              <w:t xml:space="preserve"> </w:t>
            </w:r>
            <w:r w:rsidR="005F7669">
              <w:rPr>
                <w:sz w:val="14"/>
                <w:szCs w:val="14"/>
              </w:rPr>
              <w:t>List 5 niche related problems a healthy dose of humor or fun can solve. Explain how. Ask for more</w:t>
            </w:r>
            <w:r w:rsidR="00834996">
              <w:rPr>
                <w:sz w:val="14"/>
                <w:szCs w:val="14"/>
              </w:rPr>
              <w:t xml:space="preserve"> solutions</w:t>
            </w:r>
            <w:r w:rsidR="005F7669">
              <w:rPr>
                <w:sz w:val="14"/>
                <w:szCs w:val="14"/>
              </w:rPr>
              <w:t>.</w:t>
            </w:r>
          </w:p>
        </w:tc>
        <w:tc>
          <w:tcPr>
            <w:tcW w:w="716" w:type="pct"/>
            <w:shd w:val="clear" w:color="auto" w:fill="auto"/>
          </w:tcPr>
          <w:p w:rsidR="00572580" w:rsidRPr="00B4444F" w:rsidRDefault="00572580" w:rsidP="00712D9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list of your other social accounts so people can follow you in multiple places (YouTube, Twitter, FB, Google+, LinkedIn, Quora, etc.)</w:t>
            </w:r>
          </w:p>
        </w:tc>
      </w:tr>
      <w:tr w:rsidR="00572580" w:rsidRPr="00CC190A" w:rsidTr="001F401D">
        <w:trPr>
          <w:trHeight w:val="188"/>
        </w:trPr>
        <w:tc>
          <w:tcPr>
            <w:tcW w:w="714" w:type="pct"/>
            <w:shd w:val="clear" w:color="auto" w:fill="F7F7F7"/>
          </w:tcPr>
          <w:p w:rsidR="00572580" w:rsidRPr="00CC190A" w:rsidRDefault="00572580" w:rsidP="00E207E8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=G10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=G10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=G10+1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4286" w:type="pct"/>
            <w:gridSpan w:val="6"/>
            <w:vMerge w:val="restart"/>
            <w:shd w:val="clear" w:color="auto" w:fill="F7F7F7"/>
          </w:tcPr>
          <w:p w:rsidR="00572580" w:rsidRPr="00CC190A" w:rsidRDefault="00572580" w:rsidP="00712D98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  <w:tr w:rsidR="00E207E8" w:rsidRPr="007F3583" w:rsidTr="001F401D">
        <w:trPr>
          <w:trHeight w:val="1205"/>
        </w:trPr>
        <w:tc>
          <w:tcPr>
            <w:tcW w:w="714" w:type="pct"/>
            <w:shd w:val="clear" w:color="auto" w:fill="F7F7F7"/>
          </w:tcPr>
          <w:p w:rsidR="00E207E8" w:rsidRPr="00B4444F" w:rsidRDefault="00E207E8" w:rsidP="005F7669">
            <w:pPr>
              <w:pStyle w:val="Dates"/>
              <w:spacing w:before="45" w:after="4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Update an archived post. Share it along with why you chose to update it (new data, new experience, etc.)</w:t>
            </w:r>
          </w:p>
        </w:tc>
        <w:tc>
          <w:tcPr>
            <w:tcW w:w="4286" w:type="pct"/>
            <w:gridSpan w:val="6"/>
            <w:vMerge/>
            <w:shd w:val="clear" w:color="auto" w:fill="F7F7F7"/>
          </w:tcPr>
          <w:p w:rsidR="00E207E8" w:rsidRPr="00712D98" w:rsidRDefault="00E207E8" w:rsidP="005F7669">
            <w:pPr>
              <w:pStyle w:val="Dates"/>
              <w:jc w:val="left"/>
              <w:rPr>
                <w:b/>
                <w:sz w:val="14"/>
                <w:szCs w:val="14"/>
              </w:rPr>
            </w:pPr>
          </w:p>
        </w:tc>
      </w:tr>
    </w:tbl>
    <w:p w:rsidR="00E207E8" w:rsidRDefault="00E207E8">
      <w:pPr>
        <w:rPr>
          <w:sz w:val="14"/>
          <w:szCs w:val="14"/>
        </w:rPr>
      </w:pPr>
    </w:p>
    <w:p w:rsidR="00E207E8" w:rsidRPr="00E207E8" w:rsidRDefault="00E207E8">
      <w:pPr>
        <w:rPr>
          <w:sz w:val="14"/>
          <w:szCs w:val="14"/>
        </w:rPr>
      </w:pPr>
    </w:p>
    <w:tbl>
      <w:tblPr>
        <w:tblW w:w="5035" w:type="pct"/>
        <w:tblInd w:w="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691"/>
        <w:gridCol w:w="2926"/>
      </w:tblGrid>
      <w:tr w:rsidR="0064577A" w:rsidRPr="00712D98" w:rsidTr="00E207E8">
        <w:trPr>
          <w:trHeight w:hRule="exact" w:val="1110"/>
        </w:trPr>
        <w:tc>
          <w:tcPr>
            <w:tcW w:w="3999" w:type="pct"/>
            <w:tcBorders>
              <w:left w:val="nil"/>
              <w:bottom w:val="single" w:sz="4" w:space="0" w:color="BFBFBF"/>
              <w:right w:val="nil"/>
            </w:tcBorders>
            <w:shd w:val="clear" w:color="auto" w:fill="auto"/>
          </w:tcPr>
          <w:p w:rsidR="0064577A" w:rsidRPr="00FD6236" w:rsidRDefault="00FD6236" w:rsidP="00FD6236">
            <w:pPr>
              <w:pStyle w:val="Month"/>
              <w:ind w:right="1250"/>
              <w:jc w:val="center"/>
              <w:rPr>
                <w:sz w:val="72"/>
                <w:szCs w:val="72"/>
              </w:rPr>
            </w:pPr>
            <w:r>
              <w:rPr>
                <w:sz w:val="52"/>
                <w:szCs w:val="52"/>
              </w:rPr>
              <w:t xml:space="preserve">                             </w:t>
            </w:r>
            <w:r w:rsidR="00026CCC" w:rsidRPr="00026CCC">
              <w:rPr>
                <w:sz w:val="72"/>
                <w:szCs w:val="72"/>
              </w:rPr>
              <w:t>February</w:t>
            </w:r>
          </w:p>
        </w:tc>
        <w:tc>
          <w:tcPr>
            <w:tcW w:w="1001" w:type="pct"/>
            <w:tcBorders>
              <w:left w:val="nil"/>
              <w:bottom w:val="single" w:sz="4" w:space="0" w:color="BFBFBF"/>
              <w:right w:val="nil"/>
            </w:tcBorders>
            <w:shd w:val="clear" w:color="auto" w:fill="auto"/>
            <w:tcMar>
              <w:right w:w="0" w:type="dxa"/>
            </w:tcMar>
          </w:tcPr>
          <w:p w:rsidR="0064577A" w:rsidRPr="00712D98" w:rsidRDefault="0064577A" w:rsidP="00FD6236">
            <w:pPr>
              <w:pStyle w:val="Month"/>
              <w:ind w:left="-670" w:firstLine="460"/>
              <w:rPr>
                <w:color w:val="7F7F7F"/>
                <w:sz w:val="40"/>
                <w:szCs w:val="40"/>
              </w:rPr>
            </w:pPr>
          </w:p>
        </w:tc>
      </w:tr>
      <w:tr w:rsidR="0064577A" w:rsidRPr="00712D98" w:rsidTr="00E207E8">
        <w:tc>
          <w:tcPr>
            <w:tcW w:w="3999" w:type="pct"/>
            <w:tcBorders>
              <w:left w:val="nil"/>
              <w:right w:val="nil"/>
            </w:tcBorders>
            <w:shd w:val="clear" w:color="auto" w:fill="auto"/>
          </w:tcPr>
          <w:p w:rsidR="0064577A" w:rsidRPr="00712D9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shd w:val="clear" w:color="auto" w:fill="auto"/>
          </w:tcPr>
          <w:p w:rsidR="0064577A" w:rsidRPr="00712D9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64577A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CC190A">
        <w:trPr>
          <w:trHeight w:val="242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712D9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712D9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712D98" w:rsidRDefault="00E207E8" w:rsidP="00E207E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Describe an organizational issue you and your audience have. Refer them to a solution you want to try. Ask for their thoughts/opinions.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207E8" w:rsidP="00E83892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Create a timeline or case study for your niche. Use infographics, charts, etc. to give visual representation of the data.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2227" w:rsidP="0083499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Join a new topic related Facebook group. Participate regularly to get to know fellow members.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F6300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buzz about your upcoming website post. Share the link to your newsletter sign-up page.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to recommend and share your site or products.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 an image or video of you and your product. Ask buyers to share their images as they use your items.</w:t>
            </w:r>
          </w:p>
        </w:tc>
      </w:tr>
      <w:tr w:rsidR="0064577A" w:rsidRPr="00CC190A" w:rsidTr="00CC190A">
        <w:trPr>
          <w:trHeight w:val="332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712D9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On </w:t>
            </w:r>
            <w:r w:rsidR="00CC190A">
              <w:rPr>
                <w:sz w:val="14"/>
                <w:szCs w:val="14"/>
              </w:rPr>
              <w:t>LinkedIn,</w:t>
            </w:r>
            <w:r>
              <w:rPr>
                <w:sz w:val="14"/>
                <w:szCs w:val="14"/>
              </w:rPr>
              <w:t xml:space="preserve"> publish an original piece of content.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2227" w:rsidP="001F222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or comment about a business in the news, which also shares your business ethics or your readers' concerns.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what you are working on. This creates anticipation for interested readers.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2227" w:rsidP="001F222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book that gave you a deeper understanding of a complex concept. Review it on your site, and link to it.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how-to guide and give it away on Twitter.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2227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</w:tr>
      <w:tr w:rsidR="0064577A" w:rsidRPr="00CC190A" w:rsidTr="00CC190A">
        <w:trPr>
          <w:trHeight w:val="170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712D98" w:rsidTr="00CC190A">
        <w:trPr>
          <w:trHeight w:val="719"/>
        </w:trPr>
        <w:tc>
          <w:tcPr>
            <w:tcW w:w="714" w:type="pct"/>
            <w:shd w:val="clear" w:color="auto" w:fill="auto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a weird, random question like, "what came first - the chicken or the egg?"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popular trend related to your niche. Ask readers how they feel about the trend - agree or disagree.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42D7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and share a "</w:t>
            </w:r>
            <w:r w:rsidR="00CC190A">
              <w:rPr>
                <w:sz w:val="14"/>
                <w:szCs w:val="14"/>
              </w:rPr>
              <w:t>Top 5 Must-have Tools</w:t>
            </w:r>
            <w:r>
              <w:rPr>
                <w:sz w:val="14"/>
                <w:szCs w:val="14"/>
              </w:rPr>
              <w:t xml:space="preserve"> List" </w:t>
            </w:r>
            <w:r w:rsidR="00CC190A">
              <w:rPr>
                <w:sz w:val="14"/>
                <w:szCs w:val="14"/>
              </w:rPr>
              <w:t>for a</w:t>
            </w:r>
            <w:r>
              <w:rPr>
                <w:sz w:val="14"/>
                <w:szCs w:val="14"/>
              </w:rPr>
              <w:t xml:space="preserve"> niche related </w:t>
            </w:r>
            <w:r w:rsidR="00CC190A">
              <w:rPr>
                <w:sz w:val="14"/>
                <w:szCs w:val="14"/>
              </w:rPr>
              <w:t>problem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834996" w:rsidP="0083499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</w:t>
            </w:r>
            <w:r>
              <w:rPr>
                <w:sz w:val="14"/>
                <w:szCs w:val="14"/>
              </w:rPr>
              <w:t xml:space="preserve"> or </w:t>
            </w:r>
            <w:r w:rsidRPr="00834996">
              <w:rPr>
                <w:sz w:val="14"/>
                <w:szCs w:val="14"/>
              </w:rPr>
              <w:t xml:space="preserve">define a niche related word or </w:t>
            </w:r>
            <w:r>
              <w:rPr>
                <w:sz w:val="14"/>
                <w:szCs w:val="14"/>
              </w:rPr>
              <w:t>phrase</w:t>
            </w:r>
            <w:r w:rsidRPr="00834996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Pair the word/phrase with an image to make it memorable.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Start a debate on a controversial topic. Ask readers to present their rational/reasons. 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how they wind down after a long or trying day.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Reference a hot conversation on a different platform (i.e. Twitter.) Start the conversation with your Facebook followers.</w:t>
            </w:r>
          </w:p>
        </w:tc>
      </w:tr>
      <w:tr w:rsidR="0064577A" w:rsidRPr="00CC190A" w:rsidTr="00CC190A">
        <w:trPr>
          <w:trHeight w:val="341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712D9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for feedback about a service you are considering offering.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why you started your business.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B75D46" w:rsidP="00B75D4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link to a tool or app that helps readers solve a problem.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Write a prediction post. Explain your reasoning. Ask if followers agree or disagree and why.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"What is your favorite method of communication?" Add options to a simple poll or encourage longer replies.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E207E8" w:rsidP="00E207E8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</w:t>
            </w:r>
            <w:r>
              <w:rPr>
                <w:sz w:val="14"/>
                <w:szCs w:val="14"/>
              </w:rPr>
              <w:t xml:space="preserve"> </w:t>
            </w:r>
            <w:r w:rsidRPr="00E207E8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</w:t>
            </w:r>
            <w:r w:rsidRPr="00E207E8">
              <w:rPr>
                <w:sz w:val="14"/>
                <w:szCs w:val="14"/>
              </w:rPr>
              <w:t xml:space="preserve">Share </w:t>
            </w:r>
            <w:r>
              <w:rPr>
                <w:sz w:val="14"/>
                <w:szCs w:val="14"/>
              </w:rPr>
              <w:t>a</w:t>
            </w:r>
            <w:r w:rsidRPr="00E207E8">
              <w:rPr>
                <w:sz w:val="14"/>
                <w:szCs w:val="14"/>
              </w:rPr>
              <w:t xml:space="preserve"> funny image and </w:t>
            </w:r>
            <w:r>
              <w:rPr>
                <w:sz w:val="14"/>
                <w:szCs w:val="14"/>
              </w:rPr>
              <w:t xml:space="preserve">thought provoking, relative </w:t>
            </w:r>
            <w:r w:rsidRPr="00E207E8">
              <w:rPr>
                <w:sz w:val="14"/>
                <w:szCs w:val="14"/>
              </w:rPr>
              <w:t>quote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834996" w:rsidP="0083499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team member.</w:t>
            </w:r>
            <w:r>
              <w:rPr>
                <w:sz w:val="14"/>
                <w:szCs w:val="14"/>
              </w:rPr>
              <w:t xml:space="preserve"> Share 3 ways the person's skills or attitude benefits the reader (and you).</w:t>
            </w:r>
          </w:p>
        </w:tc>
      </w:tr>
      <w:tr w:rsidR="0064577A" w:rsidRPr="00CC190A" w:rsidTr="00CC190A">
        <w:trPr>
          <w:trHeight w:val="350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712D98" w:rsidTr="00CC190A">
        <w:trPr>
          <w:trHeight w:val="584"/>
        </w:trPr>
        <w:tc>
          <w:tcPr>
            <w:tcW w:w="714" w:type="pct"/>
            <w:shd w:val="clear" w:color="auto" w:fill="auto"/>
          </w:tcPr>
          <w:p w:rsidR="0064577A" w:rsidRPr="00712D98" w:rsidRDefault="001F401D" w:rsidP="001F40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Value followers. Ask questions like </w:t>
            </w:r>
            <w:r w:rsidRPr="001F401D">
              <w:rPr>
                <w:sz w:val="14"/>
                <w:szCs w:val="14"/>
              </w:rPr>
              <w:t>"</w:t>
            </w:r>
            <w:r>
              <w:rPr>
                <w:sz w:val="14"/>
                <w:szCs w:val="14"/>
              </w:rPr>
              <w:t xml:space="preserve">What should I </w:t>
            </w:r>
            <w:r w:rsidRPr="001F401D">
              <w:rPr>
                <w:sz w:val="14"/>
                <w:szCs w:val="14"/>
              </w:rPr>
              <w:t>name my new ___ (product, service, puppy, boat, etc.)"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 a </w:t>
            </w:r>
            <w:r w:rsidR="001F401D">
              <w:rPr>
                <w:sz w:val="14"/>
                <w:szCs w:val="14"/>
              </w:rPr>
              <w:t xml:space="preserve">seasonal, holiday, or special event </w:t>
            </w:r>
            <w:r>
              <w:rPr>
                <w:sz w:val="14"/>
                <w:szCs w:val="14"/>
              </w:rPr>
              <w:t xml:space="preserve">selfie. 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42D7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"When thinking about ___, what do you do consistently and what do you wish could do better?"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6E59B8" w:rsidP="00CC190A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 xml:space="preserve">Highlight </w:t>
            </w:r>
            <w:r w:rsidR="00CC190A">
              <w:rPr>
                <w:sz w:val="14"/>
                <w:szCs w:val="14"/>
              </w:rPr>
              <w:t xml:space="preserve">the </w:t>
            </w:r>
            <w:r w:rsidRPr="006E59B8">
              <w:rPr>
                <w:sz w:val="14"/>
                <w:szCs w:val="14"/>
              </w:rPr>
              <w:t>benefits</w:t>
            </w:r>
            <w:r w:rsidR="00CC190A">
              <w:rPr>
                <w:sz w:val="14"/>
                <w:szCs w:val="14"/>
              </w:rPr>
              <w:t>/ways</w:t>
            </w:r>
            <w:r w:rsidRPr="006E59B8">
              <w:rPr>
                <w:sz w:val="14"/>
                <w:szCs w:val="14"/>
              </w:rPr>
              <w:t xml:space="preserve"> you</w:t>
            </w:r>
            <w:r>
              <w:rPr>
                <w:sz w:val="14"/>
                <w:szCs w:val="14"/>
              </w:rPr>
              <w:t>r products/business</w:t>
            </w:r>
            <w:r w:rsidRPr="006E59B8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are</w:t>
            </w:r>
            <w:r w:rsidRPr="006E59B8">
              <w:rPr>
                <w:sz w:val="14"/>
                <w:szCs w:val="14"/>
              </w:rPr>
              <w:t xml:space="preserve"> better/different from your competition</w:t>
            </w:r>
            <w:r w:rsidR="00CC190A"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712D9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712D98" w:rsidRDefault="0064577A" w:rsidP="00E83892">
            <w:pPr>
              <w:rPr>
                <w:sz w:val="14"/>
                <w:szCs w:val="14"/>
              </w:rPr>
            </w:pPr>
          </w:p>
        </w:tc>
      </w:tr>
      <w:tr w:rsidR="008A2823" w:rsidRPr="00712D98" w:rsidTr="00CC190A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8A2823" w:rsidRPr="00712D98" w:rsidRDefault="0067797B" w:rsidP="008A2823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712D98">
              <w:rPr>
                <w:b/>
                <w:sz w:val="14"/>
                <w:szCs w:val="14"/>
              </w:rPr>
              <w:t>More Ideas:</w:t>
            </w:r>
            <w:r w:rsidRPr="00CC190A">
              <w:rPr>
                <w:sz w:val="14"/>
                <w:szCs w:val="14"/>
              </w:rPr>
              <w:t xml:space="preserve"> </w:t>
            </w:r>
            <w:r w:rsidR="008A2823" w:rsidRPr="00CC190A">
              <w:rPr>
                <w:b/>
                <w:sz w:val="14"/>
                <w:szCs w:val="14"/>
              </w:rPr>
              <w:fldChar w:fldCharType="begin"/>
            </w:r>
            <w:r w:rsidR="008A2823" w:rsidRPr="00CC190A">
              <w:rPr>
                <w:b/>
                <w:sz w:val="14"/>
                <w:szCs w:val="14"/>
              </w:rPr>
              <w:instrText xml:space="preserve">IF </w:instrText>
            </w:r>
            <w:r w:rsidR="008A2823" w:rsidRPr="00CC190A">
              <w:rPr>
                <w:b/>
                <w:sz w:val="14"/>
                <w:szCs w:val="14"/>
              </w:rPr>
              <w:fldChar w:fldCharType="begin"/>
            </w:r>
            <w:r w:rsidR="008A2823" w:rsidRPr="00CC190A">
              <w:rPr>
                <w:b/>
                <w:sz w:val="14"/>
                <w:szCs w:val="14"/>
              </w:rPr>
              <w:instrText xml:space="preserve"> =A12</w:instrText>
            </w:r>
            <w:r w:rsidR="008A2823"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="008A2823" w:rsidRPr="00CC190A">
              <w:rPr>
                <w:b/>
                <w:sz w:val="14"/>
                <w:szCs w:val="14"/>
              </w:rPr>
              <w:fldChar w:fldCharType="end"/>
            </w:r>
            <w:r w:rsidR="008A2823" w:rsidRPr="00CC190A">
              <w:rPr>
                <w:b/>
                <w:sz w:val="14"/>
                <w:szCs w:val="14"/>
              </w:rPr>
              <w:instrText xml:space="preserve"> = 0,"" </w:instrText>
            </w:r>
            <w:r w:rsidR="008A2823" w:rsidRPr="00CC190A">
              <w:rPr>
                <w:b/>
                <w:sz w:val="14"/>
                <w:szCs w:val="14"/>
              </w:rPr>
              <w:fldChar w:fldCharType="begin"/>
            </w:r>
            <w:r w:rsidR="008A2823" w:rsidRPr="00CC190A">
              <w:rPr>
                <w:b/>
                <w:sz w:val="14"/>
                <w:szCs w:val="14"/>
              </w:rPr>
              <w:instrText xml:space="preserve"> IF </w:instrText>
            </w:r>
            <w:r w:rsidR="008A2823" w:rsidRPr="00CC190A">
              <w:rPr>
                <w:b/>
                <w:sz w:val="14"/>
                <w:szCs w:val="14"/>
              </w:rPr>
              <w:fldChar w:fldCharType="begin"/>
            </w:r>
            <w:r w:rsidR="008A2823" w:rsidRPr="00CC190A">
              <w:rPr>
                <w:b/>
                <w:sz w:val="14"/>
                <w:szCs w:val="14"/>
              </w:rPr>
              <w:instrText xml:space="preserve"> =A12 </w:instrText>
            </w:r>
            <w:r w:rsidR="008A2823" w:rsidRPr="00CC190A">
              <w:rPr>
                <w:b/>
                <w:sz w:val="14"/>
                <w:szCs w:val="14"/>
              </w:rPr>
              <w:fldChar w:fldCharType="separate"/>
            </w:r>
            <w:r w:rsidR="008A2823" w:rsidRPr="00CC190A">
              <w:rPr>
                <w:b/>
                <w:sz w:val="14"/>
                <w:szCs w:val="14"/>
              </w:rPr>
              <w:instrText>31</w:instrText>
            </w:r>
            <w:r w:rsidR="008A2823" w:rsidRPr="00CC190A">
              <w:rPr>
                <w:b/>
                <w:sz w:val="14"/>
                <w:szCs w:val="14"/>
              </w:rPr>
              <w:fldChar w:fldCharType="end"/>
            </w:r>
            <w:r w:rsidR="008A2823" w:rsidRPr="00CC190A">
              <w:rPr>
                <w:b/>
                <w:sz w:val="14"/>
                <w:szCs w:val="14"/>
              </w:rPr>
              <w:instrText xml:space="preserve">  &lt; </w:instrText>
            </w:r>
            <w:r w:rsidR="008A2823" w:rsidRPr="00CC190A">
              <w:rPr>
                <w:b/>
                <w:sz w:val="14"/>
                <w:szCs w:val="14"/>
              </w:rPr>
              <w:fldChar w:fldCharType="begin"/>
            </w:r>
            <w:r w:rsidR="008A2823"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8A2823" w:rsidRPr="00CC190A">
              <w:rPr>
                <w:b/>
                <w:sz w:val="14"/>
                <w:szCs w:val="14"/>
              </w:rPr>
              <w:fldChar w:fldCharType="separate"/>
            </w:r>
            <w:r w:rsidR="008A2823" w:rsidRPr="00CC190A">
              <w:rPr>
                <w:b/>
                <w:sz w:val="14"/>
                <w:szCs w:val="14"/>
              </w:rPr>
              <w:instrText>31</w:instrText>
            </w:r>
            <w:r w:rsidR="008A2823" w:rsidRPr="00CC190A">
              <w:rPr>
                <w:b/>
                <w:sz w:val="14"/>
                <w:szCs w:val="14"/>
              </w:rPr>
              <w:fldChar w:fldCharType="end"/>
            </w:r>
            <w:r w:rsidR="008A2823" w:rsidRPr="00CC190A">
              <w:rPr>
                <w:b/>
                <w:sz w:val="14"/>
                <w:szCs w:val="14"/>
              </w:rPr>
              <w:instrText xml:space="preserve">  </w:instrText>
            </w:r>
            <w:r w:rsidR="008A2823" w:rsidRPr="00CC190A">
              <w:rPr>
                <w:b/>
                <w:sz w:val="14"/>
                <w:szCs w:val="14"/>
              </w:rPr>
              <w:fldChar w:fldCharType="begin"/>
            </w:r>
            <w:r w:rsidR="008A2823" w:rsidRPr="00CC190A">
              <w:rPr>
                <w:b/>
                <w:sz w:val="14"/>
                <w:szCs w:val="14"/>
              </w:rPr>
              <w:instrText xml:space="preserve"> =A12+1 </w:instrText>
            </w:r>
            <w:r w:rsidR="008A2823" w:rsidRPr="00CC190A">
              <w:rPr>
                <w:b/>
                <w:sz w:val="14"/>
                <w:szCs w:val="14"/>
              </w:rPr>
              <w:fldChar w:fldCharType="separate"/>
            </w:r>
            <w:r w:rsidR="008A2823" w:rsidRPr="00CC190A">
              <w:rPr>
                <w:b/>
                <w:sz w:val="14"/>
                <w:szCs w:val="14"/>
              </w:rPr>
              <w:instrText>31</w:instrText>
            </w:r>
            <w:r w:rsidR="008A2823" w:rsidRPr="00CC190A">
              <w:rPr>
                <w:b/>
                <w:sz w:val="14"/>
                <w:szCs w:val="14"/>
              </w:rPr>
              <w:fldChar w:fldCharType="end"/>
            </w:r>
            <w:r w:rsidR="008A2823" w:rsidRPr="00CC190A">
              <w:rPr>
                <w:b/>
                <w:sz w:val="14"/>
                <w:szCs w:val="14"/>
              </w:rPr>
              <w:instrText xml:space="preserve"> "" </w:instrText>
            </w:r>
            <w:r w:rsidR="008A2823" w:rsidRPr="00CC190A">
              <w:rPr>
                <w:b/>
                <w:sz w:val="14"/>
                <w:szCs w:val="14"/>
              </w:rPr>
              <w:fldChar w:fldCharType="end"/>
            </w:r>
            <w:r w:rsidR="008A2823"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C046B4" w:rsidRPr="00E207E8" w:rsidRDefault="00C046B4">
      <w:pPr>
        <w:rPr>
          <w:b/>
          <w:sz w:val="14"/>
          <w:szCs w:val="14"/>
        </w:rPr>
      </w:pPr>
      <w:r w:rsidRPr="00E207E8">
        <w:rPr>
          <w:b/>
          <w:sz w:val="14"/>
          <w:szCs w:val="14"/>
        </w:rPr>
        <w:br w:type="page"/>
      </w:r>
    </w:p>
    <w:p w:rsidR="004A15FF" w:rsidRPr="00E207E8" w:rsidRDefault="004A15FF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712D98" w:rsidTr="00E207E8">
        <w:trPr>
          <w:trHeight w:hRule="exact" w:val="111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712D98" w:rsidRDefault="00FD6236" w:rsidP="00FD6236">
            <w:pPr>
              <w:pStyle w:val="Month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                  </w:t>
            </w:r>
            <w:r w:rsidR="00026CCC" w:rsidRPr="00026CCC">
              <w:rPr>
                <w:sz w:val="72"/>
                <w:szCs w:val="72"/>
              </w:rPr>
              <w:t>March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712D98" w:rsidRDefault="0064577A" w:rsidP="00FD6236">
            <w:pPr>
              <w:pStyle w:val="Year"/>
              <w:rPr>
                <w:sz w:val="40"/>
                <w:szCs w:val="40"/>
              </w:rPr>
            </w:pPr>
          </w:p>
        </w:tc>
      </w:tr>
      <w:tr w:rsidR="0064577A" w:rsidRPr="00712D98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712D9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712D9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1F401D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1F401D" w:rsidRPr="00CC190A" w:rsidTr="00CC190A">
        <w:trPr>
          <w:trHeight w:val="296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B800EA">
            <w:pPr>
              <w:pStyle w:val="Dates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712D9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712D9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712D9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712D9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712D9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712D98" w:rsidRDefault="006E59B8" w:rsidP="006E59B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Promote your latest product, service, or freebie with, "The </w:t>
            </w:r>
            <w:r w:rsidRPr="006E59B8">
              <w:rPr>
                <w:sz w:val="14"/>
                <w:szCs w:val="14"/>
              </w:rPr>
              <w:t>first 50</w:t>
            </w:r>
            <w:r>
              <w:rPr>
                <w:sz w:val="14"/>
                <w:szCs w:val="14"/>
              </w:rPr>
              <w:t xml:space="preserve"> people</w:t>
            </w:r>
            <w:r w:rsidRPr="006E59B8">
              <w:rPr>
                <w:sz w:val="14"/>
                <w:szCs w:val="14"/>
              </w:rPr>
              <w:t xml:space="preserve"> to retweet/share</w:t>
            </w:r>
            <w:r>
              <w:rPr>
                <w:sz w:val="14"/>
                <w:szCs w:val="14"/>
              </w:rPr>
              <w:t xml:space="preserve"> this </w:t>
            </w:r>
            <w:r w:rsidR="001F401D" w:rsidRPr="006E59B8">
              <w:rPr>
                <w:sz w:val="14"/>
                <w:szCs w:val="14"/>
              </w:rPr>
              <w:t>get</w:t>
            </w:r>
            <w:r>
              <w:rPr>
                <w:sz w:val="14"/>
                <w:szCs w:val="14"/>
              </w:rPr>
              <w:t xml:space="preserve"> _____."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2227" w:rsidP="001F222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Like a page or website that covers topics beyond your expertise/scope </w:t>
            </w:r>
            <w:proofErr w:type="gramStart"/>
            <w:r>
              <w:rPr>
                <w:sz w:val="14"/>
                <w:szCs w:val="14"/>
              </w:rPr>
              <w:t>( i.e.</w:t>
            </w:r>
            <w:proofErr w:type="gramEnd"/>
            <w:r>
              <w:rPr>
                <w:sz w:val="14"/>
                <w:szCs w:val="14"/>
              </w:rPr>
              <w:t xml:space="preserve"> parenting teens vs. parenting the new baby)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Offer a challenge</w:t>
            </w:r>
            <w:r>
              <w:rPr>
                <w:sz w:val="14"/>
                <w:szCs w:val="14"/>
              </w:rPr>
              <w:t xml:space="preserve">: </w:t>
            </w:r>
            <w:r w:rsidRPr="001F401D">
              <w:rPr>
                <w:sz w:val="14"/>
                <w:szCs w:val="14"/>
              </w:rPr>
              <w:t>7 days to ____ (then post an update every day)</w:t>
            </w:r>
          </w:p>
        </w:tc>
      </w:tr>
      <w:tr w:rsidR="001F401D" w:rsidRPr="00CC190A" w:rsidTr="00CC190A">
        <w:trPr>
          <w:trHeight w:val="296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712D9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64577A" w:rsidRPr="00712D98" w:rsidRDefault="001F401D" w:rsidP="001F40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fill in the blanks. Set the topic for specifics. Ex. </w:t>
            </w:r>
            <w:r w:rsidRPr="001F401D">
              <w:rPr>
                <w:sz w:val="14"/>
                <w:szCs w:val="14"/>
              </w:rPr>
              <w:t>My biggest pet peeve when it comes to ___ is ___</w:t>
            </w:r>
            <w:r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br/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524EC4" w:rsidP="00524E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pictures of an industry or group event you attended recently. Tag and/or describe each so it's meaningful to your fans.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1F401D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1F401D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Pinterest images on FB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524EC4" w:rsidP="00524E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Host a short Q&amp;A event. Ask attendees to send in questions a week before the event. Answer the most asked questions live.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Link to a tutorial</w:t>
            </w:r>
            <w:r>
              <w:rPr>
                <w:sz w:val="14"/>
                <w:szCs w:val="14"/>
              </w:rPr>
              <w:t>. This could include your FAQ or something on another website.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6E59B8" w:rsidP="00E83892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>Spotlight a vendor you use</w:t>
            </w:r>
            <w:r>
              <w:rPr>
                <w:sz w:val="14"/>
                <w:szCs w:val="14"/>
              </w:rPr>
              <w:t>. Share why you use them over all the others.</w:t>
            </w:r>
          </w:p>
        </w:tc>
      </w:tr>
      <w:tr w:rsidR="001F401D" w:rsidRPr="00CC190A" w:rsidTr="00CC190A">
        <w:trPr>
          <w:trHeight w:val="296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712D9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Ask "If I could add one feature to my product/service what would you want it to be?"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1F401D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Recommend a helpful (free) tool you found. Tell the related story.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Search for hashtags related to your niche and share customer photos, etc. on Pinterest, Instagram, or FB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Respond to a tag or mention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Take a trip down memory lane &amp; share old logos or images of your first product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1F401D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 comic</w:t>
            </w:r>
            <w:r>
              <w:rPr>
                <w:sz w:val="14"/>
                <w:szCs w:val="14"/>
              </w:rPr>
              <w:t xml:space="preserve"> strip relative to a niche topic, problem, solution, or action.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Promote an industry-related event</w:t>
            </w:r>
          </w:p>
        </w:tc>
      </w:tr>
      <w:tr w:rsidR="001F401D" w:rsidRPr="00CC190A" w:rsidTr="00CC190A">
        <w:trPr>
          <w:trHeight w:val="314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F17C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712D9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'truth or fiction' post and ask your followers to guess</w:t>
            </w:r>
            <w:r>
              <w:rPr>
                <w:sz w:val="14"/>
                <w:szCs w:val="14"/>
              </w:rPr>
              <w:t xml:space="preserve"> which it is. 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fill in the blank - </w:t>
            </w:r>
            <w:r w:rsidRPr="001F401D">
              <w:rPr>
                <w:sz w:val="14"/>
                <w:szCs w:val="14"/>
              </w:rPr>
              <w:t>The story of my life could be told through ___ (what movie, song, etc.)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helpful infographics (yours or someone else's)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post series (week of ideas for___,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401D" w:rsidP="001F40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complete - </w:t>
            </w:r>
            <w:r w:rsidRPr="001F401D">
              <w:rPr>
                <w:sz w:val="14"/>
                <w:szCs w:val="14"/>
              </w:rPr>
              <w:t>If I could be the CEO of any company, it would be ____</w:t>
            </w:r>
            <w:r>
              <w:rPr>
                <w:sz w:val="14"/>
                <w:szCs w:val="14"/>
              </w:rPr>
              <w:t xml:space="preserve"> because…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photo contest and ask followers to vote</w:t>
            </w:r>
            <w:r>
              <w:rPr>
                <w:sz w:val="14"/>
                <w:szCs w:val="14"/>
              </w:rPr>
              <w:t xml:space="preserve"> on their favorites.</w:t>
            </w:r>
          </w:p>
        </w:tc>
        <w:tc>
          <w:tcPr>
            <w:tcW w:w="714" w:type="pct"/>
            <w:shd w:val="clear" w:color="auto" w:fill="F7F7F7"/>
          </w:tcPr>
          <w:p w:rsidR="0064577A" w:rsidRPr="00712D98" w:rsidRDefault="00834996" w:rsidP="0083499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customer.</w:t>
            </w:r>
            <w:r>
              <w:rPr>
                <w:sz w:val="14"/>
                <w:szCs w:val="14"/>
              </w:rPr>
              <w:t xml:space="preserve"> Share a good question, idea, or feedback from the person.</w:t>
            </w:r>
          </w:p>
        </w:tc>
      </w:tr>
      <w:tr w:rsidR="001F401D" w:rsidRPr="00CC190A" w:rsidTr="00CC190A">
        <w:trPr>
          <w:trHeight w:val="314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F17C98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712D9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712D98" w:rsidRDefault="001F401D" w:rsidP="001F401D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</w:t>
            </w:r>
            <w:r>
              <w:rPr>
                <w:sz w:val="14"/>
                <w:szCs w:val="14"/>
              </w:rPr>
              <w:t>n exciting</w:t>
            </w:r>
            <w:r w:rsidRPr="001F401D">
              <w:rPr>
                <w:sz w:val="14"/>
                <w:szCs w:val="14"/>
              </w:rPr>
              <w:t xml:space="preserve"> post that resonates with your followers’ emotions</w:t>
            </w:r>
            <w:r>
              <w:rPr>
                <w:sz w:val="14"/>
                <w:szCs w:val="14"/>
              </w:rPr>
              <w:t xml:space="preserve"> and</w:t>
            </w:r>
            <w:r w:rsidRPr="001F401D">
              <w:rPr>
                <w:sz w:val="14"/>
                <w:szCs w:val="14"/>
              </w:rPr>
              <w:t xml:space="preserve"> memories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1F401D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Ask followers to </w:t>
            </w:r>
            <w:r>
              <w:rPr>
                <w:sz w:val="14"/>
                <w:szCs w:val="14"/>
              </w:rPr>
              <w:t>finish the sentence</w:t>
            </w:r>
            <w:r w:rsidRPr="001F401D">
              <w:rPr>
                <w:sz w:val="14"/>
                <w:szCs w:val="14"/>
              </w:rPr>
              <w:t xml:space="preserve">. Ex. </w:t>
            </w:r>
            <w:r>
              <w:rPr>
                <w:sz w:val="14"/>
                <w:szCs w:val="14"/>
              </w:rPr>
              <w:t>What would you do if...?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Has a colleague, JV partner, news media or authority site mentioned you? Share it. 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Post a video of</w:t>
            </w:r>
            <w:r>
              <w:rPr>
                <w:sz w:val="14"/>
                <w:szCs w:val="14"/>
              </w:rPr>
              <w:t xml:space="preserve"> </w:t>
            </w:r>
            <w:r w:rsidRPr="001F401D">
              <w:rPr>
                <w:sz w:val="14"/>
                <w:szCs w:val="14"/>
              </w:rPr>
              <w:t>Your fun side (it doesn't all have to be business)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Remind </w:t>
            </w:r>
            <w:r>
              <w:rPr>
                <w:sz w:val="14"/>
                <w:szCs w:val="14"/>
              </w:rPr>
              <w:t xml:space="preserve">readers </w:t>
            </w:r>
            <w:r w:rsidRPr="001F401D">
              <w:rPr>
                <w:sz w:val="14"/>
                <w:szCs w:val="14"/>
              </w:rPr>
              <w:t>about a limited-time offer you sent out via email.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E207E8" w:rsidP="00E83892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 - Share a funny personal story relative to readers</w:t>
            </w:r>
            <w:r w:rsidR="00834996">
              <w:rPr>
                <w:sz w:val="14"/>
                <w:szCs w:val="14"/>
              </w:rPr>
              <w:t xml:space="preserve"> &amp; niche</w:t>
            </w:r>
            <w:r w:rsidR="005F7669"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64577A" w:rsidRPr="00712D98" w:rsidRDefault="0064577A" w:rsidP="00E83892">
            <w:pPr>
              <w:rPr>
                <w:sz w:val="14"/>
                <w:szCs w:val="14"/>
              </w:rPr>
            </w:pPr>
          </w:p>
        </w:tc>
      </w:tr>
      <w:tr w:rsidR="00AD0352" w:rsidRPr="00712D98" w:rsidTr="00CC190A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AD0352" w:rsidRPr="00712D98" w:rsidRDefault="0067797B" w:rsidP="00AD0352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712D98">
              <w:rPr>
                <w:b/>
                <w:sz w:val="14"/>
                <w:szCs w:val="14"/>
              </w:rPr>
              <w:t xml:space="preserve">More Ideas: </w:t>
            </w:r>
            <w:r w:rsidR="00AD0352" w:rsidRPr="00712D98">
              <w:rPr>
                <w:b/>
                <w:sz w:val="14"/>
                <w:szCs w:val="14"/>
              </w:rPr>
              <w:fldChar w:fldCharType="begin"/>
            </w:r>
            <w:r w:rsidR="00AD0352" w:rsidRPr="00712D98">
              <w:rPr>
                <w:b/>
                <w:sz w:val="14"/>
                <w:szCs w:val="14"/>
              </w:rPr>
              <w:instrText xml:space="preserve">IF </w:instrText>
            </w:r>
            <w:r w:rsidR="00AD0352" w:rsidRPr="00712D98">
              <w:rPr>
                <w:b/>
                <w:sz w:val="14"/>
                <w:szCs w:val="14"/>
              </w:rPr>
              <w:fldChar w:fldCharType="begin"/>
            </w:r>
            <w:r w:rsidR="00AD0352" w:rsidRPr="00712D98">
              <w:rPr>
                <w:b/>
                <w:sz w:val="14"/>
                <w:szCs w:val="14"/>
              </w:rPr>
              <w:instrText xml:space="preserve"> =A12</w:instrText>
            </w:r>
            <w:r w:rsidR="00AD0352" w:rsidRPr="00712D98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="00AD0352" w:rsidRPr="00712D98">
              <w:rPr>
                <w:b/>
                <w:sz w:val="14"/>
                <w:szCs w:val="14"/>
              </w:rPr>
              <w:fldChar w:fldCharType="end"/>
            </w:r>
            <w:r w:rsidR="00AD0352" w:rsidRPr="00712D98">
              <w:rPr>
                <w:b/>
                <w:sz w:val="14"/>
                <w:szCs w:val="14"/>
              </w:rPr>
              <w:instrText xml:space="preserve"> = 0,"" </w:instrText>
            </w:r>
            <w:r w:rsidR="00AD0352" w:rsidRPr="00712D98">
              <w:rPr>
                <w:b/>
                <w:sz w:val="14"/>
                <w:szCs w:val="14"/>
              </w:rPr>
              <w:fldChar w:fldCharType="begin"/>
            </w:r>
            <w:r w:rsidR="00AD0352" w:rsidRPr="00712D98">
              <w:rPr>
                <w:b/>
                <w:sz w:val="14"/>
                <w:szCs w:val="14"/>
              </w:rPr>
              <w:instrText xml:space="preserve"> IF </w:instrText>
            </w:r>
            <w:r w:rsidR="00AD0352" w:rsidRPr="00712D98">
              <w:rPr>
                <w:b/>
                <w:sz w:val="14"/>
                <w:szCs w:val="14"/>
              </w:rPr>
              <w:fldChar w:fldCharType="begin"/>
            </w:r>
            <w:r w:rsidR="00AD0352" w:rsidRPr="00712D98">
              <w:rPr>
                <w:b/>
                <w:sz w:val="14"/>
                <w:szCs w:val="14"/>
              </w:rPr>
              <w:instrText xml:space="preserve"> =A12 </w:instrText>
            </w:r>
            <w:r w:rsidR="00AD0352" w:rsidRPr="00712D98">
              <w:rPr>
                <w:b/>
                <w:sz w:val="14"/>
                <w:szCs w:val="14"/>
              </w:rPr>
              <w:fldChar w:fldCharType="separate"/>
            </w:r>
            <w:r w:rsidR="00AD0352" w:rsidRPr="00712D98">
              <w:rPr>
                <w:b/>
                <w:noProof/>
                <w:sz w:val="14"/>
                <w:szCs w:val="14"/>
              </w:rPr>
              <w:instrText>31</w:instrText>
            </w:r>
            <w:r w:rsidR="00AD0352" w:rsidRPr="00712D98">
              <w:rPr>
                <w:b/>
                <w:sz w:val="14"/>
                <w:szCs w:val="14"/>
              </w:rPr>
              <w:fldChar w:fldCharType="end"/>
            </w:r>
            <w:r w:rsidR="00AD0352" w:rsidRPr="00712D98">
              <w:rPr>
                <w:b/>
                <w:sz w:val="14"/>
                <w:szCs w:val="14"/>
              </w:rPr>
              <w:instrText xml:space="preserve">  &lt; </w:instrText>
            </w:r>
            <w:r w:rsidR="00AD0352" w:rsidRPr="00712D98">
              <w:rPr>
                <w:b/>
                <w:sz w:val="14"/>
                <w:szCs w:val="14"/>
              </w:rPr>
              <w:fldChar w:fldCharType="begin"/>
            </w:r>
            <w:r w:rsidR="00AD0352" w:rsidRPr="00712D98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AD0352" w:rsidRPr="00712D98">
              <w:rPr>
                <w:b/>
                <w:sz w:val="14"/>
                <w:szCs w:val="14"/>
              </w:rPr>
              <w:fldChar w:fldCharType="separate"/>
            </w:r>
            <w:r w:rsidR="00AD0352" w:rsidRPr="00712D98">
              <w:rPr>
                <w:b/>
                <w:sz w:val="14"/>
                <w:szCs w:val="14"/>
              </w:rPr>
              <w:instrText>31</w:instrText>
            </w:r>
            <w:r w:rsidR="00AD0352" w:rsidRPr="00712D98">
              <w:rPr>
                <w:b/>
                <w:sz w:val="14"/>
                <w:szCs w:val="14"/>
              </w:rPr>
              <w:fldChar w:fldCharType="end"/>
            </w:r>
            <w:r w:rsidR="00AD0352" w:rsidRPr="00712D98">
              <w:rPr>
                <w:b/>
                <w:sz w:val="14"/>
                <w:szCs w:val="14"/>
              </w:rPr>
              <w:instrText xml:space="preserve">  </w:instrText>
            </w:r>
            <w:r w:rsidR="00AD0352" w:rsidRPr="00712D98">
              <w:rPr>
                <w:b/>
                <w:sz w:val="14"/>
                <w:szCs w:val="14"/>
              </w:rPr>
              <w:fldChar w:fldCharType="begin"/>
            </w:r>
            <w:r w:rsidR="00AD0352" w:rsidRPr="00712D98">
              <w:rPr>
                <w:b/>
                <w:sz w:val="14"/>
                <w:szCs w:val="14"/>
              </w:rPr>
              <w:instrText xml:space="preserve"> =A12+1 </w:instrText>
            </w:r>
            <w:r w:rsidR="00AD0352" w:rsidRPr="00712D98">
              <w:rPr>
                <w:b/>
                <w:sz w:val="14"/>
                <w:szCs w:val="14"/>
              </w:rPr>
              <w:fldChar w:fldCharType="separate"/>
            </w:r>
            <w:r w:rsidR="00AD0352" w:rsidRPr="00712D98">
              <w:rPr>
                <w:b/>
                <w:noProof/>
                <w:sz w:val="14"/>
                <w:szCs w:val="14"/>
              </w:rPr>
              <w:instrText>31</w:instrText>
            </w:r>
            <w:r w:rsidR="00AD0352" w:rsidRPr="00712D98">
              <w:rPr>
                <w:b/>
                <w:sz w:val="14"/>
                <w:szCs w:val="14"/>
              </w:rPr>
              <w:fldChar w:fldCharType="end"/>
            </w:r>
            <w:r w:rsidR="00AD0352" w:rsidRPr="00712D98">
              <w:rPr>
                <w:b/>
                <w:sz w:val="14"/>
                <w:szCs w:val="14"/>
              </w:rPr>
              <w:instrText xml:space="preserve"> "" </w:instrText>
            </w:r>
            <w:r w:rsidR="00AD0352" w:rsidRPr="00712D98">
              <w:rPr>
                <w:b/>
                <w:sz w:val="14"/>
                <w:szCs w:val="14"/>
              </w:rPr>
              <w:fldChar w:fldCharType="end"/>
            </w:r>
            <w:r w:rsidR="00AD0352" w:rsidRPr="00712D98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C046B4" w:rsidRPr="00E207E8" w:rsidRDefault="00C046B4">
      <w:pPr>
        <w:rPr>
          <w:b/>
          <w:sz w:val="14"/>
          <w:szCs w:val="14"/>
        </w:rPr>
      </w:pPr>
      <w:r w:rsidRPr="00E207E8">
        <w:rPr>
          <w:b/>
          <w:sz w:val="14"/>
          <w:szCs w:val="14"/>
        </w:rPr>
        <w:br w:type="page"/>
      </w:r>
    </w:p>
    <w:p w:rsidR="004A15FF" w:rsidRPr="00E207E8" w:rsidRDefault="004A15FF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55265D" w:rsidTr="0055265D">
        <w:trPr>
          <w:trHeight w:hRule="exact" w:val="110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55265D" w:rsidRDefault="00FD6236" w:rsidP="00FD6236">
            <w:pPr>
              <w:pStyle w:val="Month"/>
              <w:jc w:val="center"/>
              <w:rPr>
                <w:sz w:val="52"/>
                <w:szCs w:val="52"/>
              </w:rPr>
            </w:pPr>
            <w:r>
              <w:rPr>
                <w:sz w:val="72"/>
                <w:szCs w:val="72"/>
              </w:rPr>
              <w:t xml:space="preserve">             </w:t>
            </w:r>
            <w:r w:rsidR="00026CCC">
              <w:rPr>
                <w:sz w:val="72"/>
                <w:szCs w:val="72"/>
              </w:rPr>
              <w:t>April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55265D" w:rsidRDefault="0064577A" w:rsidP="00FD6236">
            <w:pPr>
              <w:pStyle w:val="Year"/>
              <w:spacing w:before="45" w:after="45"/>
              <w:rPr>
                <w:sz w:val="40"/>
                <w:szCs w:val="40"/>
              </w:rPr>
            </w:pPr>
          </w:p>
        </w:tc>
      </w:tr>
      <w:tr w:rsidR="0064577A" w:rsidRPr="0055265D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7"/>
        <w:gridCol w:w="2087"/>
        <w:gridCol w:w="2090"/>
      </w:tblGrid>
      <w:tr w:rsidR="001F401D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5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CC190A">
        <w:trPr>
          <w:trHeight w:val="287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auto"/>
          </w:tcPr>
          <w:p w:rsidR="0064577A" w:rsidRPr="0055265D" w:rsidRDefault="001F401D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and share a slideshow based on a hot topic in the news or your latest product/service.</w:t>
            </w:r>
          </w:p>
        </w:tc>
      </w:tr>
      <w:tr w:rsidR="001F401D" w:rsidRPr="00CC190A" w:rsidTr="00CC190A">
        <w:trPr>
          <w:trHeight w:val="296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1F401D" w:rsidRPr="0055265D" w:rsidRDefault="001F401D" w:rsidP="003771A4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your foll</w:t>
            </w:r>
            <w:r>
              <w:rPr>
                <w:sz w:val="14"/>
                <w:szCs w:val="14"/>
              </w:rPr>
              <w:t xml:space="preserve">owers fill in the blanks; “If someone made </w:t>
            </w:r>
            <w:r w:rsidRPr="003771A4">
              <w:rPr>
                <w:sz w:val="14"/>
                <w:szCs w:val="14"/>
              </w:rPr>
              <w:t>___ I would ____.”</w:t>
            </w:r>
          </w:p>
        </w:tc>
        <w:tc>
          <w:tcPr>
            <w:tcW w:w="714" w:type="pct"/>
            <w:shd w:val="clear" w:color="auto" w:fill="F7F7F7"/>
          </w:tcPr>
          <w:p w:rsidR="001F401D" w:rsidRPr="00712D98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  <w:r w:rsidR="001F401D">
              <w:rPr>
                <w:sz w:val="14"/>
                <w:szCs w:val="14"/>
              </w:rPr>
              <w:t xml:space="preserve">omment </w:t>
            </w:r>
            <w:r>
              <w:rPr>
                <w:sz w:val="14"/>
                <w:szCs w:val="14"/>
              </w:rPr>
              <w:t>on</w:t>
            </w:r>
            <w:r w:rsidR="001F401D">
              <w:rPr>
                <w:sz w:val="14"/>
                <w:szCs w:val="14"/>
              </w:rPr>
              <w:t xml:space="preserve"> a business in the news, which also shares your business ethics or your readers' concerns.</w:t>
            </w:r>
          </w:p>
        </w:tc>
        <w:tc>
          <w:tcPr>
            <w:tcW w:w="714" w:type="pct"/>
            <w:shd w:val="clear" w:color="auto" w:fill="F7F7F7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what you are working on. This creates anticipation for interested readers.</w:t>
            </w:r>
          </w:p>
        </w:tc>
        <w:tc>
          <w:tcPr>
            <w:tcW w:w="714" w:type="pct"/>
            <w:shd w:val="clear" w:color="auto" w:fill="F7F7F7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book that gave you a deeper understanding of a complex concept. Review it on your site, and link to it.</w:t>
            </w:r>
          </w:p>
        </w:tc>
        <w:tc>
          <w:tcPr>
            <w:tcW w:w="714" w:type="pct"/>
            <w:shd w:val="clear" w:color="auto" w:fill="F7F7F7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how-to guide and give it away on Twitter.</w:t>
            </w:r>
          </w:p>
        </w:tc>
        <w:tc>
          <w:tcPr>
            <w:tcW w:w="714" w:type="pct"/>
            <w:shd w:val="clear" w:color="auto" w:fill="F7F7F7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5" w:type="pct"/>
            <w:shd w:val="clear" w:color="auto" w:fill="F7F7F7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</w:tr>
      <w:tr w:rsidR="0064577A" w:rsidRPr="00CC190A" w:rsidTr="00CC190A">
        <w:trPr>
          <w:trHeight w:val="305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a weird, random question like, "what came first - the chicken or the egg?"</w:t>
            </w:r>
          </w:p>
        </w:tc>
        <w:tc>
          <w:tcPr>
            <w:tcW w:w="714" w:type="pct"/>
            <w:shd w:val="clear" w:color="auto" w:fill="auto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popular trend related to your niche. Ask readers how they feel about the trend - agree or disagree.</w:t>
            </w:r>
          </w:p>
        </w:tc>
        <w:tc>
          <w:tcPr>
            <w:tcW w:w="714" w:type="pct"/>
            <w:shd w:val="clear" w:color="auto" w:fill="auto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and share a "7 Best Practices List" on a niche related topic.</w:t>
            </w: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 or define a niche related word or phrase. Pair the word/phrase with an image to make it memorable.</w:t>
            </w:r>
          </w:p>
        </w:tc>
        <w:tc>
          <w:tcPr>
            <w:tcW w:w="714" w:type="pct"/>
            <w:shd w:val="clear" w:color="auto" w:fill="auto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buzz about your upcoming website post. Share the link to your newsletter sign-up page.</w:t>
            </w:r>
          </w:p>
        </w:tc>
        <w:tc>
          <w:tcPr>
            <w:tcW w:w="714" w:type="pct"/>
            <w:shd w:val="clear" w:color="auto" w:fill="auto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to recommend and share your site or products.</w:t>
            </w:r>
          </w:p>
        </w:tc>
        <w:tc>
          <w:tcPr>
            <w:tcW w:w="715" w:type="pct"/>
            <w:shd w:val="clear" w:color="auto" w:fill="auto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 an image or video of you and your product. Ask buyers to share their images as they use your items.</w:t>
            </w:r>
          </w:p>
        </w:tc>
      </w:tr>
      <w:tr w:rsidR="001F401D" w:rsidRPr="00CC190A" w:rsidTr="00CC190A">
        <w:trPr>
          <w:trHeight w:val="404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1F401D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1F401D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F7F7F7"/>
          </w:tcPr>
          <w:p w:rsidR="001F401D" w:rsidRPr="0055265D" w:rsidRDefault="001F401D" w:rsidP="001F222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Reference a hot topic-related news article. Share your opinion. Point out what readers can learn from the piece.</w:t>
            </w:r>
          </w:p>
        </w:tc>
        <w:tc>
          <w:tcPr>
            <w:tcW w:w="714" w:type="pct"/>
            <w:shd w:val="clear" w:color="auto" w:fill="F7F7F7"/>
          </w:tcPr>
          <w:p w:rsidR="001F401D" w:rsidRPr="00712D98" w:rsidRDefault="001F401D" w:rsidP="001F40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story that inspired you to start your business.</w:t>
            </w:r>
          </w:p>
        </w:tc>
        <w:tc>
          <w:tcPr>
            <w:tcW w:w="714" w:type="pct"/>
            <w:shd w:val="clear" w:color="auto" w:fill="F7F7F7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link to a tool or app that helps readers solve a problem.</w:t>
            </w:r>
          </w:p>
        </w:tc>
        <w:tc>
          <w:tcPr>
            <w:tcW w:w="714" w:type="pct"/>
            <w:shd w:val="clear" w:color="auto" w:fill="F7F7F7"/>
          </w:tcPr>
          <w:p w:rsidR="001F401D" w:rsidRPr="00712D98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Write a prediction post. Explain your reasoning. Ask if followers agree or disagree and why.</w:t>
            </w:r>
          </w:p>
        </w:tc>
        <w:tc>
          <w:tcPr>
            <w:tcW w:w="714" w:type="pct"/>
            <w:shd w:val="clear" w:color="auto" w:fill="F7F7F7"/>
          </w:tcPr>
          <w:p w:rsidR="001F401D" w:rsidRPr="00712D98" w:rsidRDefault="001F401D" w:rsidP="001F40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"What is your favorite method of ____?" </w:t>
            </w:r>
          </w:p>
        </w:tc>
        <w:tc>
          <w:tcPr>
            <w:tcW w:w="715" w:type="pct"/>
            <w:shd w:val="clear" w:color="auto" w:fill="F7F7F7"/>
          </w:tcPr>
          <w:p w:rsidR="001F401D" w:rsidRPr="0055265D" w:rsidRDefault="001F401D" w:rsidP="001F401D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Create a list of </w:t>
            </w:r>
            <w:r>
              <w:rPr>
                <w:sz w:val="14"/>
                <w:szCs w:val="14"/>
              </w:rPr>
              <w:t>books</w:t>
            </w:r>
            <w:r w:rsidRPr="001F401D">
              <w:rPr>
                <w:sz w:val="14"/>
                <w:szCs w:val="14"/>
              </w:rPr>
              <w:t xml:space="preserve"> that may be beneficial to your followers. </w:t>
            </w:r>
          </w:p>
        </w:tc>
      </w:tr>
      <w:tr w:rsidR="001F401D" w:rsidRPr="00CC190A" w:rsidTr="00CC190A">
        <w:trPr>
          <w:trHeight w:val="341"/>
        </w:trPr>
        <w:tc>
          <w:tcPr>
            <w:tcW w:w="714" w:type="pct"/>
            <w:shd w:val="clear" w:color="auto" w:fill="auto"/>
          </w:tcPr>
          <w:p w:rsidR="001F401D" w:rsidRPr="00CC190A" w:rsidRDefault="001F401D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CC190A" w:rsidRDefault="001F401D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CC190A" w:rsidRDefault="001F401D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CC190A" w:rsidRDefault="001F401D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CC190A" w:rsidRDefault="001F401D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CC190A" w:rsidRDefault="001F401D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auto"/>
          </w:tcPr>
          <w:p w:rsidR="001F401D" w:rsidRPr="00CC190A" w:rsidRDefault="001F401D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an opinion piece from a thought leader in your niche.</w:t>
            </w: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1F401D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Offer a challenge:</w:t>
            </w:r>
            <w:r>
              <w:rPr>
                <w:sz w:val="14"/>
                <w:szCs w:val="14"/>
              </w:rPr>
              <w:t xml:space="preserve"> </w:t>
            </w:r>
            <w:r w:rsidRPr="001F401D">
              <w:rPr>
                <w:sz w:val="14"/>
                <w:szCs w:val="14"/>
              </w:rPr>
              <w:t xml:space="preserve">Write 5 new ____. </w:t>
            </w:r>
            <w:r>
              <w:rPr>
                <w:sz w:val="14"/>
                <w:szCs w:val="14"/>
              </w:rPr>
              <w:t>P</w:t>
            </w:r>
            <w:r w:rsidRPr="001F401D">
              <w:rPr>
                <w:sz w:val="14"/>
                <w:szCs w:val="14"/>
              </w:rPr>
              <w:t>ost each day for accountability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an inspiring YouTube video</w:t>
            </w:r>
            <w:r>
              <w:rPr>
                <w:sz w:val="14"/>
                <w:szCs w:val="14"/>
              </w:rPr>
              <w:t>. Mention how it relates to a principle or topic and remind follows they can read more on your website. Include that link.</w:t>
            </w: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1F40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"What 3 topics do you want to know more about?"</w:t>
            </w: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1F40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Put a spin on Throwback Thursday. Ask, "What is not working for you and you wish you could just throw back?"</w:t>
            </w: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3771A4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 - Create/play a "search my site" game with followers</w:t>
            </w:r>
            <w:r>
              <w:rPr>
                <w:sz w:val="14"/>
                <w:szCs w:val="14"/>
              </w:rPr>
              <w:t>. Ask them to find something &amp; share the link in their social media timeline.</w:t>
            </w:r>
          </w:p>
        </w:tc>
        <w:tc>
          <w:tcPr>
            <w:tcW w:w="715" w:type="pct"/>
            <w:shd w:val="clear" w:color="auto" w:fill="auto"/>
          </w:tcPr>
          <w:p w:rsidR="001F401D" w:rsidRPr="0055265D" w:rsidRDefault="001F401D" w:rsidP="0083499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Spotlight one of your "go-to" people</w:t>
            </w:r>
            <w:r w:rsidRPr="00834996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This may be a JV partner, peer, or mentor.</w:t>
            </w:r>
          </w:p>
        </w:tc>
      </w:tr>
      <w:tr w:rsidR="001F401D" w:rsidRPr="00CC190A" w:rsidTr="00CC190A">
        <w:trPr>
          <w:trHeight w:val="332"/>
        </w:trPr>
        <w:tc>
          <w:tcPr>
            <w:tcW w:w="714" w:type="pct"/>
            <w:shd w:val="clear" w:color="auto" w:fill="F7F7F7"/>
          </w:tcPr>
          <w:p w:rsidR="001F401D" w:rsidRPr="00CC190A" w:rsidRDefault="001F401D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1F401D" w:rsidRPr="00CC190A" w:rsidRDefault="001F401D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3571" w:type="pct"/>
            <w:gridSpan w:val="5"/>
            <w:vMerge w:val="restart"/>
            <w:shd w:val="clear" w:color="auto" w:fill="F7F7F7"/>
          </w:tcPr>
          <w:p w:rsidR="001F401D" w:rsidRPr="00CC190A" w:rsidRDefault="001F401D" w:rsidP="009C304D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>More Ideas:</w:t>
            </w: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 list of your other social accounts so people can follow you in multiple places (YouTube, Twitter, FB, Google+, LinkedIn, Quora, etc.)</w:t>
            </w:r>
          </w:p>
        </w:tc>
        <w:tc>
          <w:tcPr>
            <w:tcW w:w="714" w:type="pct"/>
            <w:shd w:val="clear" w:color="auto" w:fill="F7F7F7"/>
          </w:tcPr>
          <w:p w:rsidR="001F401D" w:rsidRPr="0055265D" w:rsidRDefault="001F401D" w:rsidP="00AC7D5A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Update an archived post. Share it along with why you chose to update it (new data, new experience, etc.)</w:t>
            </w:r>
          </w:p>
        </w:tc>
        <w:tc>
          <w:tcPr>
            <w:tcW w:w="3571" w:type="pct"/>
            <w:gridSpan w:val="5"/>
            <w:vMerge/>
            <w:shd w:val="clear" w:color="auto" w:fill="F7F7F7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</w:p>
        </w:tc>
      </w:tr>
    </w:tbl>
    <w:p w:rsidR="00E207E8" w:rsidRDefault="00E207E8">
      <w:pPr>
        <w:spacing w:before="0" w:after="0"/>
        <w:rPr>
          <w:b/>
          <w:sz w:val="14"/>
          <w:szCs w:val="14"/>
        </w:rPr>
      </w:pPr>
      <w:r>
        <w:rPr>
          <w:b/>
          <w:sz w:val="14"/>
          <w:szCs w:val="14"/>
        </w:rPr>
        <w:br w:type="page"/>
      </w:r>
    </w:p>
    <w:p w:rsidR="0064577A" w:rsidRPr="00E207E8" w:rsidRDefault="0064577A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55265D" w:rsidTr="0055265D">
        <w:trPr>
          <w:trHeight w:hRule="exact" w:val="110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55265D" w:rsidRDefault="00FD6236" w:rsidP="00FD6236">
            <w:pPr>
              <w:pStyle w:val="Month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                  </w:t>
            </w:r>
            <w:r w:rsidR="00026CCC">
              <w:rPr>
                <w:sz w:val="72"/>
                <w:szCs w:val="72"/>
              </w:rPr>
              <w:t>May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55265D" w:rsidRDefault="0064577A" w:rsidP="00FD6236">
            <w:pPr>
              <w:pStyle w:val="Year"/>
              <w:jc w:val="left"/>
              <w:rPr>
                <w:sz w:val="52"/>
                <w:szCs w:val="52"/>
              </w:rPr>
            </w:pPr>
          </w:p>
        </w:tc>
      </w:tr>
      <w:tr w:rsidR="0064577A" w:rsidRPr="0055265D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1F401D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55265D" w:rsidTr="00CC190A">
        <w:trPr>
          <w:trHeight w:val="341"/>
        </w:trPr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pStyle w:val="Dates"/>
              <w:rPr>
                <w:sz w:val="14"/>
                <w:szCs w:val="14"/>
              </w:rPr>
            </w:pP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IF </w:instrText>
            </w: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DocVariable MonthStart \@ dddd </w:instrText>
            </w:r>
            <w:r w:rsidRPr="0055265D">
              <w:rPr>
                <w:sz w:val="14"/>
                <w:szCs w:val="14"/>
              </w:rPr>
              <w:fldChar w:fldCharType="separate"/>
            </w:r>
            <w:r w:rsidR="00BA18CD">
              <w:rPr>
                <w:sz w:val="14"/>
                <w:szCs w:val="14"/>
              </w:rPr>
              <w:instrText>Wednesday</w:instrText>
            </w:r>
            <w:r w:rsidRPr="0055265D">
              <w:rPr>
                <w:sz w:val="14"/>
                <w:szCs w:val="14"/>
              </w:rPr>
              <w:fldChar w:fldCharType="end"/>
            </w:r>
            <w:r w:rsidRPr="0055265D">
              <w:rPr>
                <w:sz w:val="14"/>
                <w:szCs w:val="14"/>
              </w:rPr>
              <w:instrText xml:space="preserve"> = "Sunday" 1 ""</w:instrText>
            </w:r>
            <w:r w:rsidRPr="0055265D">
              <w:rPr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pStyle w:val="Dates"/>
              <w:rPr>
                <w:sz w:val="14"/>
                <w:szCs w:val="14"/>
              </w:rPr>
            </w:pP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IF </w:instrText>
            </w: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DocVariable MonthStart \@ dddd </w:instrText>
            </w:r>
            <w:r w:rsidRPr="0055265D">
              <w:rPr>
                <w:sz w:val="14"/>
                <w:szCs w:val="14"/>
              </w:rPr>
              <w:fldChar w:fldCharType="separate"/>
            </w:r>
            <w:r w:rsidR="00BA18CD">
              <w:rPr>
                <w:sz w:val="14"/>
                <w:szCs w:val="14"/>
              </w:rPr>
              <w:instrText>Wednesday</w:instrText>
            </w:r>
            <w:r w:rsidRPr="0055265D">
              <w:rPr>
                <w:sz w:val="14"/>
                <w:szCs w:val="14"/>
              </w:rPr>
              <w:fldChar w:fldCharType="end"/>
            </w:r>
            <w:r w:rsidRPr="0055265D">
              <w:rPr>
                <w:sz w:val="14"/>
                <w:szCs w:val="14"/>
              </w:rPr>
              <w:instrText xml:space="preserve"> = "Monday" 1 </w:instrText>
            </w: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IF </w:instrText>
            </w: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=A2 </w:instrText>
            </w:r>
            <w:r w:rsidRPr="0055265D">
              <w:rPr>
                <w:sz w:val="14"/>
                <w:szCs w:val="14"/>
              </w:rPr>
              <w:fldChar w:fldCharType="separate"/>
            </w:r>
            <w:r w:rsidR="00BA18CD">
              <w:rPr>
                <w:noProof/>
                <w:sz w:val="14"/>
                <w:szCs w:val="14"/>
              </w:rPr>
              <w:instrText>0</w:instrText>
            </w:r>
            <w:r w:rsidRPr="0055265D">
              <w:rPr>
                <w:sz w:val="14"/>
                <w:szCs w:val="14"/>
              </w:rPr>
              <w:fldChar w:fldCharType="end"/>
            </w:r>
            <w:r w:rsidRPr="0055265D">
              <w:rPr>
                <w:sz w:val="14"/>
                <w:szCs w:val="14"/>
              </w:rPr>
              <w:instrText xml:space="preserve"> &lt;&gt; 0 </w:instrText>
            </w: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=A2+1 </w:instrText>
            </w:r>
            <w:r w:rsidRPr="0055265D">
              <w:rPr>
                <w:sz w:val="14"/>
                <w:szCs w:val="14"/>
              </w:rPr>
              <w:fldChar w:fldCharType="separate"/>
            </w:r>
            <w:r w:rsidRPr="0055265D">
              <w:rPr>
                <w:noProof/>
                <w:sz w:val="14"/>
                <w:szCs w:val="14"/>
              </w:rPr>
              <w:instrText>2</w:instrText>
            </w:r>
            <w:r w:rsidRPr="0055265D">
              <w:rPr>
                <w:sz w:val="14"/>
                <w:szCs w:val="14"/>
              </w:rPr>
              <w:fldChar w:fldCharType="end"/>
            </w:r>
            <w:r w:rsidRPr="0055265D">
              <w:rPr>
                <w:sz w:val="14"/>
                <w:szCs w:val="14"/>
              </w:rPr>
              <w:instrText xml:space="preserve"> "" </w:instrText>
            </w:r>
            <w:r w:rsidRPr="0055265D">
              <w:rPr>
                <w:sz w:val="14"/>
                <w:szCs w:val="14"/>
              </w:rPr>
              <w:fldChar w:fldCharType="end"/>
            </w:r>
            <w:r w:rsidRPr="0055265D">
              <w:rPr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pStyle w:val="Dates"/>
              <w:rPr>
                <w:sz w:val="14"/>
                <w:szCs w:val="14"/>
              </w:rPr>
            </w:pP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IF </w:instrText>
            </w: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DocVariable MonthStart \@ dddd </w:instrText>
            </w:r>
            <w:r w:rsidRPr="0055265D">
              <w:rPr>
                <w:sz w:val="14"/>
                <w:szCs w:val="14"/>
              </w:rPr>
              <w:fldChar w:fldCharType="separate"/>
            </w:r>
            <w:r w:rsidR="00BA18CD">
              <w:rPr>
                <w:sz w:val="14"/>
                <w:szCs w:val="14"/>
              </w:rPr>
              <w:instrText>Wednesday</w:instrText>
            </w:r>
            <w:r w:rsidRPr="0055265D">
              <w:rPr>
                <w:sz w:val="14"/>
                <w:szCs w:val="14"/>
              </w:rPr>
              <w:fldChar w:fldCharType="end"/>
            </w:r>
            <w:r w:rsidRPr="0055265D">
              <w:rPr>
                <w:sz w:val="14"/>
                <w:szCs w:val="14"/>
              </w:rPr>
              <w:instrText xml:space="preserve"> = "Tuesday" 1 </w:instrText>
            </w: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IF </w:instrText>
            </w: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=B2 </w:instrText>
            </w:r>
            <w:r w:rsidRPr="0055265D">
              <w:rPr>
                <w:sz w:val="14"/>
                <w:szCs w:val="14"/>
              </w:rPr>
              <w:fldChar w:fldCharType="separate"/>
            </w:r>
            <w:r w:rsidR="00BA18CD">
              <w:rPr>
                <w:noProof/>
                <w:sz w:val="14"/>
                <w:szCs w:val="14"/>
              </w:rPr>
              <w:instrText>0</w:instrText>
            </w:r>
            <w:r w:rsidRPr="0055265D">
              <w:rPr>
                <w:sz w:val="14"/>
                <w:szCs w:val="14"/>
              </w:rPr>
              <w:fldChar w:fldCharType="end"/>
            </w:r>
            <w:r w:rsidRPr="0055265D">
              <w:rPr>
                <w:sz w:val="14"/>
                <w:szCs w:val="14"/>
              </w:rPr>
              <w:instrText xml:space="preserve"> &lt;&gt; 0 </w:instrText>
            </w:r>
            <w:r w:rsidRPr="0055265D">
              <w:rPr>
                <w:sz w:val="14"/>
                <w:szCs w:val="14"/>
              </w:rPr>
              <w:fldChar w:fldCharType="begin"/>
            </w:r>
            <w:r w:rsidRPr="0055265D">
              <w:rPr>
                <w:sz w:val="14"/>
                <w:szCs w:val="14"/>
              </w:rPr>
              <w:instrText xml:space="preserve"> =B2+1 </w:instrText>
            </w:r>
            <w:r w:rsidRPr="0055265D">
              <w:rPr>
                <w:sz w:val="14"/>
                <w:szCs w:val="14"/>
              </w:rPr>
              <w:fldChar w:fldCharType="separate"/>
            </w:r>
            <w:r w:rsidRPr="0055265D">
              <w:rPr>
                <w:noProof/>
                <w:sz w:val="14"/>
                <w:szCs w:val="14"/>
              </w:rPr>
              <w:instrText>2</w:instrText>
            </w:r>
            <w:r w:rsidRPr="0055265D">
              <w:rPr>
                <w:sz w:val="14"/>
                <w:szCs w:val="14"/>
              </w:rPr>
              <w:fldChar w:fldCharType="end"/>
            </w:r>
            <w:r w:rsidRPr="0055265D">
              <w:rPr>
                <w:sz w:val="14"/>
                <w:szCs w:val="14"/>
              </w:rPr>
              <w:instrText xml:space="preserve"> "" </w:instrText>
            </w:r>
            <w:r w:rsidRPr="0055265D">
              <w:rPr>
                <w:sz w:val="14"/>
                <w:szCs w:val="14"/>
              </w:rPr>
              <w:fldChar w:fldCharType="end"/>
            </w:r>
            <w:r w:rsidRPr="0055265D">
              <w:rPr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pStyle w:val="Dates"/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pStyle w:val="Dates"/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pStyle w:val="Dates"/>
              <w:rPr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55265D" w:rsidRDefault="0064577A" w:rsidP="00E83892">
            <w:pPr>
              <w:pStyle w:val="Dates"/>
              <w:rPr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CC190A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Give a “sneak peek” of an upcoming product/service.</w:t>
            </w:r>
            <w:r w:rsidR="00CC190A">
              <w:rPr>
                <w:sz w:val="14"/>
                <w:szCs w:val="14"/>
              </w:rPr>
              <w:t xml:space="preserve"> Create a limited-time "invite only" group to help you fine-tune &amp; finalize the item.</w:t>
            </w: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E42D7A">
            <w:pPr>
              <w:rPr>
                <w:sz w:val="14"/>
                <w:szCs w:val="14"/>
              </w:rPr>
            </w:pPr>
            <w:r w:rsidRPr="00E42D7A">
              <w:rPr>
                <w:sz w:val="14"/>
                <w:szCs w:val="14"/>
              </w:rPr>
              <w:t xml:space="preserve">Create a how-to guide and give it away on </w:t>
            </w:r>
            <w:r>
              <w:rPr>
                <w:sz w:val="14"/>
                <w:szCs w:val="14"/>
              </w:rPr>
              <w:t>Facebook</w:t>
            </w:r>
            <w:r w:rsidRPr="00E42D7A"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recent statistics from the industry. Create an infographic to share on various sites as well as your blog. 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favorite podcast you listen to. (or an upcoming podcast or webinar you’ll be attending)</w:t>
            </w:r>
          </w:p>
        </w:tc>
        <w:tc>
          <w:tcPr>
            <w:tcW w:w="716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Spotlight a customer, affiliate, team member, or JV partner.</w:t>
            </w:r>
          </w:p>
        </w:tc>
      </w:tr>
      <w:tr w:rsidR="001F401D" w:rsidRPr="00CC190A" w:rsidTr="00CC190A">
        <w:trPr>
          <w:trHeight w:val="332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  <w:r w:rsidRPr="001F2227">
              <w:rPr>
                <w:sz w:val="14"/>
                <w:szCs w:val="14"/>
              </w:rPr>
              <w:t>Join a new topic related Facebook group.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Offer a coupon specifically for a set of followers (only twitter or only those who see your coupon image on Pinterest)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CC190A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 xml:space="preserve">Ask a </w:t>
            </w:r>
            <w:r w:rsidR="00CC190A">
              <w:rPr>
                <w:sz w:val="14"/>
                <w:szCs w:val="14"/>
              </w:rPr>
              <w:t xml:space="preserve">holiday or seasonal </w:t>
            </w:r>
            <w:r w:rsidRPr="00B4444F">
              <w:rPr>
                <w:sz w:val="14"/>
                <w:szCs w:val="14"/>
              </w:rPr>
              <w:t xml:space="preserve">question. </w:t>
            </w:r>
            <w:r w:rsidR="00CC190A">
              <w:rPr>
                <w:sz w:val="14"/>
                <w:szCs w:val="14"/>
              </w:rPr>
              <w:t>"</w:t>
            </w:r>
            <w:r w:rsidRPr="00B4444F">
              <w:rPr>
                <w:sz w:val="14"/>
                <w:szCs w:val="14"/>
              </w:rPr>
              <w:t xml:space="preserve">What </w:t>
            </w:r>
            <w:r w:rsidR="00CC190A">
              <w:rPr>
                <w:sz w:val="14"/>
                <w:szCs w:val="14"/>
              </w:rPr>
              <w:t>is/was the best/worst part of</w:t>
            </w:r>
            <w:r w:rsidR="00FD6236">
              <w:rPr>
                <w:sz w:val="14"/>
                <w:szCs w:val="14"/>
              </w:rPr>
              <w:t xml:space="preserve"> </w:t>
            </w:r>
            <w:r w:rsidR="00CC190A">
              <w:rPr>
                <w:sz w:val="14"/>
                <w:szCs w:val="14"/>
              </w:rPr>
              <w:t>(insert holiday or season)</w:t>
            </w:r>
            <w:r w:rsidRPr="00B4444F">
              <w:rPr>
                <w:sz w:val="14"/>
                <w:szCs w:val="14"/>
              </w:rPr>
              <w:t>?</w:t>
            </w:r>
            <w:r w:rsidR="00CC190A">
              <w:rPr>
                <w:sz w:val="14"/>
                <w:szCs w:val="14"/>
              </w:rPr>
              <w:t>" Relate it to a niche specific topic/problem.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</w:t>
            </w:r>
            <w:r w:rsidRPr="00B4444F">
              <w:rPr>
                <w:sz w:val="14"/>
                <w:szCs w:val="14"/>
              </w:rPr>
              <w:t xml:space="preserve">ost </w:t>
            </w:r>
            <w:r>
              <w:rPr>
                <w:sz w:val="14"/>
                <w:szCs w:val="14"/>
              </w:rPr>
              <w:t>an evergreen piece</w:t>
            </w:r>
            <w:r w:rsidRPr="00B4444F">
              <w:rPr>
                <w:sz w:val="14"/>
                <w:szCs w:val="14"/>
              </w:rPr>
              <w:t xml:space="preserve"> from your archives</w:t>
            </w:r>
            <w:r>
              <w:rPr>
                <w:sz w:val="14"/>
                <w:szCs w:val="14"/>
              </w:rPr>
              <w:t xml:space="preserve"> (link to a blog post, something you’ve tweeted or shared before, etc.)</w:t>
            </w:r>
          </w:p>
        </w:tc>
        <w:tc>
          <w:tcPr>
            <w:tcW w:w="714" w:type="pct"/>
            <w:shd w:val="clear" w:color="auto" w:fill="F7F7F7"/>
          </w:tcPr>
          <w:p w:rsidR="001F401D" w:rsidRDefault="001F401D" w:rsidP="00FD6236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Create a “Top 5” post</w:t>
            </w:r>
            <w:r>
              <w:rPr>
                <w:sz w:val="14"/>
                <w:szCs w:val="14"/>
              </w:rPr>
              <w:t>.</w:t>
            </w:r>
          </w:p>
          <w:p w:rsidR="001F401D" w:rsidRPr="00076A01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Creative ways to…</w:t>
            </w:r>
          </w:p>
        </w:tc>
        <w:tc>
          <w:tcPr>
            <w:tcW w:w="714" w:type="pct"/>
            <w:shd w:val="clear" w:color="auto" w:fill="F7F7F7"/>
          </w:tcPr>
          <w:p w:rsidR="001F401D" w:rsidRDefault="001F401D" w:rsidP="00FD6236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Fun Friday: share something funny</w:t>
            </w:r>
            <w:r>
              <w:rPr>
                <w:sz w:val="14"/>
                <w:szCs w:val="14"/>
              </w:rPr>
              <w:t xml:space="preserve"> (a meme, comic strip, etc.) </w:t>
            </w:r>
          </w:p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 this regularly and create a hashtag for it.</w:t>
            </w:r>
          </w:p>
        </w:tc>
        <w:tc>
          <w:tcPr>
            <w:tcW w:w="716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 xml:space="preserve">Share a behind-the-scenes image on Pinterest &amp; </w:t>
            </w:r>
            <w:r>
              <w:rPr>
                <w:sz w:val="14"/>
                <w:szCs w:val="14"/>
              </w:rPr>
              <w:t>I</w:t>
            </w:r>
            <w:r w:rsidRPr="00B4444F">
              <w:rPr>
                <w:sz w:val="14"/>
                <w:szCs w:val="14"/>
              </w:rPr>
              <w:t>nstagram. Tweet about it. (your weekly planner or ?)</w:t>
            </w:r>
          </w:p>
        </w:tc>
      </w:tr>
      <w:tr w:rsidR="0064577A" w:rsidRPr="00CC190A" w:rsidTr="00CC190A">
        <w:trPr>
          <w:trHeight w:val="350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to share their favorite…. (Tip, quote, piece of advice, etc.)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Give a “sneak peek” of an upcoming product/service.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 a poll related to your industry or company to show followers you value their opinions. 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an encouraging or empowering quote. …and tell what it means to you. 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some breaking news about your industry or something that impacts it. 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Link to something you’ve posted on your blog. </w:t>
            </w:r>
          </w:p>
        </w:tc>
        <w:tc>
          <w:tcPr>
            <w:tcW w:w="716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list of groups that may be beneficial to your followers. (Facebook, LinkedIn, Google+, etc.)</w:t>
            </w:r>
          </w:p>
        </w:tc>
      </w:tr>
      <w:tr w:rsidR="001F401D" w:rsidRPr="00CC190A" w:rsidTr="00CC190A">
        <w:trPr>
          <w:trHeight w:val="341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an opinion piece from a thought leader in your niche. 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Have your followers fill in the blanks; “If I had ___ I would ____.”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Review a tool or service related to your niche. Or create a comparison post. 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Thank your customers &amp; followers. Or someone who shared a recent testimonial. 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Create a ‘myth busting’ post about something that your niche faces. </w:t>
            </w:r>
          </w:p>
        </w:tc>
        <w:tc>
          <w:tcPr>
            <w:tcW w:w="714" w:type="pct"/>
            <w:shd w:val="clear" w:color="auto" w:fill="F7F7F7"/>
          </w:tcPr>
          <w:p w:rsidR="001F401D" w:rsidRPr="0055265D" w:rsidRDefault="001F401D" w:rsidP="00E207E8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 - Share a funny fall image. Ask readers to share their own.</w:t>
            </w:r>
          </w:p>
        </w:tc>
        <w:tc>
          <w:tcPr>
            <w:tcW w:w="716" w:type="pct"/>
            <w:shd w:val="clear" w:color="auto" w:fill="F7F7F7"/>
          </w:tcPr>
          <w:p w:rsidR="001F401D" w:rsidRPr="0055265D" w:rsidRDefault="001F401D" w:rsidP="0083499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Spotlight one of your </w:t>
            </w:r>
            <w:r w:rsidRPr="00834996">
              <w:rPr>
                <w:sz w:val="14"/>
                <w:szCs w:val="14"/>
              </w:rPr>
              <w:t>affiliate</w:t>
            </w:r>
            <w:r>
              <w:rPr>
                <w:sz w:val="14"/>
                <w:szCs w:val="14"/>
              </w:rPr>
              <w:t>s</w:t>
            </w:r>
            <w:r w:rsidRPr="00834996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Explain what makes the person standout.</w:t>
            </w:r>
          </w:p>
        </w:tc>
      </w:tr>
      <w:tr w:rsidR="0064577A" w:rsidRPr="00CC190A" w:rsidTr="00CC190A">
        <w:trPr>
          <w:trHeight w:val="332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8B1C74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=D10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=D10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=D10+1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28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Celebrate a company milestone. Did you recently meet a goal? Business anniversary, etc. 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Link to /share news about a new post on your blog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</w:t>
            </w:r>
            <w:r w:rsidRPr="001F401D">
              <w:rPr>
                <w:sz w:val="14"/>
                <w:szCs w:val="14"/>
              </w:rPr>
              <w:t>What strategy has worked best for you when it comes to ___</w:t>
            </w:r>
            <w:r>
              <w:rPr>
                <w:sz w:val="14"/>
                <w:szCs w:val="14"/>
              </w:rPr>
              <w:t>."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Feature a niche keyword on an image with a definition or quote. Link to a post or site category where readers can learn more. </w:t>
            </w: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</w:p>
        </w:tc>
      </w:tr>
      <w:tr w:rsidR="009C304D" w:rsidRPr="0055265D" w:rsidTr="00CC190A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9C304D" w:rsidRPr="0055265D" w:rsidRDefault="0067797B" w:rsidP="009C304D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55265D">
              <w:rPr>
                <w:b/>
                <w:sz w:val="14"/>
                <w:szCs w:val="14"/>
              </w:rPr>
              <w:t xml:space="preserve">More Ideas: </w:t>
            </w:r>
            <w:r w:rsidR="009C304D" w:rsidRPr="0055265D">
              <w:rPr>
                <w:b/>
                <w:sz w:val="14"/>
                <w:szCs w:val="14"/>
              </w:rPr>
              <w:fldChar w:fldCharType="begin"/>
            </w:r>
            <w:r w:rsidR="009C304D" w:rsidRPr="0055265D">
              <w:rPr>
                <w:b/>
                <w:sz w:val="14"/>
                <w:szCs w:val="14"/>
              </w:rPr>
              <w:instrText xml:space="preserve">IF </w:instrText>
            </w:r>
            <w:r w:rsidR="009C304D" w:rsidRPr="0055265D">
              <w:rPr>
                <w:b/>
                <w:sz w:val="14"/>
                <w:szCs w:val="14"/>
              </w:rPr>
              <w:fldChar w:fldCharType="begin"/>
            </w:r>
            <w:r w:rsidR="009C304D" w:rsidRPr="0055265D">
              <w:rPr>
                <w:b/>
                <w:sz w:val="14"/>
                <w:szCs w:val="14"/>
              </w:rPr>
              <w:instrText xml:space="preserve"> =A12</w:instrText>
            </w:r>
            <w:r w:rsidR="009C304D" w:rsidRPr="0055265D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="009C304D" w:rsidRPr="0055265D">
              <w:rPr>
                <w:b/>
                <w:sz w:val="14"/>
                <w:szCs w:val="14"/>
              </w:rPr>
              <w:fldChar w:fldCharType="end"/>
            </w:r>
            <w:r w:rsidR="009C304D" w:rsidRPr="0055265D">
              <w:rPr>
                <w:b/>
                <w:sz w:val="14"/>
                <w:szCs w:val="14"/>
              </w:rPr>
              <w:instrText xml:space="preserve"> = 0,"" </w:instrText>
            </w:r>
            <w:r w:rsidR="009C304D" w:rsidRPr="0055265D">
              <w:rPr>
                <w:b/>
                <w:sz w:val="14"/>
                <w:szCs w:val="14"/>
              </w:rPr>
              <w:fldChar w:fldCharType="begin"/>
            </w:r>
            <w:r w:rsidR="009C304D" w:rsidRPr="0055265D">
              <w:rPr>
                <w:b/>
                <w:sz w:val="14"/>
                <w:szCs w:val="14"/>
              </w:rPr>
              <w:instrText xml:space="preserve"> IF </w:instrText>
            </w:r>
            <w:r w:rsidR="009C304D" w:rsidRPr="0055265D">
              <w:rPr>
                <w:b/>
                <w:sz w:val="14"/>
                <w:szCs w:val="14"/>
              </w:rPr>
              <w:fldChar w:fldCharType="begin"/>
            </w:r>
            <w:r w:rsidR="009C304D" w:rsidRPr="0055265D">
              <w:rPr>
                <w:b/>
                <w:sz w:val="14"/>
                <w:szCs w:val="14"/>
              </w:rPr>
              <w:instrText xml:space="preserve"> =A12 </w:instrText>
            </w:r>
            <w:r w:rsidR="009C304D" w:rsidRPr="0055265D">
              <w:rPr>
                <w:b/>
                <w:sz w:val="14"/>
                <w:szCs w:val="14"/>
              </w:rPr>
              <w:fldChar w:fldCharType="separate"/>
            </w:r>
            <w:r w:rsidR="009C304D" w:rsidRPr="0055265D">
              <w:rPr>
                <w:b/>
                <w:noProof/>
                <w:sz w:val="14"/>
                <w:szCs w:val="14"/>
              </w:rPr>
              <w:instrText>31</w:instrText>
            </w:r>
            <w:r w:rsidR="009C304D" w:rsidRPr="0055265D">
              <w:rPr>
                <w:b/>
                <w:sz w:val="14"/>
                <w:szCs w:val="14"/>
              </w:rPr>
              <w:fldChar w:fldCharType="end"/>
            </w:r>
            <w:r w:rsidR="009C304D" w:rsidRPr="0055265D">
              <w:rPr>
                <w:b/>
                <w:sz w:val="14"/>
                <w:szCs w:val="14"/>
              </w:rPr>
              <w:instrText xml:space="preserve">  &lt; </w:instrText>
            </w:r>
            <w:r w:rsidR="009C304D" w:rsidRPr="0055265D">
              <w:rPr>
                <w:b/>
                <w:sz w:val="14"/>
                <w:szCs w:val="14"/>
              </w:rPr>
              <w:fldChar w:fldCharType="begin"/>
            </w:r>
            <w:r w:rsidR="009C304D" w:rsidRPr="0055265D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9C304D" w:rsidRPr="0055265D">
              <w:rPr>
                <w:b/>
                <w:sz w:val="14"/>
                <w:szCs w:val="14"/>
              </w:rPr>
              <w:fldChar w:fldCharType="separate"/>
            </w:r>
            <w:r w:rsidR="009C304D" w:rsidRPr="0055265D">
              <w:rPr>
                <w:b/>
                <w:sz w:val="14"/>
                <w:szCs w:val="14"/>
              </w:rPr>
              <w:instrText>31</w:instrText>
            </w:r>
            <w:r w:rsidR="009C304D" w:rsidRPr="0055265D">
              <w:rPr>
                <w:b/>
                <w:sz w:val="14"/>
                <w:szCs w:val="14"/>
              </w:rPr>
              <w:fldChar w:fldCharType="end"/>
            </w:r>
            <w:r w:rsidR="009C304D" w:rsidRPr="0055265D">
              <w:rPr>
                <w:b/>
                <w:sz w:val="14"/>
                <w:szCs w:val="14"/>
              </w:rPr>
              <w:instrText xml:space="preserve">  </w:instrText>
            </w:r>
            <w:r w:rsidR="009C304D" w:rsidRPr="0055265D">
              <w:rPr>
                <w:b/>
                <w:sz w:val="14"/>
                <w:szCs w:val="14"/>
              </w:rPr>
              <w:fldChar w:fldCharType="begin"/>
            </w:r>
            <w:r w:rsidR="009C304D" w:rsidRPr="0055265D">
              <w:rPr>
                <w:b/>
                <w:sz w:val="14"/>
                <w:szCs w:val="14"/>
              </w:rPr>
              <w:instrText xml:space="preserve"> =A12+1 </w:instrText>
            </w:r>
            <w:r w:rsidR="009C304D" w:rsidRPr="0055265D">
              <w:rPr>
                <w:b/>
                <w:sz w:val="14"/>
                <w:szCs w:val="14"/>
              </w:rPr>
              <w:fldChar w:fldCharType="separate"/>
            </w:r>
            <w:r w:rsidR="009C304D" w:rsidRPr="0055265D">
              <w:rPr>
                <w:b/>
                <w:noProof/>
                <w:sz w:val="14"/>
                <w:szCs w:val="14"/>
              </w:rPr>
              <w:instrText>31</w:instrText>
            </w:r>
            <w:r w:rsidR="009C304D" w:rsidRPr="0055265D">
              <w:rPr>
                <w:b/>
                <w:sz w:val="14"/>
                <w:szCs w:val="14"/>
              </w:rPr>
              <w:fldChar w:fldCharType="end"/>
            </w:r>
            <w:r w:rsidR="009C304D" w:rsidRPr="0055265D">
              <w:rPr>
                <w:b/>
                <w:sz w:val="14"/>
                <w:szCs w:val="14"/>
              </w:rPr>
              <w:instrText xml:space="preserve"> "" </w:instrText>
            </w:r>
            <w:r w:rsidR="009C304D" w:rsidRPr="0055265D">
              <w:rPr>
                <w:b/>
                <w:sz w:val="14"/>
                <w:szCs w:val="14"/>
              </w:rPr>
              <w:fldChar w:fldCharType="end"/>
            </w:r>
            <w:r w:rsidR="009C304D" w:rsidRPr="0055265D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E207E8" w:rsidRDefault="00E207E8">
      <w:pPr>
        <w:spacing w:before="0" w:after="0"/>
        <w:rPr>
          <w:b/>
          <w:sz w:val="14"/>
          <w:szCs w:val="14"/>
        </w:rPr>
      </w:pPr>
      <w:r>
        <w:rPr>
          <w:b/>
          <w:sz w:val="14"/>
          <w:szCs w:val="14"/>
        </w:rPr>
        <w:br w:type="page"/>
      </w:r>
    </w:p>
    <w:p w:rsidR="00E207E8" w:rsidRPr="00E207E8" w:rsidRDefault="00E207E8" w:rsidP="00E207E8">
      <w:pPr>
        <w:spacing w:before="0" w:after="0"/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55265D" w:rsidTr="0055265D">
        <w:trPr>
          <w:trHeight w:hRule="exact" w:val="110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B45112" w:rsidRDefault="00B45112" w:rsidP="00B45112">
            <w:pPr>
              <w:pStyle w:val="Month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             </w:t>
            </w:r>
            <w:r w:rsidR="00026CCC">
              <w:rPr>
                <w:sz w:val="72"/>
                <w:szCs w:val="72"/>
              </w:rPr>
              <w:t>June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55265D" w:rsidRDefault="0064577A" w:rsidP="00B45112">
            <w:pPr>
              <w:pStyle w:val="Year"/>
              <w:jc w:val="center"/>
              <w:rPr>
                <w:sz w:val="40"/>
                <w:szCs w:val="40"/>
              </w:rPr>
            </w:pPr>
          </w:p>
        </w:tc>
      </w:tr>
      <w:tr w:rsidR="0064577A" w:rsidRPr="0055265D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64577A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CC190A">
        <w:trPr>
          <w:trHeight w:val="287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B800EA">
            <w:pPr>
              <w:pStyle w:val="Dates"/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buzz about your upcoming website post. Share the link to your newsletter sign-up page.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to recommend and share your site or products.</w:t>
            </w:r>
          </w:p>
        </w:tc>
        <w:tc>
          <w:tcPr>
            <w:tcW w:w="716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 an image or video of you and your product. Ask buyers to share their images as they use your items.</w:t>
            </w:r>
          </w:p>
        </w:tc>
      </w:tr>
      <w:tr w:rsidR="0064577A" w:rsidRPr="00CC190A" w:rsidTr="00CC190A">
        <w:trPr>
          <w:trHeight w:val="296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On LinkedIn, publish an original piece of content.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or comment about a business in the news, which also shares your business ethics or your readers' concerns.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what you are working on. This creates anticipation for interested readers.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book that gave you a deeper understanding of a complex concept. Review it on your site, and link to it.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how-to guide and give it away on Twitter.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6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</w:tr>
      <w:tr w:rsidR="0064577A" w:rsidRPr="00CC190A" w:rsidTr="00CC190A">
        <w:trPr>
          <w:trHeight w:val="305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a weird, random question like, "what came first - the chicken or the egg?"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popular trend related to your niche. Ask readers how they feel about the trend - agree or disagree.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and share a "Top 5 Must-have Tools List" for a niche related problem.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</w:t>
            </w:r>
            <w:r>
              <w:rPr>
                <w:sz w:val="14"/>
                <w:szCs w:val="14"/>
              </w:rPr>
              <w:t xml:space="preserve"> or </w:t>
            </w:r>
            <w:r w:rsidRPr="00834996">
              <w:rPr>
                <w:sz w:val="14"/>
                <w:szCs w:val="14"/>
              </w:rPr>
              <w:t xml:space="preserve">define a niche related word or </w:t>
            </w:r>
            <w:r>
              <w:rPr>
                <w:sz w:val="14"/>
                <w:szCs w:val="14"/>
              </w:rPr>
              <w:t>phrase</w:t>
            </w:r>
            <w:r w:rsidRPr="00834996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Pair the word/phrase with an image to make it memorable.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Start a debate on a controversial topic. Ask readers to present their rational/reasons. 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how they wind down after a long or trying day.</w:t>
            </w:r>
          </w:p>
        </w:tc>
        <w:tc>
          <w:tcPr>
            <w:tcW w:w="716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Reference a hot conversation on a different platform (i.e. Twitter.) Start the conversation with your Facebook followers.</w:t>
            </w:r>
          </w:p>
        </w:tc>
      </w:tr>
      <w:tr w:rsidR="0064577A" w:rsidRPr="00CC190A" w:rsidTr="00CC190A">
        <w:trPr>
          <w:trHeight w:val="314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for feedback about a service you are considering offering.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why you started your business.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link to a tool or app that helps readers solve a problem.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Write a prediction post. Explain your reasoning. Ask what followers think and why.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"What is your favorite method of communication?" Add options to a simple poll or encourage longer replies.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</w:t>
            </w:r>
            <w:r>
              <w:rPr>
                <w:sz w:val="14"/>
                <w:szCs w:val="14"/>
              </w:rPr>
              <w:t xml:space="preserve"> </w:t>
            </w:r>
            <w:r w:rsidRPr="00E207E8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</w:t>
            </w:r>
            <w:r w:rsidRPr="00E207E8">
              <w:rPr>
                <w:sz w:val="14"/>
                <w:szCs w:val="14"/>
              </w:rPr>
              <w:t xml:space="preserve">Share </w:t>
            </w:r>
            <w:r>
              <w:rPr>
                <w:sz w:val="14"/>
                <w:szCs w:val="14"/>
              </w:rPr>
              <w:t>a</w:t>
            </w:r>
            <w:r w:rsidRPr="00E207E8">
              <w:rPr>
                <w:sz w:val="14"/>
                <w:szCs w:val="14"/>
              </w:rPr>
              <w:t xml:space="preserve"> funny image and </w:t>
            </w:r>
            <w:r>
              <w:rPr>
                <w:sz w:val="14"/>
                <w:szCs w:val="14"/>
              </w:rPr>
              <w:t xml:space="preserve">thought provoking, relative </w:t>
            </w:r>
            <w:r w:rsidRPr="00E207E8">
              <w:rPr>
                <w:sz w:val="14"/>
                <w:szCs w:val="14"/>
              </w:rPr>
              <w:t>quote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6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team member.</w:t>
            </w:r>
            <w:r>
              <w:rPr>
                <w:sz w:val="14"/>
                <w:szCs w:val="14"/>
              </w:rPr>
              <w:t xml:space="preserve"> Share 3 ways the person's skills or attitude benefits the reader (and you).</w:t>
            </w:r>
          </w:p>
        </w:tc>
      </w:tr>
      <w:tr w:rsidR="0064577A" w:rsidRPr="00CC190A" w:rsidTr="00CC190A">
        <w:trPr>
          <w:trHeight w:val="314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Describe an organizational issue you and your audience have. Refer them to a solution you want to try. Ask for their thoughts/opinions.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Create a timeline or case study for your niche. Use infographics, charts, etc. to give visual representation of the data.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Value followers. Ask questions like </w:t>
            </w:r>
            <w:r w:rsidRPr="001F401D">
              <w:rPr>
                <w:sz w:val="14"/>
                <w:szCs w:val="14"/>
              </w:rPr>
              <w:t>"</w:t>
            </w:r>
            <w:r>
              <w:rPr>
                <w:sz w:val="14"/>
                <w:szCs w:val="14"/>
              </w:rPr>
              <w:t xml:space="preserve">What should I </w:t>
            </w:r>
            <w:r w:rsidRPr="001F401D">
              <w:rPr>
                <w:sz w:val="14"/>
                <w:szCs w:val="14"/>
              </w:rPr>
              <w:t>name my new ___ (product, service, puppy, boat, etc.)"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 a seasonal, holiday, or special event selfie. 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"When thinking about ___, what do you do consistently and what do you wish could do better?"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 - Share 5 ways readers can have fun today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6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customer, affiliate, team member, or JV partner.</w:t>
            </w:r>
          </w:p>
        </w:tc>
      </w:tr>
      <w:tr w:rsidR="009E4FBB" w:rsidRPr="0055265D" w:rsidTr="00CC190A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9E4FBB" w:rsidRPr="0055265D" w:rsidRDefault="0067797B" w:rsidP="009E4FBB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55265D">
              <w:rPr>
                <w:b/>
                <w:sz w:val="14"/>
                <w:szCs w:val="14"/>
              </w:rPr>
              <w:t xml:space="preserve">More Ideas: </w:t>
            </w:r>
            <w:r w:rsidR="009E4FBB" w:rsidRPr="0055265D">
              <w:rPr>
                <w:b/>
                <w:sz w:val="14"/>
                <w:szCs w:val="14"/>
              </w:rPr>
              <w:fldChar w:fldCharType="begin"/>
            </w:r>
            <w:r w:rsidR="009E4FBB" w:rsidRPr="0055265D">
              <w:rPr>
                <w:b/>
                <w:sz w:val="14"/>
                <w:szCs w:val="14"/>
              </w:rPr>
              <w:instrText xml:space="preserve">IF </w:instrText>
            </w:r>
            <w:r w:rsidR="009E4FBB" w:rsidRPr="0055265D">
              <w:rPr>
                <w:b/>
                <w:sz w:val="14"/>
                <w:szCs w:val="14"/>
              </w:rPr>
              <w:fldChar w:fldCharType="begin"/>
            </w:r>
            <w:r w:rsidR="009E4FBB" w:rsidRPr="0055265D">
              <w:rPr>
                <w:b/>
                <w:sz w:val="14"/>
                <w:szCs w:val="14"/>
              </w:rPr>
              <w:instrText xml:space="preserve"> =A12</w:instrText>
            </w:r>
            <w:r w:rsidR="009E4FBB" w:rsidRPr="0055265D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="009E4FBB" w:rsidRPr="0055265D">
              <w:rPr>
                <w:b/>
                <w:sz w:val="14"/>
                <w:szCs w:val="14"/>
              </w:rPr>
              <w:fldChar w:fldCharType="end"/>
            </w:r>
            <w:r w:rsidR="009E4FBB" w:rsidRPr="0055265D">
              <w:rPr>
                <w:b/>
                <w:sz w:val="14"/>
                <w:szCs w:val="14"/>
              </w:rPr>
              <w:instrText xml:space="preserve"> = 0,"" </w:instrText>
            </w:r>
            <w:r w:rsidR="009E4FBB" w:rsidRPr="0055265D">
              <w:rPr>
                <w:b/>
                <w:sz w:val="14"/>
                <w:szCs w:val="14"/>
              </w:rPr>
              <w:fldChar w:fldCharType="begin"/>
            </w:r>
            <w:r w:rsidR="009E4FBB" w:rsidRPr="0055265D">
              <w:rPr>
                <w:b/>
                <w:sz w:val="14"/>
                <w:szCs w:val="14"/>
              </w:rPr>
              <w:instrText xml:space="preserve"> IF </w:instrText>
            </w:r>
            <w:r w:rsidR="009E4FBB" w:rsidRPr="0055265D">
              <w:rPr>
                <w:b/>
                <w:sz w:val="14"/>
                <w:szCs w:val="14"/>
              </w:rPr>
              <w:fldChar w:fldCharType="begin"/>
            </w:r>
            <w:r w:rsidR="009E4FBB" w:rsidRPr="0055265D">
              <w:rPr>
                <w:b/>
                <w:sz w:val="14"/>
                <w:szCs w:val="14"/>
              </w:rPr>
              <w:instrText xml:space="preserve"> =A12 </w:instrText>
            </w:r>
            <w:r w:rsidR="009E4FBB" w:rsidRPr="0055265D">
              <w:rPr>
                <w:b/>
                <w:sz w:val="14"/>
                <w:szCs w:val="14"/>
              </w:rPr>
              <w:fldChar w:fldCharType="separate"/>
            </w:r>
            <w:r w:rsidR="009E4FBB" w:rsidRPr="0055265D">
              <w:rPr>
                <w:b/>
                <w:noProof/>
                <w:sz w:val="14"/>
                <w:szCs w:val="14"/>
              </w:rPr>
              <w:instrText>31</w:instrText>
            </w:r>
            <w:r w:rsidR="009E4FBB" w:rsidRPr="0055265D">
              <w:rPr>
                <w:b/>
                <w:sz w:val="14"/>
                <w:szCs w:val="14"/>
              </w:rPr>
              <w:fldChar w:fldCharType="end"/>
            </w:r>
            <w:r w:rsidR="009E4FBB" w:rsidRPr="0055265D">
              <w:rPr>
                <w:b/>
                <w:sz w:val="14"/>
                <w:szCs w:val="14"/>
              </w:rPr>
              <w:instrText xml:space="preserve">  &lt; </w:instrText>
            </w:r>
            <w:r w:rsidR="009E4FBB" w:rsidRPr="0055265D">
              <w:rPr>
                <w:b/>
                <w:sz w:val="14"/>
                <w:szCs w:val="14"/>
              </w:rPr>
              <w:fldChar w:fldCharType="begin"/>
            </w:r>
            <w:r w:rsidR="009E4FBB" w:rsidRPr="0055265D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9E4FBB" w:rsidRPr="0055265D">
              <w:rPr>
                <w:b/>
                <w:sz w:val="14"/>
                <w:szCs w:val="14"/>
              </w:rPr>
              <w:fldChar w:fldCharType="separate"/>
            </w:r>
            <w:r w:rsidR="009E4FBB" w:rsidRPr="0055265D">
              <w:rPr>
                <w:b/>
                <w:sz w:val="14"/>
                <w:szCs w:val="14"/>
              </w:rPr>
              <w:instrText>31</w:instrText>
            </w:r>
            <w:r w:rsidR="009E4FBB" w:rsidRPr="0055265D">
              <w:rPr>
                <w:b/>
                <w:sz w:val="14"/>
                <w:szCs w:val="14"/>
              </w:rPr>
              <w:fldChar w:fldCharType="end"/>
            </w:r>
            <w:r w:rsidR="009E4FBB" w:rsidRPr="0055265D">
              <w:rPr>
                <w:b/>
                <w:sz w:val="14"/>
                <w:szCs w:val="14"/>
              </w:rPr>
              <w:instrText xml:space="preserve">  </w:instrText>
            </w:r>
            <w:r w:rsidR="009E4FBB" w:rsidRPr="0055265D">
              <w:rPr>
                <w:b/>
                <w:sz w:val="14"/>
                <w:szCs w:val="14"/>
              </w:rPr>
              <w:fldChar w:fldCharType="begin"/>
            </w:r>
            <w:r w:rsidR="009E4FBB" w:rsidRPr="0055265D">
              <w:rPr>
                <w:b/>
                <w:sz w:val="14"/>
                <w:szCs w:val="14"/>
              </w:rPr>
              <w:instrText xml:space="preserve"> =A12+1 </w:instrText>
            </w:r>
            <w:r w:rsidR="009E4FBB" w:rsidRPr="0055265D">
              <w:rPr>
                <w:b/>
                <w:sz w:val="14"/>
                <w:szCs w:val="14"/>
              </w:rPr>
              <w:fldChar w:fldCharType="separate"/>
            </w:r>
            <w:r w:rsidR="009E4FBB" w:rsidRPr="0055265D">
              <w:rPr>
                <w:b/>
                <w:noProof/>
                <w:sz w:val="14"/>
                <w:szCs w:val="14"/>
              </w:rPr>
              <w:instrText>31</w:instrText>
            </w:r>
            <w:r w:rsidR="009E4FBB" w:rsidRPr="0055265D">
              <w:rPr>
                <w:b/>
                <w:sz w:val="14"/>
                <w:szCs w:val="14"/>
              </w:rPr>
              <w:fldChar w:fldCharType="end"/>
            </w:r>
            <w:r w:rsidR="009E4FBB" w:rsidRPr="0055265D">
              <w:rPr>
                <w:b/>
                <w:sz w:val="14"/>
                <w:szCs w:val="14"/>
              </w:rPr>
              <w:instrText xml:space="preserve"> "" </w:instrText>
            </w:r>
            <w:r w:rsidR="009E4FBB" w:rsidRPr="0055265D">
              <w:rPr>
                <w:b/>
                <w:sz w:val="14"/>
                <w:szCs w:val="14"/>
              </w:rPr>
              <w:fldChar w:fldCharType="end"/>
            </w:r>
            <w:r w:rsidR="009E4FBB" w:rsidRPr="0055265D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E207E8" w:rsidRPr="00E207E8" w:rsidRDefault="00E207E8">
      <w:pPr>
        <w:spacing w:before="0" w:after="0"/>
        <w:rPr>
          <w:b/>
          <w:sz w:val="14"/>
          <w:szCs w:val="14"/>
        </w:rPr>
      </w:pPr>
      <w:r w:rsidRPr="00E207E8">
        <w:rPr>
          <w:b/>
          <w:sz w:val="14"/>
          <w:szCs w:val="14"/>
        </w:rPr>
        <w:br w:type="page"/>
      </w:r>
    </w:p>
    <w:p w:rsidR="0064577A" w:rsidRPr="00E207E8" w:rsidRDefault="0064577A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55265D" w:rsidTr="0055265D">
        <w:trPr>
          <w:trHeight w:hRule="exact" w:val="110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B45112" w:rsidRDefault="00B45112" w:rsidP="00B45112">
            <w:pPr>
              <w:pStyle w:val="Month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            </w:t>
            </w:r>
            <w:r w:rsidRPr="00B45112">
              <w:rPr>
                <w:sz w:val="72"/>
                <w:szCs w:val="72"/>
              </w:rPr>
              <w:t>J</w:t>
            </w:r>
            <w:r w:rsidR="00026CCC">
              <w:rPr>
                <w:sz w:val="72"/>
                <w:szCs w:val="72"/>
              </w:rPr>
              <w:t>uly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2B2520" w:rsidRPr="0055265D" w:rsidRDefault="002B2520" w:rsidP="00B45112">
            <w:pPr>
              <w:pStyle w:val="Year"/>
              <w:jc w:val="left"/>
              <w:rPr>
                <w:sz w:val="40"/>
                <w:szCs w:val="40"/>
              </w:rPr>
            </w:pPr>
          </w:p>
          <w:p w:rsidR="0064577A" w:rsidRPr="0055265D" w:rsidRDefault="0064577A" w:rsidP="00B45112">
            <w:pPr>
              <w:pStyle w:val="Year"/>
              <w:jc w:val="center"/>
              <w:rPr>
                <w:sz w:val="40"/>
                <w:szCs w:val="40"/>
              </w:rPr>
            </w:pPr>
          </w:p>
        </w:tc>
      </w:tr>
      <w:tr w:rsidR="0064577A" w:rsidRPr="0055265D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64577A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CC190A">
        <w:trPr>
          <w:trHeight w:val="287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0443B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fill in the blanks. Set the topic for specifics. Ex. </w:t>
            </w:r>
            <w:r w:rsidRPr="001F401D">
              <w:rPr>
                <w:sz w:val="14"/>
                <w:szCs w:val="14"/>
              </w:rPr>
              <w:t>My biggest pet peeve when it comes to ___ is ___</w:t>
            </w:r>
            <w:r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br/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pictures of an industry or group event you attended recently. Tag and/or describe each so it's meaningful to your fans.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1F401D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1F401D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Pinterest images on FB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Host a short Q&amp;A event. Ask attendees to send in questions a week before the event. Answer the most asked questions live.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Link to a tutorial</w:t>
            </w:r>
            <w:r>
              <w:rPr>
                <w:sz w:val="14"/>
                <w:szCs w:val="14"/>
              </w:rPr>
              <w:t>. This could include your FAQ or something on another website.</w:t>
            </w:r>
          </w:p>
        </w:tc>
        <w:tc>
          <w:tcPr>
            <w:tcW w:w="716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>Spotlight a vendor you use</w:t>
            </w:r>
            <w:r>
              <w:rPr>
                <w:sz w:val="14"/>
                <w:szCs w:val="14"/>
              </w:rPr>
              <w:t>. Share why you use them over all the others.</w:t>
            </w:r>
          </w:p>
        </w:tc>
      </w:tr>
      <w:tr w:rsidR="0064577A" w:rsidRPr="00CC190A" w:rsidTr="00CC190A">
        <w:trPr>
          <w:trHeight w:val="386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55265D" w:rsidRDefault="00CC190A" w:rsidP="003771A4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 xml:space="preserve">Have your followers fill in the blanks; “If someone </w:t>
            </w:r>
            <w:r>
              <w:rPr>
                <w:sz w:val="14"/>
                <w:szCs w:val="14"/>
              </w:rPr>
              <w:t>invented</w:t>
            </w:r>
            <w:r w:rsidRPr="003771A4">
              <w:rPr>
                <w:sz w:val="14"/>
                <w:szCs w:val="14"/>
              </w:rPr>
              <w:t xml:space="preserve"> ___ I would ____.”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fill in the blank - </w:t>
            </w:r>
            <w:r w:rsidRPr="001F401D">
              <w:rPr>
                <w:sz w:val="14"/>
                <w:szCs w:val="14"/>
              </w:rPr>
              <w:t>The story of my life could be told through ___ (what movie, song, etc.)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helpful infographics (yours or someone else's)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post series (week of ideas for___,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complete - </w:t>
            </w:r>
            <w:r w:rsidRPr="001F401D">
              <w:rPr>
                <w:sz w:val="14"/>
                <w:szCs w:val="14"/>
              </w:rPr>
              <w:t>If I could be the CEO of any company, it would be ____</w:t>
            </w:r>
            <w:r>
              <w:rPr>
                <w:sz w:val="14"/>
                <w:szCs w:val="14"/>
              </w:rPr>
              <w:t xml:space="preserve"> because…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photo contest and ask followers to vote</w:t>
            </w:r>
            <w:r>
              <w:rPr>
                <w:sz w:val="14"/>
                <w:szCs w:val="14"/>
              </w:rPr>
              <w:t xml:space="preserve"> on their favorites.</w:t>
            </w:r>
          </w:p>
        </w:tc>
        <w:tc>
          <w:tcPr>
            <w:tcW w:w="716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customer.</w:t>
            </w:r>
            <w:r>
              <w:rPr>
                <w:sz w:val="14"/>
                <w:szCs w:val="14"/>
              </w:rPr>
              <w:t xml:space="preserve"> Share a good question, idea, or feedback from the person.</w:t>
            </w:r>
          </w:p>
        </w:tc>
      </w:tr>
      <w:tr w:rsidR="0064577A" w:rsidRPr="00CC190A" w:rsidTr="00CC190A">
        <w:trPr>
          <w:trHeight w:val="341"/>
        </w:trPr>
        <w:tc>
          <w:tcPr>
            <w:tcW w:w="714" w:type="pct"/>
            <w:shd w:val="clear" w:color="auto" w:fill="auto"/>
          </w:tcPr>
          <w:p w:rsidR="0064577A" w:rsidRPr="00CC190A" w:rsidRDefault="0064577A" w:rsidP="00E0443B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Ask "If I could add one feature to my product/service what would you want it to be?"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Recommend a helpful (free) tool you found. Tell the related story.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Search for hashtags related to your niche and share customer photos, etc. on Pinterest, Instagram, or FB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Respond to a tag or mention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Take a trip down memory lane &amp; share old logos or images of your first product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 comic</w:t>
            </w:r>
            <w:r>
              <w:rPr>
                <w:sz w:val="14"/>
                <w:szCs w:val="14"/>
              </w:rPr>
              <w:t xml:space="preserve"> strip relative to a niche topic, problem, solution, or action.</w:t>
            </w:r>
          </w:p>
        </w:tc>
        <w:tc>
          <w:tcPr>
            <w:tcW w:w="716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Promote an industry-related event</w:t>
            </w:r>
          </w:p>
        </w:tc>
      </w:tr>
      <w:tr w:rsidR="0064577A" w:rsidRPr="00CC190A" w:rsidTr="00CC190A">
        <w:trPr>
          <w:trHeight w:val="251"/>
        </w:trPr>
        <w:tc>
          <w:tcPr>
            <w:tcW w:w="714" w:type="pct"/>
            <w:shd w:val="clear" w:color="auto" w:fill="F7F7F7"/>
          </w:tcPr>
          <w:p w:rsidR="0064577A" w:rsidRPr="00CC190A" w:rsidRDefault="0064577A" w:rsidP="00E0443B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</w:t>
            </w:r>
            <w:r>
              <w:rPr>
                <w:sz w:val="14"/>
                <w:szCs w:val="14"/>
              </w:rPr>
              <w:t>n exciting</w:t>
            </w:r>
            <w:r w:rsidRPr="001F401D">
              <w:rPr>
                <w:sz w:val="14"/>
                <w:szCs w:val="14"/>
              </w:rPr>
              <w:t xml:space="preserve"> post that resonates with your followers’ emotions</w:t>
            </w:r>
            <w:r>
              <w:rPr>
                <w:sz w:val="14"/>
                <w:szCs w:val="14"/>
              </w:rPr>
              <w:t xml:space="preserve"> and</w:t>
            </w:r>
            <w:r w:rsidRPr="001F401D">
              <w:rPr>
                <w:sz w:val="14"/>
                <w:szCs w:val="14"/>
              </w:rPr>
              <w:t xml:space="preserve"> memories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CC190A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Ask followers to </w:t>
            </w:r>
            <w:r>
              <w:rPr>
                <w:sz w:val="14"/>
                <w:szCs w:val="14"/>
              </w:rPr>
              <w:t>finish the sentence</w:t>
            </w:r>
            <w:r w:rsidRPr="001F401D">
              <w:rPr>
                <w:sz w:val="14"/>
                <w:szCs w:val="14"/>
              </w:rPr>
              <w:t xml:space="preserve">. Ex. </w:t>
            </w:r>
            <w:r>
              <w:rPr>
                <w:sz w:val="14"/>
                <w:szCs w:val="14"/>
              </w:rPr>
              <w:t>How would you handle...?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Has a colleague, JV partner, news media or authority site mentioned you? Share it. 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Post a video of</w:t>
            </w:r>
            <w:r>
              <w:rPr>
                <w:sz w:val="14"/>
                <w:szCs w:val="14"/>
              </w:rPr>
              <w:t xml:space="preserve"> </w:t>
            </w:r>
            <w:r w:rsidRPr="001F401D">
              <w:rPr>
                <w:sz w:val="14"/>
                <w:szCs w:val="14"/>
              </w:rPr>
              <w:t>Your fun side (it doesn't all have to be business)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Remind </w:t>
            </w:r>
            <w:r>
              <w:rPr>
                <w:sz w:val="14"/>
                <w:szCs w:val="14"/>
              </w:rPr>
              <w:t xml:space="preserve">readers </w:t>
            </w:r>
            <w:r w:rsidRPr="001F401D">
              <w:rPr>
                <w:sz w:val="14"/>
                <w:szCs w:val="14"/>
              </w:rPr>
              <w:t>about a limited-time offer you sent out via email.</w:t>
            </w:r>
          </w:p>
        </w:tc>
        <w:tc>
          <w:tcPr>
            <w:tcW w:w="714" w:type="pct"/>
            <w:shd w:val="clear" w:color="auto" w:fill="F7F7F7"/>
          </w:tcPr>
          <w:p w:rsidR="00CC190A" w:rsidRPr="0055265D" w:rsidRDefault="00CC190A" w:rsidP="00E207E8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 xml:space="preserve">Fun Friday - Share a funny </w:t>
            </w:r>
            <w:r>
              <w:rPr>
                <w:sz w:val="14"/>
                <w:szCs w:val="14"/>
              </w:rPr>
              <w:t>mistake you made. Ask your followers to try and top it.</w:t>
            </w:r>
          </w:p>
        </w:tc>
        <w:tc>
          <w:tcPr>
            <w:tcW w:w="716" w:type="pct"/>
            <w:shd w:val="clear" w:color="auto" w:fill="F7F7F7"/>
          </w:tcPr>
          <w:p w:rsidR="00CC190A" w:rsidRPr="0055265D" w:rsidRDefault="00CC190A" w:rsidP="0083499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 xml:space="preserve">Spotlight a </w:t>
            </w:r>
            <w:r>
              <w:rPr>
                <w:sz w:val="14"/>
                <w:szCs w:val="14"/>
              </w:rPr>
              <w:t>friend or family member and tell how the person helps or encourages you behind the scenes</w:t>
            </w:r>
            <w:r w:rsidRPr="00834996">
              <w:rPr>
                <w:sz w:val="14"/>
                <w:szCs w:val="14"/>
              </w:rPr>
              <w:t>.</w:t>
            </w:r>
          </w:p>
        </w:tc>
      </w:tr>
      <w:tr w:rsidR="0064577A" w:rsidRPr="00CC190A" w:rsidTr="00CC190A">
        <w:trPr>
          <w:trHeight w:val="341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Promote your latest product, service, or freebie with, "The </w:t>
            </w:r>
            <w:r w:rsidRPr="006E59B8">
              <w:rPr>
                <w:sz w:val="14"/>
                <w:szCs w:val="14"/>
              </w:rPr>
              <w:t>first 50</w:t>
            </w:r>
            <w:r>
              <w:rPr>
                <w:sz w:val="14"/>
                <w:szCs w:val="14"/>
              </w:rPr>
              <w:t xml:space="preserve"> people</w:t>
            </w:r>
            <w:r w:rsidRPr="006E59B8">
              <w:rPr>
                <w:sz w:val="14"/>
                <w:szCs w:val="14"/>
              </w:rPr>
              <w:t xml:space="preserve"> to retweet/share</w:t>
            </w:r>
            <w:r>
              <w:rPr>
                <w:sz w:val="14"/>
                <w:szCs w:val="14"/>
              </w:rPr>
              <w:t xml:space="preserve"> this </w:t>
            </w:r>
            <w:r w:rsidRPr="006E59B8">
              <w:rPr>
                <w:sz w:val="14"/>
                <w:szCs w:val="14"/>
              </w:rPr>
              <w:t>get</w:t>
            </w:r>
            <w:r>
              <w:rPr>
                <w:sz w:val="14"/>
                <w:szCs w:val="14"/>
              </w:rPr>
              <w:t xml:space="preserve"> _____."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Like a page or website that covers topics beyond your expertise/scope </w:t>
            </w:r>
            <w:proofErr w:type="gramStart"/>
            <w:r>
              <w:rPr>
                <w:sz w:val="14"/>
                <w:szCs w:val="14"/>
              </w:rPr>
              <w:t>( i.e.</w:t>
            </w:r>
            <w:proofErr w:type="gramEnd"/>
            <w:r>
              <w:rPr>
                <w:sz w:val="14"/>
                <w:szCs w:val="14"/>
              </w:rPr>
              <w:t xml:space="preserve"> parenting teens vs. parenting the new baby)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Offer a challenge</w:t>
            </w:r>
            <w:r>
              <w:rPr>
                <w:sz w:val="14"/>
                <w:szCs w:val="14"/>
              </w:rPr>
              <w:t xml:space="preserve">: </w:t>
            </w:r>
            <w:r w:rsidRPr="001F401D">
              <w:rPr>
                <w:sz w:val="14"/>
                <w:szCs w:val="14"/>
              </w:rPr>
              <w:t>7 days to ____ (then post an update every day)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</w:tr>
      <w:tr w:rsidR="009E4FBB" w:rsidRPr="00CC190A" w:rsidTr="00CC190A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9E4FBB" w:rsidRPr="00CC190A" w:rsidRDefault="0067797B" w:rsidP="009E4FBB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IF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=A12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= 0,""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IF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=A12 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9E4FBB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 &lt;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9E4FBB" w:rsidRPr="00CC190A">
              <w:rPr>
                <w:b/>
                <w:sz w:val="14"/>
                <w:szCs w:val="14"/>
              </w:rPr>
              <w:instrText>31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=A12+1 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9E4FBB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"" 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E207E8" w:rsidRDefault="00E207E8">
      <w:pPr>
        <w:spacing w:before="0" w:after="0"/>
        <w:rPr>
          <w:b/>
          <w:sz w:val="14"/>
          <w:szCs w:val="14"/>
        </w:rPr>
      </w:pPr>
      <w:r>
        <w:rPr>
          <w:b/>
          <w:sz w:val="14"/>
          <w:szCs w:val="14"/>
        </w:rPr>
        <w:br w:type="page"/>
      </w:r>
    </w:p>
    <w:p w:rsidR="00E207E8" w:rsidRPr="00E207E8" w:rsidRDefault="00E207E8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55265D" w:rsidTr="00F84378">
        <w:trPr>
          <w:trHeight w:hRule="exact" w:val="110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026CCC" w:rsidRDefault="00026CCC" w:rsidP="00026CCC">
            <w:pPr>
              <w:pStyle w:val="Month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            </w:t>
            </w:r>
            <w:r w:rsidRPr="00026CCC">
              <w:rPr>
                <w:sz w:val="72"/>
                <w:szCs w:val="72"/>
              </w:rPr>
              <w:t>August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F84378" w:rsidRDefault="0064577A" w:rsidP="00BA18CD">
            <w:pPr>
              <w:pStyle w:val="Year"/>
              <w:rPr>
                <w:sz w:val="40"/>
                <w:szCs w:val="40"/>
              </w:rPr>
            </w:pPr>
          </w:p>
        </w:tc>
      </w:tr>
      <w:tr w:rsidR="0064577A" w:rsidRPr="0055265D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CC190A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CC190A">
        <w:trPr>
          <w:trHeight w:val="287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your foll</w:t>
            </w:r>
            <w:r>
              <w:rPr>
                <w:sz w:val="14"/>
                <w:szCs w:val="14"/>
              </w:rPr>
              <w:t xml:space="preserve">owers fill in the blanks; “If someone made </w:t>
            </w:r>
            <w:r w:rsidRPr="003771A4">
              <w:rPr>
                <w:sz w:val="14"/>
                <w:szCs w:val="14"/>
              </w:rPr>
              <w:t>___ I would ____.”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or comment about a business in the news, which also shares your business ethics or your readers' concerns.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what you are working on. This creates anticipation for interested readers.</w:t>
            </w:r>
          </w:p>
        </w:tc>
        <w:tc>
          <w:tcPr>
            <w:tcW w:w="716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book that gave you a deeper understanding of a complex concept. Review it on your site, and link to it.</w:t>
            </w:r>
          </w:p>
        </w:tc>
      </w:tr>
      <w:tr w:rsidR="00CC190A" w:rsidRPr="00CC190A" w:rsidTr="00CC190A">
        <w:trPr>
          <w:trHeight w:val="377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how-to guide and give it away on Twitter.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  <w:tc>
          <w:tcPr>
            <w:tcW w:w="714" w:type="pct"/>
            <w:shd w:val="clear" w:color="auto" w:fill="F7F7F7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 or define a niche related word or phrase. Pair the word/phrase with an image to make it memorable.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a weird, random question like, "Do you prefer crunchy or smooth?"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popular trend related to your niche. Ask readers how they feel about the trend - agree or disagree.</w:t>
            </w:r>
          </w:p>
        </w:tc>
        <w:tc>
          <w:tcPr>
            <w:tcW w:w="716" w:type="pct"/>
            <w:shd w:val="clear" w:color="auto" w:fill="F7F7F7"/>
          </w:tcPr>
          <w:p w:rsidR="00CC190A" w:rsidRPr="00712D98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and share a "5 Mistakes List" on a niche related topic.</w:t>
            </w:r>
          </w:p>
        </w:tc>
      </w:tr>
      <w:tr w:rsidR="0064577A" w:rsidRPr="00CC190A" w:rsidTr="00CC190A">
        <w:trPr>
          <w:trHeight w:val="341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55265D" w:rsidRDefault="00CC190A" w:rsidP="003771A4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finish the sentence - “</w:t>
            </w:r>
            <w:r>
              <w:rPr>
                <w:sz w:val="14"/>
                <w:szCs w:val="14"/>
              </w:rPr>
              <w:t>The thing I love the most about (your site or group name) is…</w:t>
            </w:r>
            <w:r w:rsidRPr="003771A4">
              <w:rPr>
                <w:sz w:val="14"/>
                <w:szCs w:val="14"/>
              </w:rPr>
              <w:t>”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an opinion piece from a thought leader in your niche.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CC190A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Offer a challenge:</w:t>
            </w:r>
            <w:r>
              <w:rPr>
                <w:sz w:val="14"/>
                <w:szCs w:val="14"/>
              </w:rPr>
              <w:t xml:space="preserve"> </w:t>
            </w:r>
            <w:r w:rsidRPr="001F401D">
              <w:rPr>
                <w:sz w:val="14"/>
                <w:szCs w:val="14"/>
              </w:rPr>
              <w:t xml:space="preserve">Write 5 </w:t>
            </w:r>
            <w:r>
              <w:rPr>
                <w:sz w:val="14"/>
                <w:szCs w:val="14"/>
              </w:rPr>
              <w:t>favorite</w:t>
            </w:r>
            <w:r w:rsidRPr="001F401D">
              <w:rPr>
                <w:sz w:val="14"/>
                <w:szCs w:val="14"/>
              </w:rPr>
              <w:t xml:space="preserve"> ____. </w:t>
            </w:r>
            <w:r>
              <w:rPr>
                <w:sz w:val="14"/>
                <w:szCs w:val="14"/>
              </w:rPr>
              <w:t>P</w:t>
            </w:r>
            <w:r w:rsidRPr="001F401D">
              <w:rPr>
                <w:sz w:val="14"/>
                <w:szCs w:val="14"/>
              </w:rPr>
              <w:t>ost each day for accountability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CC190A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an inspiring YouTube video</w:t>
            </w:r>
            <w:r>
              <w:rPr>
                <w:sz w:val="14"/>
                <w:szCs w:val="14"/>
              </w:rPr>
              <w:t>. Mention how it relates to a niche principle or topic and remind follows they can read more on your website. Include your link.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Put a spin on Throwback Thursday. Ask, "What is not working for you and you wish you could just throw back?"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Fun Friday - Create/play a "search my site" game with followers. Ask them to find something &amp; share the link in their social media timeline.</w:t>
            </w:r>
          </w:p>
        </w:tc>
        <w:tc>
          <w:tcPr>
            <w:tcW w:w="716" w:type="pct"/>
            <w:shd w:val="clear" w:color="auto" w:fill="auto"/>
          </w:tcPr>
          <w:p w:rsidR="00CC190A" w:rsidRPr="0055265D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is your best reply when you are asked ____?"</w:t>
            </w:r>
          </w:p>
        </w:tc>
      </w:tr>
      <w:tr w:rsidR="00CC190A" w:rsidRPr="00CC190A" w:rsidTr="00CC190A">
        <w:trPr>
          <w:trHeight w:val="332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- "If you were a flower/plant, what kind would you be and why?"</w:t>
            </w:r>
          </w:p>
        </w:tc>
        <w:tc>
          <w:tcPr>
            <w:tcW w:w="714" w:type="pct"/>
            <w:shd w:val="clear" w:color="auto" w:fill="F7F7F7"/>
          </w:tcPr>
          <w:p w:rsidR="00CC190A" w:rsidRPr="0055265D" w:rsidRDefault="00CC190A" w:rsidP="00DB3714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Create and share a slideshow based on a hot topic in the news or your latest product/service.</w:t>
            </w:r>
          </w:p>
        </w:tc>
        <w:tc>
          <w:tcPr>
            <w:tcW w:w="714" w:type="pct"/>
            <w:shd w:val="clear" w:color="auto" w:fill="F7F7F7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 list of your other social accounts so people can follow you in multiple places (YouTube, Twitter, FB, Google+, LinkedIn, Quora, etc.)</w:t>
            </w:r>
          </w:p>
        </w:tc>
        <w:tc>
          <w:tcPr>
            <w:tcW w:w="714" w:type="pct"/>
            <w:shd w:val="clear" w:color="auto" w:fill="F7F7F7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Update an archived post. Share it along with why you chose to update it (new data, new experience, etc.)</w:t>
            </w:r>
          </w:p>
        </w:tc>
        <w:tc>
          <w:tcPr>
            <w:tcW w:w="714" w:type="pct"/>
            <w:shd w:val="clear" w:color="auto" w:fill="F7F7F7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CC190A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CC190A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F7F7F7"/>
          </w:tcPr>
          <w:p w:rsidR="00CC190A" w:rsidRPr="0055265D" w:rsidRDefault="00CC190A" w:rsidP="0083499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 xml:space="preserve">Fun Friday - Share </w:t>
            </w:r>
            <w:r>
              <w:rPr>
                <w:sz w:val="14"/>
                <w:szCs w:val="14"/>
              </w:rPr>
              <w:t>5 fun (little-known) facts about a niche topic.</w:t>
            </w:r>
          </w:p>
        </w:tc>
        <w:tc>
          <w:tcPr>
            <w:tcW w:w="716" w:type="pct"/>
            <w:shd w:val="clear" w:color="auto" w:fill="F7F7F7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team member. Share 3 ways the person's skills or attitude benefits the reader (and you).</w:t>
            </w:r>
          </w:p>
        </w:tc>
      </w:tr>
      <w:tr w:rsidR="0064577A" w:rsidRPr="00CC190A" w:rsidTr="00CC190A">
        <w:trPr>
          <w:trHeight w:val="350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55265D" w:rsidRDefault="00CC190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the names &amp; links to 5 online magazines (or tip mailing lists) that you just love.</w:t>
            </w:r>
          </w:p>
        </w:tc>
        <w:tc>
          <w:tcPr>
            <w:tcW w:w="714" w:type="pct"/>
            <w:shd w:val="clear" w:color="auto" w:fill="auto"/>
          </w:tcPr>
          <w:p w:rsidR="0064577A" w:rsidRPr="0055265D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 a list of your "secret" tips (with links). These might be new or under-performing mailing lists. </w:t>
            </w:r>
          </w:p>
        </w:tc>
        <w:tc>
          <w:tcPr>
            <w:tcW w:w="714" w:type="pct"/>
            <w:shd w:val="clear" w:color="auto" w:fill="auto"/>
          </w:tcPr>
          <w:p w:rsidR="0064577A" w:rsidRPr="0055265D" w:rsidRDefault="00CC190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readers to fill in the blank - "I always feel appreciated when someone ____."</w:t>
            </w: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55265D" w:rsidRDefault="0064577A" w:rsidP="00E83892">
            <w:pPr>
              <w:rPr>
                <w:sz w:val="14"/>
                <w:szCs w:val="14"/>
              </w:rPr>
            </w:pPr>
          </w:p>
        </w:tc>
      </w:tr>
      <w:tr w:rsidR="009E4FBB" w:rsidRPr="00CC190A" w:rsidTr="00CC190A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9E4FBB" w:rsidRPr="00CC190A" w:rsidRDefault="0067797B" w:rsidP="009E4FBB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IF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=A12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= 0,""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IF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=A12 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9E4FBB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 &lt;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9E4FBB" w:rsidRPr="00CC190A">
              <w:rPr>
                <w:b/>
                <w:sz w:val="14"/>
                <w:szCs w:val="14"/>
              </w:rPr>
              <w:instrText>31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=A12+1 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9E4FBB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"" 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E207E8" w:rsidRDefault="00E207E8">
      <w:pPr>
        <w:rPr>
          <w:b/>
          <w:sz w:val="14"/>
          <w:szCs w:val="14"/>
        </w:rPr>
      </w:pPr>
    </w:p>
    <w:p w:rsidR="00E207E8" w:rsidRDefault="00E207E8">
      <w:pPr>
        <w:spacing w:before="0" w:after="0"/>
        <w:rPr>
          <w:b/>
          <w:sz w:val="14"/>
          <w:szCs w:val="14"/>
        </w:rPr>
      </w:pPr>
      <w:r>
        <w:rPr>
          <w:b/>
          <w:sz w:val="14"/>
          <w:szCs w:val="14"/>
        </w:rPr>
        <w:br w:type="page"/>
      </w:r>
    </w:p>
    <w:p w:rsidR="0064577A" w:rsidRPr="00E207E8" w:rsidRDefault="0064577A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55265D" w:rsidTr="00DF4289">
        <w:trPr>
          <w:trHeight w:hRule="exact" w:val="108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55265D" w:rsidRDefault="00026CCC" w:rsidP="00026CCC">
            <w:pPr>
              <w:pStyle w:val="Month"/>
              <w:jc w:val="center"/>
              <w:rPr>
                <w:sz w:val="52"/>
                <w:szCs w:val="52"/>
              </w:rPr>
            </w:pPr>
            <w:r>
              <w:rPr>
                <w:sz w:val="72"/>
                <w:szCs w:val="72"/>
              </w:rPr>
              <w:t xml:space="preserve">              </w:t>
            </w:r>
            <w:r w:rsidRPr="00026CCC">
              <w:rPr>
                <w:sz w:val="72"/>
                <w:szCs w:val="72"/>
              </w:rPr>
              <w:t>September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55265D" w:rsidRDefault="0064577A" w:rsidP="00026CCC">
            <w:pPr>
              <w:pStyle w:val="Year"/>
              <w:jc w:val="center"/>
              <w:rPr>
                <w:sz w:val="40"/>
                <w:szCs w:val="40"/>
              </w:rPr>
            </w:pPr>
          </w:p>
        </w:tc>
      </w:tr>
      <w:tr w:rsidR="0064577A" w:rsidRPr="007F3583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55265D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7F3583" w:rsidRDefault="0064577A" w:rsidP="00E83892">
            <w:pPr>
              <w:pStyle w:val="NoSpacing"/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64577A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CC190A">
        <w:trPr>
          <w:trHeight w:val="314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1F401D" w:rsidRPr="0055265D" w:rsidRDefault="001F401D" w:rsidP="00FD6236">
            <w:pPr>
              <w:rPr>
                <w:sz w:val="14"/>
                <w:szCs w:val="14"/>
              </w:rPr>
            </w:pPr>
            <w:r w:rsidRPr="00E42D7A">
              <w:rPr>
                <w:sz w:val="14"/>
                <w:szCs w:val="14"/>
              </w:rPr>
              <w:t xml:space="preserve">Create a how-to guide and give it away on </w:t>
            </w:r>
            <w:r>
              <w:rPr>
                <w:sz w:val="14"/>
                <w:szCs w:val="14"/>
              </w:rPr>
              <w:t>Facebook</w:t>
            </w:r>
            <w:r w:rsidRPr="00E42D7A"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recent statistics from the industry. Create an infographic to share on various sites as well as your blog. 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favorite podcast you listen to. (or an upcoming podcast or webinar you’ll be attending)</w:t>
            </w:r>
          </w:p>
        </w:tc>
        <w:tc>
          <w:tcPr>
            <w:tcW w:w="716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Spotlight a customer, affiliate, team member, or JV partner.</w:t>
            </w:r>
          </w:p>
        </w:tc>
      </w:tr>
      <w:tr w:rsidR="0064577A" w:rsidRPr="00CC190A" w:rsidTr="00CC190A">
        <w:trPr>
          <w:trHeight w:val="332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1F401D" w:rsidRPr="0055265D" w:rsidRDefault="001F401D" w:rsidP="00FD6236">
            <w:pPr>
              <w:rPr>
                <w:sz w:val="14"/>
                <w:szCs w:val="14"/>
              </w:rPr>
            </w:pPr>
            <w:r w:rsidRPr="001F2227">
              <w:rPr>
                <w:sz w:val="14"/>
                <w:szCs w:val="14"/>
              </w:rPr>
              <w:t>Join a new topic related Facebook group.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Offer a coupon specifically for a set of followers (only twitter or only those who see your coupon image on Pinterest)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Ask a question. (What was your experience…?)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</w:t>
            </w:r>
            <w:r w:rsidRPr="00B4444F">
              <w:rPr>
                <w:sz w:val="14"/>
                <w:szCs w:val="14"/>
              </w:rPr>
              <w:t xml:space="preserve">ost </w:t>
            </w:r>
            <w:r>
              <w:rPr>
                <w:sz w:val="14"/>
                <w:szCs w:val="14"/>
              </w:rPr>
              <w:t>an evergreen piece</w:t>
            </w:r>
            <w:r w:rsidRPr="00B4444F">
              <w:rPr>
                <w:sz w:val="14"/>
                <w:szCs w:val="14"/>
              </w:rPr>
              <w:t xml:space="preserve"> from your archives</w:t>
            </w:r>
            <w:r>
              <w:rPr>
                <w:sz w:val="14"/>
                <w:szCs w:val="14"/>
              </w:rPr>
              <w:t xml:space="preserve"> (link to a blog post, something you’ve tweeted or shared before, etc.)</w:t>
            </w:r>
          </w:p>
        </w:tc>
        <w:tc>
          <w:tcPr>
            <w:tcW w:w="714" w:type="pct"/>
            <w:shd w:val="clear" w:color="auto" w:fill="F7F7F7"/>
          </w:tcPr>
          <w:p w:rsidR="001F401D" w:rsidRDefault="001F401D" w:rsidP="00FD6236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Create a “Top 5” post</w:t>
            </w:r>
            <w:r>
              <w:rPr>
                <w:sz w:val="14"/>
                <w:szCs w:val="14"/>
              </w:rPr>
              <w:t>.</w:t>
            </w:r>
          </w:p>
          <w:p w:rsidR="001F401D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5 </w:t>
            </w:r>
            <w:r w:rsidR="001F401D">
              <w:rPr>
                <w:sz w:val="14"/>
                <w:szCs w:val="14"/>
              </w:rPr>
              <w:t xml:space="preserve">Tips </w:t>
            </w:r>
            <w:r>
              <w:rPr>
                <w:sz w:val="14"/>
                <w:szCs w:val="14"/>
              </w:rPr>
              <w:t>to</w:t>
            </w:r>
            <w:r w:rsidR="001F401D">
              <w:rPr>
                <w:sz w:val="14"/>
                <w:szCs w:val="14"/>
              </w:rPr>
              <w:t>…</w:t>
            </w:r>
          </w:p>
          <w:p w:rsidR="001F401D" w:rsidRPr="00076A01" w:rsidRDefault="001F401D" w:rsidP="00FD6236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1F401D" w:rsidRDefault="001F401D" w:rsidP="00FD6236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Fun Friday: share something funny</w:t>
            </w:r>
            <w:r>
              <w:rPr>
                <w:sz w:val="14"/>
                <w:szCs w:val="14"/>
              </w:rPr>
              <w:t xml:space="preserve"> (a meme, comic strip, etc.) </w:t>
            </w:r>
          </w:p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 this regularly and create a hashtag for it.</w:t>
            </w:r>
          </w:p>
        </w:tc>
        <w:tc>
          <w:tcPr>
            <w:tcW w:w="716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 xml:space="preserve">Share a behind-the-scenes image on Pinterest &amp; </w:t>
            </w:r>
            <w:r>
              <w:rPr>
                <w:sz w:val="14"/>
                <w:szCs w:val="14"/>
              </w:rPr>
              <w:t>I</w:t>
            </w:r>
            <w:r w:rsidRPr="00B4444F">
              <w:rPr>
                <w:sz w:val="14"/>
                <w:szCs w:val="14"/>
              </w:rPr>
              <w:t>nstagram. Tweet about it. (your weekly planner or ?)</w:t>
            </w:r>
          </w:p>
        </w:tc>
      </w:tr>
      <w:tr w:rsidR="0064577A" w:rsidRPr="00CC190A" w:rsidTr="00CC190A">
        <w:trPr>
          <w:trHeight w:val="332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1F401D" w:rsidRPr="0055265D" w:rsidRDefault="001F401D" w:rsidP="003771A4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fill in the blanks; “</w:t>
            </w:r>
            <w:r>
              <w:rPr>
                <w:sz w:val="14"/>
                <w:szCs w:val="14"/>
              </w:rPr>
              <w:t xml:space="preserve">The best way to get me to </w:t>
            </w:r>
            <w:r w:rsidRPr="003771A4">
              <w:rPr>
                <w:sz w:val="14"/>
                <w:szCs w:val="14"/>
              </w:rPr>
              <w:t>___</w:t>
            </w:r>
            <w:r>
              <w:rPr>
                <w:sz w:val="14"/>
                <w:szCs w:val="14"/>
              </w:rPr>
              <w:t>_</w:t>
            </w:r>
            <w:r w:rsidRPr="003771A4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is to</w:t>
            </w:r>
            <w:r w:rsidRPr="003771A4">
              <w:rPr>
                <w:sz w:val="14"/>
                <w:szCs w:val="14"/>
              </w:rPr>
              <w:t xml:space="preserve"> ____.”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Give a “sneak peek” of an upcoming product/service.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 a poll related to your industry or company to show followers you value their opinions. 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an encouraging or empowering quote. …and tell what it means to you. 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some breaking news about your industry or something that impacts it. </w:t>
            </w:r>
          </w:p>
        </w:tc>
        <w:tc>
          <w:tcPr>
            <w:tcW w:w="714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Link to something you’ve posted on your blog. </w:t>
            </w:r>
          </w:p>
        </w:tc>
        <w:tc>
          <w:tcPr>
            <w:tcW w:w="716" w:type="pct"/>
            <w:shd w:val="clear" w:color="auto" w:fill="auto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list of groups that may be beneficial to your followers. (Facebook, LinkedIn, Google+, etc.)</w:t>
            </w:r>
          </w:p>
        </w:tc>
      </w:tr>
      <w:tr w:rsidR="0064577A" w:rsidRPr="00CC190A" w:rsidTr="00CC190A">
        <w:trPr>
          <w:trHeight w:val="341"/>
        </w:trPr>
        <w:tc>
          <w:tcPr>
            <w:tcW w:w="714" w:type="pct"/>
            <w:shd w:val="clear" w:color="auto" w:fill="F7F7F7"/>
          </w:tcPr>
          <w:p w:rsidR="0064577A" w:rsidRPr="00CC190A" w:rsidRDefault="0064577A" w:rsidP="00E0443B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1F401D" w:rsidRPr="0055265D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an opinion piece from a thought leader in your niche. 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Have your followers fill in the blanks; “If I had ___ I would ____.”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Review a tool or service related to your niche. Or create a comparison post. 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Thank your customers &amp; followers. Or someone who shared a recent testimonial. </w:t>
            </w:r>
          </w:p>
        </w:tc>
        <w:tc>
          <w:tcPr>
            <w:tcW w:w="714" w:type="pct"/>
            <w:shd w:val="clear" w:color="auto" w:fill="F7F7F7"/>
          </w:tcPr>
          <w:p w:rsidR="001F401D" w:rsidRPr="00B4444F" w:rsidRDefault="001F401D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Create a ‘myth busting’ post about something that your niche faces. </w:t>
            </w:r>
          </w:p>
        </w:tc>
        <w:tc>
          <w:tcPr>
            <w:tcW w:w="714" w:type="pct"/>
            <w:shd w:val="clear" w:color="auto" w:fill="F7F7F7"/>
          </w:tcPr>
          <w:p w:rsidR="001F401D" w:rsidRPr="0055265D" w:rsidRDefault="001F401D" w:rsidP="00FD6236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 - Share a funny fall image. Ask readers to share their own.</w:t>
            </w:r>
          </w:p>
        </w:tc>
        <w:tc>
          <w:tcPr>
            <w:tcW w:w="716" w:type="pct"/>
            <w:shd w:val="clear" w:color="auto" w:fill="F7F7F7"/>
          </w:tcPr>
          <w:p w:rsidR="001F401D" w:rsidRPr="0055265D" w:rsidRDefault="001F401D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customer. Share a good question, idea, or feedback from the person.</w:t>
            </w:r>
          </w:p>
        </w:tc>
      </w:tr>
      <w:tr w:rsidR="0064577A" w:rsidRPr="00CC190A" w:rsidTr="00CC190A">
        <w:trPr>
          <w:trHeight w:val="341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55265D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B4444F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Celebrate a company milestone </w:t>
            </w:r>
            <w:proofErr w:type="gramStart"/>
            <w:r>
              <w:rPr>
                <w:sz w:val="14"/>
                <w:szCs w:val="14"/>
              </w:rPr>
              <w:t>-  business</w:t>
            </w:r>
            <w:proofErr w:type="gramEnd"/>
            <w:r>
              <w:rPr>
                <w:sz w:val="14"/>
                <w:szCs w:val="14"/>
              </w:rPr>
              <w:t xml:space="preserve"> anniversary, customer count, team member birthday, etc. </w:t>
            </w:r>
          </w:p>
        </w:tc>
        <w:tc>
          <w:tcPr>
            <w:tcW w:w="714" w:type="pct"/>
            <w:shd w:val="clear" w:color="auto" w:fill="auto"/>
          </w:tcPr>
          <w:p w:rsidR="00CC190A" w:rsidRPr="00B4444F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Link to /share news about a new post on your blog</w:t>
            </w:r>
          </w:p>
        </w:tc>
        <w:tc>
          <w:tcPr>
            <w:tcW w:w="714" w:type="pct"/>
            <w:shd w:val="clear" w:color="auto" w:fill="auto"/>
          </w:tcPr>
          <w:p w:rsidR="00CC190A" w:rsidRPr="00B4444F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</w:t>
            </w:r>
            <w:r w:rsidRPr="001F401D">
              <w:rPr>
                <w:sz w:val="14"/>
                <w:szCs w:val="14"/>
              </w:rPr>
              <w:t>What strategy has worked best for you when it comes to ___</w:t>
            </w:r>
            <w:r>
              <w:rPr>
                <w:sz w:val="14"/>
                <w:szCs w:val="14"/>
              </w:rPr>
              <w:t>."</w:t>
            </w:r>
          </w:p>
        </w:tc>
        <w:tc>
          <w:tcPr>
            <w:tcW w:w="714" w:type="pct"/>
            <w:shd w:val="clear" w:color="auto" w:fill="auto"/>
          </w:tcPr>
          <w:p w:rsidR="00CC190A" w:rsidRPr="00B4444F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Feature a niche keyword on an image with a definition or quote. Link to a post or site category where readers can learn more. </w:t>
            </w:r>
          </w:p>
        </w:tc>
        <w:tc>
          <w:tcPr>
            <w:tcW w:w="714" w:type="pct"/>
            <w:shd w:val="clear" w:color="auto" w:fill="auto"/>
          </w:tcPr>
          <w:p w:rsidR="00CC190A" w:rsidRPr="00CC190A" w:rsidRDefault="00CC190A" w:rsidP="00CC190A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Create a “Top 5” post.</w:t>
            </w:r>
          </w:p>
          <w:p w:rsidR="00CC190A" w:rsidRPr="0055265D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5 </w:t>
            </w:r>
            <w:r w:rsidRPr="00CC190A">
              <w:rPr>
                <w:sz w:val="14"/>
                <w:szCs w:val="14"/>
              </w:rPr>
              <w:t xml:space="preserve">Things to do </w:t>
            </w:r>
            <w:r>
              <w:rPr>
                <w:sz w:val="14"/>
                <w:szCs w:val="14"/>
              </w:rPr>
              <w:t>instead of…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E207E8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 - Post about your favorite comedian</w:t>
            </w:r>
            <w:r>
              <w:rPr>
                <w:sz w:val="14"/>
                <w:szCs w:val="14"/>
              </w:rPr>
              <w:t>. Tell how he/she has influenced you/your niche. Ask your readers what comedian influenced them.</w:t>
            </w:r>
          </w:p>
        </w:tc>
        <w:tc>
          <w:tcPr>
            <w:tcW w:w="716" w:type="pct"/>
            <w:shd w:val="clear" w:color="auto" w:fill="auto"/>
          </w:tcPr>
          <w:p w:rsidR="00CC190A" w:rsidRPr="0055265D" w:rsidRDefault="00CC190A" w:rsidP="00E83892">
            <w:pPr>
              <w:rPr>
                <w:sz w:val="14"/>
                <w:szCs w:val="14"/>
              </w:rPr>
            </w:pPr>
          </w:p>
        </w:tc>
      </w:tr>
      <w:tr w:rsidR="009E4FBB" w:rsidRPr="00CC190A" w:rsidTr="00CC190A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9E4FBB" w:rsidRPr="00CC190A" w:rsidRDefault="0067797B" w:rsidP="009E4FBB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IF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=A12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= 0,""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IF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=A12 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9E4FBB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 &lt;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9E4FBB" w:rsidRPr="00CC190A">
              <w:rPr>
                <w:b/>
                <w:sz w:val="14"/>
                <w:szCs w:val="14"/>
              </w:rPr>
              <w:instrText>31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 </w:instrText>
            </w:r>
            <w:r w:rsidR="009E4FBB" w:rsidRPr="00CC190A">
              <w:rPr>
                <w:b/>
                <w:sz w:val="14"/>
                <w:szCs w:val="14"/>
              </w:rPr>
              <w:fldChar w:fldCharType="begin"/>
            </w:r>
            <w:r w:rsidR="009E4FBB" w:rsidRPr="00CC190A">
              <w:rPr>
                <w:b/>
                <w:sz w:val="14"/>
                <w:szCs w:val="14"/>
              </w:rPr>
              <w:instrText xml:space="preserve"> =A12+1 </w:instrText>
            </w:r>
            <w:r w:rsidR="009E4FBB" w:rsidRPr="00CC190A">
              <w:rPr>
                <w:b/>
                <w:sz w:val="14"/>
                <w:szCs w:val="14"/>
              </w:rPr>
              <w:fldChar w:fldCharType="separate"/>
            </w:r>
            <w:r w:rsidR="009E4FBB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instrText xml:space="preserve"> "" </w:instrText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  <w:r w:rsidR="009E4FBB"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E207E8" w:rsidRDefault="00E207E8">
      <w:pPr>
        <w:spacing w:before="0" w:after="0"/>
        <w:rPr>
          <w:b/>
          <w:sz w:val="14"/>
          <w:szCs w:val="14"/>
        </w:rPr>
      </w:pPr>
      <w:r>
        <w:rPr>
          <w:b/>
          <w:sz w:val="14"/>
          <w:szCs w:val="14"/>
        </w:rPr>
        <w:br w:type="page"/>
      </w:r>
    </w:p>
    <w:p w:rsidR="0064577A" w:rsidRPr="00E207E8" w:rsidRDefault="0064577A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55265D" w:rsidTr="00F84378">
        <w:trPr>
          <w:trHeight w:hRule="exact" w:val="83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026CCC" w:rsidRDefault="00026CCC" w:rsidP="00026CCC">
            <w:pPr>
              <w:pStyle w:val="Month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            </w:t>
            </w:r>
            <w:r w:rsidRPr="00026CCC">
              <w:rPr>
                <w:sz w:val="72"/>
                <w:szCs w:val="72"/>
              </w:rPr>
              <w:t>October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55265D" w:rsidRDefault="0064577A" w:rsidP="00BA18CD">
            <w:pPr>
              <w:pStyle w:val="Year"/>
              <w:rPr>
                <w:sz w:val="40"/>
                <w:szCs w:val="40"/>
              </w:rPr>
            </w:pPr>
          </w:p>
        </w:tc>
      </w:tr>
      <w:tr w:rsidR="0064577A" w:rsidRPr="00F84378" w:rsidTr="002B2520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64577A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CC190A">
        <w:trPr>
          <w:trHeight w:val="278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AD04E3">
            <w:pPr>
              <w:pStyle w:val="Dates"/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F8437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F84378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Write about the worst or first joke you ever heard or told as an adult or child.</w:t>
            </w:r>
            <w:r w:rsidR="007E5CC0" w:rsidRPr="00F84378">
              <w:rPr>
                <w:sz w:val="14"/>
                <w:szCs w:val="14"/>
              </w:rPr>
              <w:br/>
            </w:r>
          </w:p>
        </w:tc>
      </w:tr>
      <w:tr w:rsidR="0064577A" w:rsidRPr="00CC190A" w:rsidTr="00CC190A">
        <w:trPr>
          <w:trHeight w:val="296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On LinkedIn, publish an original piece of content.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or comment about a business in the news, which also shares your business ethics or your readers' concerns.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what you are working on. This creates anticipation for interested readers.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book that gave you a deeper understanding of a complex concept. Review it on your site, and link to it.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how-to guide and give it away on Twitter.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6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</w:tr>
      <w:tr w:rsidR="0064577A" w:rsidRPr="00CC190A" w:rsidTr="00CC190A">
        <w:trPr>
          <w:trHeight w:val="296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F84378" w:rsidRDefault="00CC190A" w:rsidP="003771A4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 xml:space="preserve">Have followers finish the sentence - “The top </w:t>
            </w:r>
            <w:r>
              <w:rPr>
                <w:sz w:val="14"/>
                <w:szCs w:val="14"/>
              </w:rPr>
              <w:t>3</w:t>
            </w:r>
            <w:r w:rsidRPr="003771A4">
              <w:rPr>
                <w:sz w:val="14"/>
                <w:szCs w:val="14"/>
              </w:rPr>
              <w:t xml:space="preserve"> things I</w:t>
            </w:r>
            <w:r>
              <w:rPr>
                <w:sz w:val="14"/>
                <w:szCs w:val="14"/>
              </w:rPr>
              <w:t>'ve learned here are</w:t>
            </w:r>
            <w:r w:rsidRPr="003771A4">
              <w:rPr>
                <w:sz w:val="14"/>
                <w:szCs w:val="14"/>
              </w:rPr>
              <w:t>...”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popular trend related to your niche. Ask readers how they feel about the trend - agree or disagree.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and share a "Top 5 Must-have Tools List" for a niche related problem.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</w:t>
            </w:r>
            <w:r>
              <w:rPr>
                <w:sz w:val="14"/>
                <w:szCs w:val="14"/>
              </w:rPr>
              <w:t xml:space="preserve"> or </w:t>
            </w:r>
            <w:r w:rsidRPr="00834996">
              <w:rPr>
                <w:sz w:val="14"/>
                <w:szCs w:val="14"/>
              </w:rPr>
              <w:t xml:space="preserve">define a niche related word or </w:t>
            </w:r>
            <w:r>
              <w:rPr>
                <w:sz w:val="14"/>
                <w:szCs w:val="14"/>
              </w:rPr>
              <w:t>phrase</w:t>
            </w:r>
            <w:r w:rsidRPr="00834996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Pair the word/phrase with an image to make it memorable.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Start a debate on a controversial topic. Ask readers to present their rational/reasons. 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how they wind down after a long or trying day.</w:t>
            </w:r>
          </w:p>
        </w:tc>
        <w:tc>
          <w:tcPr>
            <w:tcW w:w="716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Reference a hot conversation on a different platform (i.e. Twitter.) Start the conversation with your Facebook followers.</w:t>
            </w:r>
          </w:p>
        </w:tc>
      </w:tr>
      <w:tr w:rsidR="0064577A" w:rsidRPr="00CC190A" w:rsidTr="00CC190A">
        <w:trPr>
          <w:trHeight w:val="296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for feedback about a service you are considering offering.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why you started your business.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link to a tool or app that helps readers solve a problem.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Write a prediction post. Explain your reasoning. Ask what followers think and why.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"What is your favorite method of communication?" Add options to a simple poll or encourage longer replies.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</w:t>
            </w:r>
            <w:r>
              <w:rPr>
                <w:sz w:val="14"/>
                <w:szCs w:val="14"/>
              </w:rPr>
              <w:t xml:space="preserve"> </w:t>
            </w:r>
            <w:r w:rsidRPr="00E207E8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</w:t>
            </w:r>
            <w:r w:rsidRPr="00E207E8">
              <w:rPr>
                <w:sz w:val="14"/>
                <w:szCs w:val="14"/>
              </w:rPr>
              <w:t xml:space="preserve">Share </w:t>
            </w:r>
            <w:r>
              <w:rPr>
                <w:sz w:val="14"/>
                <w:szCs w:val="14"/>
              </w:rPr>
              <w:t>a</w:t>
            </w:r>
            <w:r w:rsidRPr="00E207E8">
              <w:rPr>
                <w:sz w:val="14"/>
                <w:szCs w:val="14"/>
              </w:rPr>
              <w:t xml:space="preserve"> funny image and </w:t>
            </w:r>
            <w:r>
              <w:rPr>
                <w:sz w:val="14"/>
                <w:szCs w:val="14"/>
              </w:rPr>
              <w:t xml:space="preserve">thought provoking, relative </w:t>
            </w:r>
            <w:r w:rsidRPr="00E207E8">
              <w:rPr>
                <w:sz w:val="14"/>
                <w:szCs w:val="14"/>
              </w:rPr>
              <w:t>quote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6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team member.</w:t>
            </w:r>
            <w:r>
              <w:rPr>
                <w:sz w:val="14"/>
                <w:szCs w:val="14"/>
              </w:rPr>
              <w:t xml:space="preserve"> Share 3 ways the person's skills or attitude benefits the reader (and you).</w:t>
            </w:r>
          </w:p>
        </w:tc>
      </w:tr>
      <w:tr w:rsidR="0064577A" w:rsidRPr="00CC190A" w:rsidTr="00CC190A">
        <w:trPr>
          <w:trHeight w:val="314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Describe an organizational issue you and your audience have. Refer them to a solution you want to try. Ask for their thoughts/opinions.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Create a timeline or case study for your niche. Use infographics, charts, etc. to give visual representation of the data.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Value followers. Ask questions like </w:t>
            </w:r>
            <w:r w:rsidRPr="001F401D">
              <w:rPr>
                <w:sz w:val="14"/>
                <w:szCs w:val="14"/>
              </w:rPr>
              <w:t>"</w:t>
            </w:r>
            <w:r>
              <w:rPr>
                <w:sz w:val="14"/>
                <w:szCs w:val="14"/>
              </w:rPr>
              <w:t xml:space="preserve">What should I </w:t>
            </w:r>
            <w:r w:rsidRPr="001F401D">
              <w:rPr>
                <w:sz w:val="14"/>
                <w:szCs w:val="14"/>
              </w:rPr>
              <w:t>name my new ___ (product, service, puppy, boat, etc.)"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 a seasonal, holiday, or special event selfie. 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"When thinking about ___, what do you do consistently and what do you wish could do better?"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 - Share 5 ways readers can have fun today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6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one of your "go-to" people. This may be a JV partner, peer, or mentor.</w:t>
            </w:r>
          </w:p>
        </w:tc>
      </w:tr>
      <w:tr w:rsidR="00CC060A" w:rsidRPr="00CC190A" w:rsidTr="00CC190A">
        <w:trPr>
          <w:trHeight w:val="314"/>
        </w:trPr>
        <w:tc>
          <w:tcPr>
            <w:tcW w:w="714" w:type="pct"/>
            <w:shd w:val="clear" w:color="auto" w:fill="F7F7F7"/>
          </w:tcPr>
          <w:p w:rsidR="00CC060A" w:rsidRPr="00CC190A" w:rsidRDefault="00CC060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4286" w:type="pct"/>
            <w:gridSpan w:val="6"/>
            <w:vMerge w:val="restart"/>
            <w:shd w:val="clear" w:color="auto" w:fill="F7F7F7"/>
          </w:tcPr>
          <w:p w:rsidR="00CC060A" w:rsidRPr="00CC190A" w:rsidRDefault="0067797B" w:rsidP="00CC060A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="00CC060A" w:rsidRPr="00CC190A">
              <w:rPr>
                <w:b/>
                <w:sz w:val="14"/>
                <w:szCs w:val="14"/>
              </w:rPr>
              <w:fldChar w:fldCharType="begin"/>
            </w:r>
            <w:r w:rsidR="00CC060A" w:rsidRPr="00CC190A">
              <w:rPr>
                <w:b/>
                <w:sz w:val="14"/>
                <w:szCs w:val="14"/>
              </w:rPr>
              <w:instrText xml:space="preserve">IF </w:instrText>
            </w:r>
            <w:r w:rsidR="00CC060A" w:rsidRPr="00CC190A">
              <w:rPr>
                <w:b/>
                <w:sz w:val="14"/>
                <w:szCs w:val="14"/>
              </w:rPr>
              <w:fldChar w:fldCharType="begin"/>
            </w:r>
            <w:r w:rsidR="00CC060A" w:rsidRPr="00CC190A">
              <w:rPr>
                <w:b/>
                <w:sz w:val="14"/>
                <w:szCs w:val="14"/>
              </w:rPr>
              <w:instrText xml:space="preserve"> =A12</w:instrText>
            </w:r>
            <w:r w:rsidR="00CC060A"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="00CC060A" w:rsidRPr="00CC190A">
              <w:rPr>
                <w:b/>
                <w:sz w:val="14"/>
                <w:szCs w:val="14"/>
              </w:rPr>
              <w:fldChar w:fldCharType="end"/>
            </w:r>
            <w:r w:rsidR="00CC060A" w:rsidRPr="00CC190A">
              <w:rPr>
                <w:b/>
                <w:sz w:val="14"/>
                <w:szCs w:val="14"/>
              </w:rPr>
              <w:instrText xml:space="preserve"> = 0,"" </w:instrText>
            </w:r>
            <w:r w:rsidR="00CC060A" w:rsidRPr="00CC190A">
              <w:rPr>
                <w:b/>
                <w:sz w:val="14"/>
                <w:szCs w:val="14"/>
              </w:rPr>
              <w:fldChar w:fldCharType="begin"/>
            </w:r>
            <w:r w:rsidR="00CC060A" w:rsidRPr="00CC190A">
              <w:rPr>
                <w:b/>
                <w:sz w:val="14"/>
                <w:szCs w:val="14"/>
              </w:rPr>
              <w:instrText xml:space="preserve"> IF </w:instrText>
            </w:r>
            <w:r w:rsidR="00CC060A" w:rsidRPr="00CC190A">
              <w:rPr>
                <w:b/>
                <w:sz w:val="14"/>
                <w:szCs w:val="14"/>
              </w:rPr>
              <w:fldChar w:fldCharType="begin"/>
            </w:r>
            <w:r w:rsidR="00CC060A" w:rsidRPr="00CC190A">
              <w:rPr>
                <w:b/>
                <w:sz w:val="14"/>
                <w:szCs w:val="14"/>
              </w:rPr>
              <w:instrText xml:space="preserve"> =A12 </w:instrText>
            </w:r>
            <w:r w:rsidR="00CC060A"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="00CC060A" w:rsidRPr="00CC190A">
              <w:rPr>
                <w:b/>
                <w:sz w:val="14"/>
                <w:szCs w:val="14"/>
              </w:rPr>
              <w:fldChar w:fldCharType="end"/>
            </w:r>
            <w:r w:rsidR="00CC060A" w:rsidRPr="00CC190A">
              <w:rPr>
                <w:b/>
                <w:sz w:val="14"/>
                <w:szCs w:val="14"/>
              </w:rPr>
              <w:instrText xml:space="preserve">  &lt; </w:instrText>
            </w:r>
            <w:r w:rsidR="00CC060A" w:rsidRPr="00CC190A">
              <w:rPr>
                <w:b/>
                <w:sz w:val="14"/>
                <w:szCs w:val="14"/>
              </w:rPr>
              <w:fldChar w:fldCharType="begin"/>
            </w:r>
            <w:r w:rsidR="00CC060A"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CC060A"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30</w:instrText>
            </w:r>
            <w:r w:rsidR="00CC060A" w:rsidRPr="00CC190A">
              <w:rPr>
                <w:b/>
                <w:sz w:val="14"/>
                <w:szCs w:val="14"/>
              </w:rPr>
              <w:fldChar w:fldCharType="end"/>
            </w:r>
            <w:r w:rsidR="00CC060A" w:rsidRPr="00CC190A">
              <w:rPr>
                <w:b/>
                <w:sz w:val="14"/>
                <w:szCs w:val="14"/>
              </w:rPr>
              <w:instrText xml:space="preserve">  </w:instrText>
            </w:r>
            <w:r w:rsidR="00CC060A" w:rsidRPr="00CC190A">
              <w:rPr>
                <w:b/>
                <w:sz w:val="14"/>
                <w:szCs w:val="14"/>
              </w:rPr>
              <w:fldChar w:fldCharType="begin"/>
            </w:r>
            <w:r w:rsidR="00CC060A" w:rsidRPr="00CC190A">
              <w:rPr>
                <w:b/>
                <w:sz w:val="14"/>
                <w:szCs w:val="14"/>
              </w:rPr>
              <w:instrText xml:space="preserve"> =A12+1 </w:instrText>
            </w:r>
            <w:r w:rsidR="00CC060A" w:rsidRPr="00CC190A">
              <w:rPr>
                <w:b/>
                <w:sz w:val="14"/>
                <w:szCs w:val="14"/>
              </w:rPr>
              <w:fldChar w:fldCharType="separate"/>
            </w:r>
            <w:r w:rsidR="00CC060A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CC060A" w:rsidRPr="00CC190A">
              <w:rPr>
                <w:b/>
                <w:sz w:val="14"/>
                <w:szCs w:val="14"/>
              </w:rPr>
              <w:fldChar w:fldCharType="end"/>
            </w:r>
            <w:r w:rsidR="00CC060A" w:rsidRPr="00CC190A">
              <w:rPr>
                <w:b/>
                <w:sz w:val="14"/>
                <w:szCs w:val="14"/>
              </w:rPr>
              <w:instrText xml:space="preserve"> "" </w:instrText>
            </w:r>
            <w:r w:rsidR="00CC060A" w:rsidRPr="00CC190A">
              <w:rPr>
                <w:b/>
                <w:sz w:val="14"/>
                <w:szCs w:val="14"/>
              </w:rPr>
              <w:fldChar w:fldCharType="end"/>
            </w:r>
            <w:r w:rsidR="00CC060A"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  <w:tr w:rsidR="00CC060A" w:rsidRPr="00F8437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060A" w:rsidRPr="00F84378" w:rsidRDefault="00CC190A" w:rsidP="00E83892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Create a buzz about your upcoming website post. Share the link to your newsletter sign-up page.</w:t>
            </w:r>
          </w:p>
        </w:tc>
        <w:tc>
          <w:tcPr>
            <w:tcW w:w="4286" w:type="pct"/>
            <w:gridSpan w:val="6"/>
            <w:vMerge/>
            <w:shd w:val="clear" w:color="auto" w:fill="F7F7F7"/>
          </w:tcPr>
          <w:p w:rsidR="00CC060A" w:rsidRPr="00F84378" w:rsidRDefault="00CC060A" w:rsidP="00E83892">
            <w:pPr>
              <w:rPr>
                <w:sz w:val="14"/>
                <w:szCs w:val="14"/>
              </w:rPr>
            </w:pPr>
          </w:p>
        </w:tc>
      </w:tr>
    </w:tbl>
    <w:p w:rsidR="00E207E8" w:rsidRDefault="00E207E8">
      <w:pPr>
        <w:spacing w:before="0" w:after="0"/>
        <w:rPr>
          <w:b/>
          <w:sz w:val="14"/>
          <w:szCs w:val="14"/>
        </w:rPr>
      </w:pPr>
      <w:r>
        <w:rPr>
          <w:b/>
          <w:sz w:val="14"/>
          <w:szCs w:val="14"/>
        </w:rPr>
        <w:br w:type="page"/>
      </w:r>
    </w:p>
    <w:p w:rsidR="00E207E8" w:rsidRPr="00E207E8" w:rsidRDefault="00E207E8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F84378" w:rsidTr="00F84378">
        <w:trPr>
          <w:trHeight w:hRule="exact" w:val="83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F84378" w:rsidRDefault="00026CCC" w:rsidP="00026CCC">
            <w:pPr>
              <w:pStyle w:val="Month"/>
              <w:jc w:val="center"/>
              <w:rPr>
                <w:sz w:val="52"/>
                <w:szCs w:val="52"/>
              </w:rPr>
            </w:pPr>
            <w:r>
              <w:rPr>
                <w:sz w:val="72"/>
                <w:szCs w:val="72"/>
              </w:rPr>
              <w:t xml:space="preserve">              </w:t>
            </w:r>
            <w:r w:rsidRPr="00026CCC">
              <w:rPr>
                <w:sz w:val="72"/>
                <w:szCs w:val="72"/>
              </w:rPr>
              <w:t>November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F84378" w:rsidRDefault="0064577A" w:rsidP="00026CCC">
            <w:pPr>
              <w:pStyle w:val="Year"/>
              <w:jc w:val="left"/>
              <w:rPr>
                <w:sz w:val="40"/>
                <w:szCs w:val="40"/>
              </w:rPr>
            </w:pPr>
          </w:p>
        </w:tc>
      </w:tr>
      <w:tr w:rsidR="0064577A" w:rsidRPr="00F84378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64577A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CC190A">
        <w:trPr>
          <w:trHeight w:val="278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pictures of an industry or group event you attended recently. Tag and/or describe each so it's meaningful to your fans.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1F401D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1F401D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Pinterest images on FB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Host a short Q&amp;A event. Ask attendees to send in questions a week before the event. Answer the most asked questions live.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Link to a tutorial</w:t>
            </w:r>
            <w:r>
              <w:rPr>
                <w:sz w:val="14"/>
                <w:szCs w:val="14"/>
              </w:rPr>
              <w:t>. This could include your FAQ or something on another website.</w:t>
            </w:r>
          </w:p>
        </w:tc>
        <w:tc>
          <w:tcPr>
            <w:tcW w:w="716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>Spotlight a vendor you use</w:t>
            </w:r>
            <w:r>
              <w:rPr>
                <w:sz w:val="14"/>
                <w:szCs w:val="14"/>
              </w:rPr>
              <w:t>. Share why you use them over all the others.</w:t>
            </w:r>
          </w:p>
        </w:tc>
      </w:tr>
      <w:tr w:rsidR="0064577A" w:rsidRPr="00CC190A" w:rsidTr="00CC190A">
        <w:trPr>
          <w:trHeight w:val="296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Ask followers to fill in the blanks. Set the topic for specifics. Ex. My biggest pet peeve when it comes to ___ is ___.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Create a 'truth or fiction' post and ask your followers to guess which it is.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helpful infographics (yours or someone else's)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post series (week of ideas for___,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complete - </w:t>
            </w:r>
            <w:r w:rsidRPr="001F401D">
              <w:rPr>
                <w:sz w:val="14"/>
                <w:szCs w:val="14"/>
              </w:rPr>
              <w:t>If I could be the CEO of any company, it would be ____</w:t>
            </w:r>
            <w:r>
              <w:rPr>
                <w:sz w:val="14"/>
                <w:szCs w:val="14"/>
              </w:rPr>
              <w:t xml:space="preserve"> because…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photo contest and ask followers to vote</w:t>
            </w:r>
            <w:r>
              <w:rPr>
                <w:sz w:val="14"/>
                <w:szCs w:val="14"/>
              </w:rPr>
              <w:t xml:space="preserve"> on their favorites.</w:t>
            </w:r>
          </w:p>
        </w:tc>
        <w:tc>
          <w:tcPr>
            <w:tcW w:w="716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customer.</w:t>
            </w:r>
            <w:r>
              <w:rPr>
                <w:sz w:val="14"/>
                <w:szCs w:val="14"/>
              </w:rPr>
              <w:t xml:space="preserve"> Share a good question, idea, or feedback from the person.</w:t>
            </w:r>
          </w:p>
        </w:tc>
      </w:tr>
      <w:tr w:rsidR="0064577A" w:rsidRPr="00CC190A" w:rsidTr="00CC190A">
        <w:trPr>
          <w:trHeight w:val="296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Ask "If I could add one feature to my product/service what would you want it to be?"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Recommend a helpful (free) tool you found. Tell the related story.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Search for hashtags related to your niche and share customer photos, etc. on Pinterest, Instagram, or FB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Respond to a tag or mention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Take a trip down memory lane &amp; share old logos or images of your first product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 comic</w:t>
            </w:r>
            <w:r>
              <w:rPr>
                <w:sz w:val="14"/>
                <w:szCs w:val="14"/>
              </w:rPr>
              <w:t xml:space="preserve"> strip relative to a niche topic, problem, solution, or action.</w:t>
            </w:r>
          </w:p>
        </w:tc>
        <w:tc>
          <w:tcPr>
            <w:tcW w:w="716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Promote an industry-related event</w:t>
            </w:r>
          </w:p>
        </w:tc>
      </w:tr>
      <w:tr w:rsidR="0064577A" w:rsidRPr="00CC190A" w:rsidTr="00CC190A">
        <w:trPr>
          <w:trHeight w:val="296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</w:t>
            </w:r>
            <w:r>
              <w:rPr>
                <w:sz w:val="14"/>
                <w:szCs w:val="14"/>
              </w:rPr>
              <w:t>n exciting</w:t>
            </w:r>
            <w:r w:rsidRPr="001F401D">
              <w:rPr>
                <w:sz w:val="14"/>
                <w:szCs w:val="14"/>
              </w:rPr>
              <w:t xml:space="preserve"> post that resonates with your followers’ emotions</w:t>
            </w:r>
            <w:r>
              <w:rPr>
                <w:sz w:val="14"/>
                <w:szCs w:val="14"/>
              </w:rPr>
              <w:t xml:space="preserve"> and</w:t>
            </w:r>
            <w:r w:rsidRPr="001F401D">
              <w:rPr>
                <w:sz w:val="14"/>
                <w:szCs w:val="14"/>
              </w:rPr>
              <w:t xml:space="preserve"> memories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Ask followers to </w:t>
            </w:r>
            <w:r>
              <w:rPr>
                <w:sz w:val="14"/>
                <w:szCs w:val="14"/>
              </w:rPr>
              <w:t>finish the sentence</w:t>
            </w:r>
            <w:r w:rsidRPr="001F401D">
              <w:rPr>
                <w:sz w:val="14"/>
                <w:szCs w:val="14"/>
              </w:rPr>
              <w:t xml:space="preserve">. Ex. </w:t>
            </w:r>
            <w:r>
              <w:rPr>
                <w:sz w:val="14"/>
                <w:szCs w:val="14"/>
              </w:rPr>
              <w:t>What would you do if...?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Has a colleague, JV partner, news media or authority site mentioned you? Share it. 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Post a video of</w:t>
            </w:r>
            <w:r>
              <w:rPr>
                <w:sz w:val="14"/>
                <w:szCs w:val="14"/>
              </w:rPr>
              <w:t xml:space="preserve"> </w:t>
            </w:r>
            <w:r w:rsidRPr="001F401D">
              <w:rPr>
                <w:sz w:val="14"/>
                <w:szCs w:val="14"/>
              </w:rPr>
              <w:t>Your fun side (it doesn't all have to be business)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Remind </w:t>
            </w:r>
            <w:r>
              <w:rPr>
                <w:sz w:val="14"/>
                <w:szCs w:val="14"/>
              </w:rPr>
              <w:t xml:space="preserve">readers </w:t>
            </w:r>
            <w:r w:rsidRPr="001F401D">
              <w:rPr>
                <w:sz w:val="14"/>
                <w:szCs w:val="14"/>
              </w:rPr>
              <w:t>about a limited-time offer you sent out via email.</w:t>
            </w:r>
          </w:p>
        </w:tc>
        <w:tc>
          <w:tcPr>
            <w:tcW w:w="714" w:type="pct"/>
            <w:shd w:val="clear" w:color="auto" w:fill="F7F7F7"/>
          </w:tcPr>
          <w:p w:rsidR="00CC190A" w:rsidRPr="00F84378" w:rsidRDefault="00CC190A" w:rsidP="0083499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Fun Friday -</w:t>
            </w:r>
            <w:r>
              <w:rPr>
                <w:sz w:val="14"/>
                <w:szCs w:val="14"/>
              </w:rPr>
              <w:t xml:space="preserve"> Take a poll (Which of these is most important to you?</w:t>
            </w:r>
            <w:r w:rsidRPr="00834996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16" w:type="pct"/>
            <w:shd w:val="clear" w:color="auto" w:fill="F7F7F7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one of your affiliates. Explain what makes the person standout.</w:t>
            </w:r>
          </w:p>
        </w:tc>
      </w:tr>
      <w:tr w:rsidR="0064577A" w:rsidRPr="00CC190A" w:rsidTr="00CC190A">
        <w:trPr>
          <w:trHeight w:val="314"/>
        </w:trPr>
        <w:tc>
          <w:tcPr>
            <w:tcW w:w="714" w:type="pct"/>
            <w:shd w:val="clear" w:color="auto" w:fill="auto"/>
          </w:tcPr>
          <w:p w:rsidR="0064577A" w:rsidRPr="00CC190A" w:rsidRDefault="0064577A" w:rsidP="00943C6D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Promote your latest product, service, or freebie with, "The </w:t>
            </w:r>
            <w:r w:rsidRPr="006E59B8">
              <w:rPr>
                <w:sz w:val="14"/>
                <w:szCs w:val="14"/>
              </w:rPr>
              <w:t>first 50</w:t>
            </w:r>
            <w:r>
              <w:rPr>
                <w:sz w:val="14"/>
                <w:szCs w:val="14"/>
              </w:rPr>
              <w:t xml:space="preserve"> people</w:t>
            </w:r>
            <w:r w:rsidRPr="006E59B8">
              <w:rPr>
                <w:sz w:val="14"/>
                <w:szCs w:val="14"/>
              </w:rPr>
              <w:t xml:space="preserve"> to retweet/share</w:t>
            </w:r>
            <w:r>
              <w:rPr>
                <w:sz w:val="14"/>
                <w:szCs w:val="14"/>
              </w:rPr>
              <w:t xml:space="preserve"> this </w:t>
            </w:r>
            <w:r w:rsidRPr="006E59B8">
              <w:rPr>
                <w:sz w:val="14"/>
                <w:szCs w:val="14"/>
              </w:rPr>
              <w:t>get</w:t>
            </w:r>
            <w:r>
              <w:rPr>
                <w:sz w:val="14"/>
                <w:szCs w:val="14"/>
              </w:rPr>
              <w:t xml:space="preserve"> _____."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Like a page or website that covers topics beyond your expertise/scope </w:t>
            </w:r>
            <w:proofErr w:type="gramStart"/>
            <w:r>
              <w:rPr>
                <w:sz w:val="14"/>
                <w:szCs w:val="14"/>
              </w:rPr>
              <w:t>( i.e.</w:t>
            </w:r>
            <w:proofErr w:type="gramEnd"/>
            <w:r>
              <w:rPr>
                <w:sz w:val="14"/>
                <w:szCs w:val="14"/>
              </w:rPr>
              <w:t xml:space="preserve"> parenting teens vs. parenting the new baby)</w:t>
            </w:r>
          </w:p>
        </w:tc>
        <w:tc>
          <w:tcPr>
            <w:tcW w:w="714" w:type="pct"/>
            <w:shd w:val="clear" w:color="auto" w:fill="auto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Offer a challenge</w:t>
            </w:r>
            <w:r>
              <w:rPr>
                <w:sz w:val="14"/>
                <w:szCs w:val="14"/>
              </w:rPr>
              <w:t xml:space="preserve">: </w:t>
            </w:r>
            <w:r w:rsidRPr="001F401D">
              <w:rPr>
                <w:sz w:val="14"/>
                <w:szCs w:val="14"/>
              </w:rPr>
              <w:t>7 days to ____ (then post an update every day)</w:t>
            </w: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Share an 'expert' tip. This could be one of your own or from one of your "go-to" people.</w:t>
            </w: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</w:p>
        </w:tc>
      </w:tr>
      <w:tr w:rsidR="005E036A" w:rsidRPr="00CC190A" w:rsidTr="00CC190A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5E036A" w:rsidRPr="00CC190A" w:rsidRDefault="0067797B" w:rsidP="005E036A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="005E036A" w:rsidRPr="00CC190A">
              <w:rPr>
                <w:b/>
                <w:sz w:val="14"/>
                <w:szCs w:val="14"/>
              </w:rPr>
              <w:fldChar w:fldCharType="begin"/>
            </w:r>
            <w:r w:rsidR="005E036A" w:rsidRPr="00CC190A">
              <w:rPr>
                <w:b/>
                <w:sz w:val="14"/>
                <w:szCs w:val="14"/>
              </w:rPr>
              <w:instrText xml:space="preserve">IF </w:instrText>
            </w:r>
            <w:r w:rsidR="005E036A" w:rsidRPr="00CC190A">
              <w:rPr>
                <w:b/>
                <w:sz w:val="14"/>
                <w:szCs w:val="14"/>
              </w:rPr>
              <w:fldChar w:fldCharType="begin"/>
            </w:r>
            <w:r w:rsidR="005E036A" w:rsidRPr="00CC190A">
              <w:rPr>
                <w:b/>
                <w:sz w:val="14"/>
                <w:szCs w:val="14"/>
              </w:rPr>
              <w:instrText xml:space="preserve"> =A12</w:instrText>
            </w:r>
            <w:r w:rsidR="005E036A"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="005E036A" w:rsidRPr="00CC190A">
              <w:rPr>
                <w:b/>
                <w:sz w:val="14"/>
                <w:szCs w:val="14"/>
              </w:rPr>
              <w:fldChar w:fldCharType="end"/>
            </w:r>
            <w:r w:rsidR="005E036A" w:rsidRPr="00CC190A">
              <w:rPr>
                <w:b/>
                <w:sz w:val="14"/>
                <w:szCs w:val="14"/>
              </w:rPr>
              <w:instrText xml:space="preserve"> = 0,"" </w:instrText>
            </w:r>
            <w:r w:rsidR="005E036A" w:rsidRPr="00CC190A">
              <w:rPr>
                <w:b/>
                <w:sz w:val="14"/>
                <w:szCs w:val="14"/>
              </w:rPr>
              <w:fldChar w:fldCharType="begin"/>
            </w:r>
            <w:r w:rsidR="005E036A" w:rsidRPr="00CC190A">
              <w:rPr>
                <w:b/>
                <w:sz w:val="14"/>
                <w:szCs w:val="14"/>
              </w:rPr>
              <w:instrText xml:space="preserve"> IF </w:instrText>
            </w:r>
            <w:r w:rsidR="005E036A" w:rsidRPr="00CC190A">
              <w:rPr>
                <w:b/>
                <w:sz w:val="14"/>
                <w:szCs w:val="14"/>
              </w:rPr>
              <w:fldChar w:fldCharType="begin"/>
            </w:r>
            <w:r w:rsidR="005E036A" w:rsidRPr="00CC190A">
              <w:rPr>
                <w:b/>
                <w:sz w:val="14"/>
                <w:szCs w:val="14"/>
              </w:rPr>
              <w:instrText xml:space="preserve"> =A12 </w:instrText>
            </w:r>
            <w:r w:rsidR="005E036A" w:rsidRPr="00CC190A">
              <w:rPr>
                <w:b/>
                <w:sz w:val="14"/>
                <w:szCs w:val="14"/>
              </w:rPr>
              <w:fldChar w:fldCharType="separate"/>
            </w:r>
            <w:r w:rsidR="005E036A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5E036A" w:rsidRPr="00CC190A">
              <w:rPr>
                <w:b/>
                <w:sz w:val="14"/>
                <w:szCs w:val="14"/>
              </w:rPr>
              <w:fldChar w:fldCharType="end"/>
            </w:r>
            <w:r w:rsidR="005E036A" w:rsidRPr="00CC190A">
              <w:rPr>
                <w:b/>
                <w:sz w:val="14"/>
                <w:szCs w:val="14"/>
              </w:rPr>
              <w:instrText xml:space="preserve">  &lt; </w:instrText>
            </w:r>
            <w:r w:rsidR="005E036A" w:rsidRPr="00CC190A">
              <w:rPr>
                <w:b/>
                <w:sz w:val="14"/>
                <w:szCs w:val="14"/>
              </w:rPr>
              <w:fldChar w:fldCharType="begin"/>
            </w:r>
            <w:r w:rsidR="005E036A"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5E036A" w:rsidRPr="00CC190A">
              <w:rPr>
                <w:b/>
                <w:sz w:val="14"/>
                <w:szCs w:val="14"/>
              </w:rPr>
              <w:fldChar w:fldCharType="separate"/>
            </w:r>
            <w:r w:rsidR="005E036A" w:rsidRPr="00CC190A">
              <w:rPr>
                <w:b/>
                <w:sz w:val="14"/>
                <w:szCs w:val="14"/>
              </w:rPr>
              <w:instrText>31</w:instrText>
            </w:r>
            <w:r w:rsidR="005E036A" w:rsidRPr="00CC190A">
              <w:rPr>
                <w:b/>
                <w:sz w:val="14"/>
                <w:szCs w:val="14"/>
              </w:rPr>
              <w:fldChar w:fldCharType="end"/>
            </w:r>
            <w:r w:rsidR="005E036A" w:rsidRPr="00CC190A">
              <w:rPr>
                <w:b/>
                <w:sz w:val="14"/>
                <w:szCs w:val="14"/>
              </w:rPr>
              <w:instrText xml:space="preserve">  </w:instrText>
            </w:r>
            <w:r w:rsidR="005E036A" w:rsidRPr="00CC190A">
              <w:rPr>
                <w:b/>
                <w:sz w:val="14"/>
                <w:szCs w:val="14"/>
              </w:rPr>
              <w:fldChar w:fldCharType="begin"/>
            </w:r>
            <w:r w:rsidR="005E036A" w:rsidRPr="00CC190A">
              <w:rPr>
                <w:b/>
                <w:sz w:val="14"/>
                <w:szCs w:val="14"/>
              </w:rPr>
              <w:instrText xml:space="preserve"> =A12+1 </w:instrText>
            </w:r>
            <w:r w:rsidR="005E036A" w:rsidRPr="00CC190A">
              <w:rPr>
                <w:b/>
                <w:sz w:val="14"/>
                <w:szCs w:val="14"/>
              </w:rPr>
              <w:fldChar w:fldCharType="separate"/>
            </w:r>
            <w:r w:rsidR="005E036A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5E036A" w:rsidRPr="00CC190A">
              <w:rPr>
                <w:b/>
                <w:sz w:val="14"/>
                <w:szCs w:val="14"/>
              </w:rPr>
              <w:fldChar w:fldCharType="end"/>
            </w:r>
            <w:r w:rsidR="005E036A" w:rsidRPr="00CC190A">
              <w:rPr>
                <w:b/>
                <w:sz w:val="14"/>
                <w:szCs w:val="14"/>
              </w:rPr>
              <w:instrText xml:space="preserve"> "" </w:instrText>
            </w:r>
            <w:r w:rsidR="005E036A" w:rsidRPr="00CC190A">
              <w:rPr>
                <w:b/>
                <w:sz w:val="14"/>
                <w:szCs w:val="14"/>
              </w:rPr>
              <w:fldChar w:fldCharType="end"/>
            </w:r>
            <w:r w:rsidR="005E036A"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E207E8" w:rsidRDefault="00E207E8">
      <w:pPr>
        <w:spacing w:before="0" w:after="0"/>
        <w:rPr>
          <w:b/>
          <w:sz w:val="14"/>
          <w:szCs w:val="14"/>
        </w:rPr>
      </w:pPr>
      <w:r>
        <w:rPr>
          <w:b/>
          <w:sz w:val="14"/>
          <w:szCs w:val="14"/>
        </w:rPr>
        <w:br w:type="page"/>
      </w:r>
    </w:p>
    <w:p w:rsidR="004A15FF" w:rsidRPr="00E207E8" w:rsidRDefault="004A15FF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F84378" w:rsidTr="00F84378">
        <w:trPr>
          <w:trHeight w:hRule="exact" w:val="83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026CCC" w:rsidRDefault="00026CCC" w:rsidP="00026CCC">
            <w:pPr>
              <w:pStyle w:val="Month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             </w:t>
            </w:r>
            <w:r w:rsidRPr="00026CCC">
              <w:rPr>
                <w:sz w:val="72"/>
                <w:szCs w:val="72"/>
              </w:rPr>
              <w:t>December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F84378" w:rsidRDefault="0064577A" w:rsidP="00BA18CD">
            <w:pPr>
              <w:pStyle w:val="Year"/>
              <w:rPr>
                <w:sz w:val="40"/>
                <w:szCs w:val="40"/>
              </w:rPr>
            </w:pPr>
          </w:p>
        </w:tc>
      </w:tr>
      <w:tr w:rsidR="0064577A" w:rsidRPr="00F84378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64577A" w:rsidRPr="007F3583" w:rsidTr="00CC190A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CC190A">
        <w:trPr>
          <w:trHeight w:val="287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CC190A" w:rsidRPr="00B4444F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recent statistics from the industry. Create an infographic to share on various sites as well as your blog. </w:t>
            </w:r>
          </w:p>
        </w:tc>
        <w:tc>
          <w:tcPr>
            <w:tcW w:w="714" w:type="pct"/>
            <w:shd w:val="clear" w:color="auto" w:fill="auto"/>
          </w:tcPr>
          <w:p w:rsidR="00CC190A" w:rsidRPr="00B4444F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favorite podcast you listen to. (or an upcoming podcast or webinar you’ll be attending)</w:t>
            </w:r>
          </w:p>
        </w:tc>
        <w:tc>
          <w:tcPr>
            <w:tcW w:w="716" w:type="pct"/>
            <w:shd w:val="clear" w:color="auto" w:fill="auto"/>
          </w:tcPr>
          <w:p w:rsidR="00CC190A" w:rsidRPr="00B4444F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Spotlight a customer, affiliate, team member, or JV partner.</w:t>
            </w:r>
          </w:p>
        </w:tc>
      </w:tr>
      <w:tr w:rsidR="0064577A" w:rsidRPr="00CC190A" w:rsidTr="00CC190A">
        <w:trPr>
          <w:trHeight w:val="296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finish the sentence - “The top 5 things I appreciate are...”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  <w:tc>
          <w:tcPr>
            <w:tcW w:w="714" w:type="pct"/>
            <w:shd w:val="clear" w:color="auto" w:fill="F7F7F7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 or define a niche related word or phrase. Pair the word/phrase with an image to make it memorable.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a weird, random question like, "sandals or bare feet?"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popular trend related to your niche. Ask readers how they feel about the trend - agree or disagree.</w:t>
            </w:r>
          </w:p>
        </w:tc>
        <w:tc>
          <w:tcPr>
            <w:tcW w:w="716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and share a "5 Mistakes List" on a niche related topic.</w:t>
            </w:r>
          </w:p>
        </w:tc>
      </w:tr>
      <w:tr w:rsidR="0064577A" w:rsidRPr="00CC190A" w:rsidTr="00CC190A">
        <w:trPr>
          <w:trHeight w:val="305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finish the sentence - “</w:t>
            </w:r>
            <w:r>
              <w:rPr>
                <w:sz w:val="14"/>
                <w:szCs w:val="14"/>
              </w:rPr>
              <w:t>The thing I love the most about (your site or group name) is…</w:t>
            </w:r>
            <w:r w:rsidRPr="003771A4">
              <w:rPr>
                <w:sz w:val="14"/>
                <w:szCs w:val="14"/>
              </w:rPr>
              <w:t>”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an opinion piece from a thought leader in your niche.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Offer a challenge:</w:t>
            </w:r>
            <w:r>
              <w:rPr>
                <w:sz w:val="14"/>
                <w:szCs w:val="14"/>
              </w:rPr>
              <w:t xml:space="preserve"> </w:t>
            </w:r>
            <w:r w:rsidRPr="001F401D">
              <w:rPr>
                <w:sz w:val="14"/>
                <w:szCs w:val="14"/>
              </w:rPr>
              <w:t xml:space="preserve">Write </w:t>
            </w:r>
            <w:r>
              <w:rPr>
                <w:sz w:val="14"/>
                <w:szCs w:val="14"/>
              </w:rPr>
              <w:t xml:space="preserve">a </w:t>
            </w:r>
            <w:r w:rsidRPr="001F401D">
              <w:rPr>
                <w:sz w:val="14"/>
                <w:szCs w:val="14"/>
              </w:rPr>
              <w:t xml:space="preserve">5 </w:t>
            </w:r>
            <w:r>
              <w:rPr>
                <w:sz w:val="14"/>
                <w:szCs w:val="14"/>
              </w:rPr>
              <w:t>favorite</w:t>
            </w:r>
            <w:r w:rsidRPr="001F401D">
              <w:rPr>
                <w:sz w:val="14"/>
                <w:szCs w:val="14"/>
              </w:rPr>
              <w:t xml:space="preserve"> ____. </w:t>
            </w:r>
            <w:r>
              <w:rPr>
                <w:sz w:val="14"/>
                <w:szCs w:val="14"/>
              </w:rPr>
              <w:t>P</w:t>
            </w:r>
            <w:r w:rsidRPr="001F401D">
              <w:rPr>
                <w:sz w:val="14"/>
                <w:szCs w:val="14"/>
              </w:rPr>
              <w:t>ost each day for accountability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 or define a niche related word or phrase. Pair the word/phrase with an image to make it memorable.</w:t>
            </w: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Put a spin on Throwback Thursday. Ask, "What is not working for you and you wish you could just throw back?"</w:t>
            </w: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Invite followers, friends, and fans to join one of the niche topic groups you joined, like, &amp; recommend.</w:t>
            </w:r>
          </w:p>
        </w:tc>
        <w:tc>
          <w:tcPr>
            <w:tcW w:w="716" w:type="pct"/>
            <w:shd w:val="clear" w:color="auto" w:fill="auto"/>
          </w:tcPr>
          <w:p w:rsidR="00CC190A" w:rsidRPr="00F84378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what you will be doing on a personal level today &amp; what you'll do, or let followers know on Monday.</w:t>
            </w:r>
          </w:p>
        </w:tc>
      </w:tr>
      <w:tr w:rsidR="0064577A" w:rsidRPr="00CC190A" w:rsidTr="00CC190A">
        <w:trPr>
          <w:trHeight w:val="314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1F401D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1F401D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F7F7F7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Reference a hot topic-related news article. Share your opinion. Point out what readers can learn from the piece.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story that inspired you to start your business.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link to a tool or app that helps readers solve a problem.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Write a prediction post. Explain your reasoning. Ask if followers agree or disagree and why.</w:t>
            </w:r>
          </w:p>
        </w:tc>
        <w:tc>
          <w:tcPr>
            <w:tcW w:w="714" w:type="pct"/>
            <w:shd w:val="clear" w:color="auto" w:fill="F7F7F7"/>
          </w:tcPr>
          <w:p w:rsidR="00CC190A" w:rsidRPr="00712D98" w:rsidRDefault="00CC190A" w:rsidP="00FD6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"What is your favorite method of ____?" </w:t>
            </w:r>
          </w:p>
        </w:tc>
        <w:tc>
          <w:tcPr>
            <w:tcW w:w="716" w:type="pct"/>
            <w:shd w:val="clear" w:color="auto" w:fill="F7F7F7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friend or family member and tell how the person helps or encourages you behind the scenes.</w:t>
            </w:r>
          </w:p>
        </w:tc>
      </w:tr>
      <w:tr w:rsidR="0064577A" w:rsidRPr="00CC190A" w:rsidTr="00CC190A">
        <w:trPr>
          <w:trHeight w:val="323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CC190A" w:rsidRPr="00F84378" w:rsidTr="00CC190A">
        <w:trPr>
          <w:trHeight w:val="1050"/>
        </w:trPr>
        <w:tc>
          <w:tcPr>
            <w:tcW w:w="714" w:type="pct"/>
            <w:shd w:val="clear" w:color="auto" w:fill="auto"/>
          </w:tcPr>
          <w:p w:rsidR="00CC190A" w:rsidRPr="0055265D" w:rsidRDefault="00CC190A" w:rsidP="00CC19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- "If you were a car, what kind would you be and why?"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Create and share a slideshow based on a hot topic in the news or your latest product/service.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CC190A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Share a list of </w:t>
            </w:r>
            <w:r>
              <w:rPr>
                <w:sz w:val="14"/>
                <w:szCs w:val="14"/>
              </w:rPr>
              <w:t>the last 5 niche websites you used in research. Ask readers what they think about each.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Update an archived post. Share it along with why you chose to update it (new data, new experience, etc.)</w:t>
            </w:r>
          </w:p>
        </w:tc>
        <w:tc>
          <w:tcPr>
            <w:tcW w:w="714" w:type="pct"/>
            <w:shd w:val="clear" w:color="auto" w:fill="auto"/>
          </w:tcPr>
          <w:p w:rsidR="00CC190A" w:rsidRPr="0055265D" w:rsidRDefault="00CC190A" w:rsidP="00FD6236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CC190A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CC190A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Fun Friday -</w:t>
            </w:r>
            <w:r>
              <w:rPr>
                <w:sz w:val="14"/>
                <w:szCs w:val="14"/>
              </w:rPr>
              <w:t xml:space="preserve"> Create a niche related word search, word scramble, or puzzle. Offer it as a free pdf download. </w:t>
            </w:r>
          </w:p>
        </w:tc>
        <w:tc>
          <w:tcPr>
            <w:tcW w:w="716" w:type="pct"/>
            <w:shd w:val="clear" w:color="auto" w:fill="auto"/>
          </w:tcPr>
          <w:p w:rsidR="00CC190A" w:rsidRPr="00F84378" w:rsidRDefault="00CC190A" w:rsidP="00E83892">
            <w:pPr>
              <w:rPr>
                <w:sz w:val="14"/>
                <w:szCs w:val="14"/>
              </w:rPr>
            </w:pPr>
          </w:p>
        </w:tc>
      </w:tr>
      <w:tr w:rsidR="00C6408F" w:rsidRPr="00CC190A" w:rsidTr="00CC190A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C6408F" w:rsidRPr="00CC190A" w:rsidRDefault="0067797B" w:rsidP="00C6408F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="00C6408F" w:rsidRPr="00CC190A">
              <w:rPr>
                <w:b/>
                <w:sz w:val="14"/>
                <w:szCs w:val="14"/>
              </w:rPr>
              <w:fldChar w:fldCharType="begin"/>
            </w:r>
            <w:r w:rsidR="00C6408F" w:rsidRPr="00CC190A">
              <w:rPr>
                <w:b/>
                <w:sz w:val="14"/>
                <w:szCs w:val="14"/>
              </w:rPr>
              <w:instrText xml:space="preserve">IF </w:instrText>
            </w:r>
            <w:r w:rsidR="00C6408F" w:rsidRPr="00CC190A">
              <w:rPr>
                <w:b/>
                <w:sz w:val="14"/>
                <w:szCs w:val="14"/>
              </w:rPr>
              <w:fldChar w:fldCharType="begin"/>
            </w:r>
            <w:r w:rsidR="00C6408F" w:rsidRPr="00CC190A">
              <w:rPr>
                <w:b/>
                <w:sz w:val="14"/>
                <w:szCs w:val="14"/>
              </w:rPr>
              <w:instrText xml:space="preserve"> =A12</w:instrText>
            </w:r>
            <w:r w:rsidR="00C6408F"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="00C6408F" w:rsidRPr="00CC190A">
              <w:rPr>
                <w:b/>
                <w:sz w:val="14"/>
                <w:szCs w:val="14"/>
              </w:rPr>
              <w:fldChar w:fldCharType="end"/>
            </w:r>
            <w:r w:rsidR="00C6408F" w:rsidRPr="00CC190A">
              <w:rPr>
                <w:b/>
                <w:sz w:val="14"/>
                <w:szCs w:val="14"/>
              </w:rPr>
              <w:instrText xml:space="preserve"> = 0,"" </w:instrText>
            </w:r>
            <w:r w:rsidR="00C6408F" w:rsidRPr="00CC190A">
              <w:rPr>
                <w:b/>
                <w:sz w:val="14"/>
                <w:szCs w:val="14"/>
              </w:rPr>
              <w:fldChar w:fldCharType="begin"/>
            </w:r>
            <w:r w:rsidR="00C6408F" w:rsidRPr="00CC190A">
              <w:rPr>
                <w:b/>
                <w:sz w:val="14"/>
                <w:szCs w:val="14"/>
              </w:rPr>
              <w:instrText xml:space="preserve"> IF </w:instrText>
            </w:r>
            <w:r w:rsidR="00C6408F" w:rsidRPr="00CC190A">
              <w:rPr>
                <w:b/>
                <w:sz w:val="14"/>
                <w:szCs w:val="14"/>
              </w:rPr>
              <w:fldChar w:fldCharType="begin"/>
            </w:r>
            <w:r w:rsidR="00C6408F" w:rsidRPr="00CC190A">
              <w:rPr>
                <w:b/>
                <w:sz w:val="14"/>
                <w:szCs w:val="14"/>
              </w:rPr>
              <w:instrText xml:space="preserve"> =A12 </w:instrText>
            </w:r>
            <w:r w:rsidR="00C6408F" w:rsidRPr="00CC190A">
              <w:rPr>
                <w:b/>
                <w:sz w:val="14"/>
                <w:szCs w:val="14"/>
              </w:rPr>
              <w:fldChar w:fldCharType="separate"/>
            </w:r>
            <w:r w:rsidR="00C6408F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C6408F" w:rsidRPr="00CC190A">
              <w:rPr>
                <w:b/>
                <w:sz w:val="14"/>
                <w:szCs w:val="14"/>
              </w:rPr>
              <w:fldChar w:fldCharType="end"/>
            </w:r>
            <w:r w:rsidR="00C6408F" w:rsidRPr="00CC190A">
              <w:rPr>
                <w:b/>
                <w:sz w:val="14"/>
                <w:szCs w:val="14"/>
              </w:rPr>
              <w:instrText xml:space="preserve">  &lt; </w:instrText>
            </w:r>
            <w:r w:rsidR="00C6408F" w:rsidRPr="00CC190A">
              <w:rPr>
                <w:b/>
                <w:sz w:val="14"/>
                <w:szCs w:val="14"/>
              </w:rPr>
              <w:fldChar w:fldCharType="begin"/>
            </w:r>
            <w:r w:rsidR="00C6408F"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="00C6408F" w:rsidRPr="00CC190A">
              <w:rPr>
                <w:b/>
                <w:sz w:val="14"/>
                <w:szCs w:val="14"/>
              </w:rPr>
              <w:fldChar w:fldCharType="separate"/>
            </w:r>
            <w:r w:rsidR="00C6408F" w:rsidRPr="00CC190A">
              <w:rPr>
                <w:b/>
                <w:sz w:val="14"/>
                <w:szCs w:val="14"/>
              </w:rPr>
              <w:instrText>31</w:instrText>
            </w:r>
            <w:r w:rsidR="00C6408F" w:rsidRPr="00CC190A">
              <w:rPr>
                <w:b/>
                <w:sz w:val="14"/>
                <w:szCs w:val="14"/>
              </w:rPr>
              <w:fldChar w:fldCharType="end"/>
            </w:r>
            <w:r w:rsidR="00C6408F" w:rsidRPr="00CC190A">
              <w:rPr>
                <w:b/>
                <w:sz w:val="14"/>
                <w:szCs w:val="14"/>
              </w:rPr>
              <w:instrText xml:space="preserve">  </w:instrText>
            </w:r>
            <w:r w:rsidR="00C6408F" w:rsidRPr="00CC190A">
              <w:rPr>
                <w:b/>
                <w:sz w:val="14"/>
                <w:szCs w:val="14"/>
              </w:rPr>
              <w:fldChar w:fldCharType="begin"/>
            </w:r>
            <w:r w:rsidR="00C6408F" w:rsidRPr="00CC190A">
              <w:rPr>
                <w:b/>
                <w:sz w:val="14"/>
                <w:szCs w:val="14"/>
              </w:rPr>
              <w:instrText xml:space="preserve"> =A12+1 </w:instrText>
            </w:r>
            <w:r w:rsidR="00C6408F" w:rsidRPr="00CC190A">
              <w:rPr>
                <w:b/>
                <w:sz w:val="14"/>
                <w:szCs w:val="14"/>
              </w:rPr>
              <w:fldChar w:fldCharType="separate"/>
            </w:r>
            <w:r w:rsidR="00C6408F" w:rsidRPr="00CC190A">
              <w:rPr>
                <w:b/>
                <w:noProof/>
                <w:sz w:val="14"/>
                <w:szCs w:val="14"/>
              </w:rPr>
              <w:instrText>31</w:instrText>
            </w:r>
            <w:r w:rsidR="00C6408F" w:rsidRPr="00CC190A">
              <w:rPr>
                <w:b/>
                <w:sz w:val="14"/>
                <w:szCs w:val="14"/>
              </w:rPr>
              <w:fldChar w:fldCharType="end"/>
            </w:r>
            <w:r w:rsidR="00C6408F" w:rsidRPr="00CC190A">
              <w:rPr>
                <w:b/>
                <w:sz w:val="14"/>
                <w:szCs w:val="14"/>
              </w:rPr>
              <w:instrText xml:space="preserve"> "" </w:instrText>
            </w:r>
            <w:r w:rsidR="00C6408F" w:rsidRPr="00CC190A">
              <w:rPr>
                <w:b/>
                <w:sz w:val="14"/>
                <w:szCs w:val="14"/>
              </w:rPr>
              <w:fldChar w:fldCharType="end"/>
            </w:r>
            <w:r w:rsidR="00C6408F"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E207E8" w:rsidRDefault="00E207E8">
      <w:pPr>
        <w:spacing w:before="0" w:after="0"/>
        <w:rPr>
          <w:b/>
          <w:sz w:val="14"/>
          <w:szCs w:val="14"/>
        </w:rPr>
      </w:pPr>
      <w:r>
        <w:rPr>
          <w:b/>
          <w:sz w:val="14"/>
          <w:szCs w:val="14"/>
        </w:rPr>
        <w:br w:type="page"/>
      </w:r>
    </w:p>
    <w:p w:rsidR="00E207E8" w:rsidRPr="00E207E8" w:rsidRDefault="00E207E8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F84378" w:rsidTr="00E207E8">
        <w:trPr>
          <w:trHeight w:hRule="exact" w:val="111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F84378" w:rsidRDefault="002B2520" w:rsidP="00DF4289">
            <w:pPr>
              <w:pStyle w:val="Month"/>
              <w:jc w:val="left"/>
              <w:rPr>
                <w:sz w:val="52"/>
                <w:szCs w:val="52"/>
              </w:rPr>
            </w:pPr>
            <w:r w:rsidRPr="00F84378">
              <w:rPr>
                <w:sz w:val="52"/>
                <w:szCs w:val="52"/>
              </w:rPr>
              <w:t>Social Media Content Planner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F84378" w:rsidRDefault="00DF4289" w:rsidP="00BA18CD">
            <w:pPr>
              <w:pStyle w:val="Year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</w:t>
            </w:r>
          </w:p>
        </w:tc>
      </w:tr>
      <w:tr w:rsidR="0064577A" w:rsidRPr="00F84378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7"/>
        <w:gridCol w:w="2087"/>
        <w:gridCol w:w="2090"/>
      </w:tblGrid>
      <w:tr w:rsidR="0064577A" w:rsidRPr="007F3583" w:rsidTr="007E60E5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5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7E60E5">
        <w:trPr>
          <w:trHeight w:val="278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F84378" w:rsidTr="007E60E5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auto"/>
          </w:tcPr>
          <w:p w:rsidR="0064577A" w:rsidRPr="00F84378" w:rsidRDefault="0064577A" w:rsidP="00E83892">
            <w:pPr>
              <w:rPr>
                <w:sz w:val="14"/>
                <w:szCs w:val="14"/>
              </w:rPr>
            </w:pPr>
          </w:p>
        </w:tc>
      </w:tr>
      <w:tr w:rsidR="0064577A" w:rsidRPr="00CC190A" w:rsidTr="007E60E5">
        <w:trPr>
          <w:trHeight w:val="287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7E60E5" w:rsidRPr="00F84378" w:rsidTr="007E60E5">
        <w:trPr>
          <w:trHeight w:val="1050"/>
        </w:trPr>
        <w:tc>
          <w:tcPr>
            <w:tcW w:w="714" w:type="pct"/>
            <w:shd w:val="clear" w:color="auto" w:fill="F7F7F7"/>
          </w:tcPr>
          <w:p w:rsidR="007E60E5" w:rsidRPr="00F84378" w:rsidRDefault="007E60E5" w:rsidP="007E60E5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fill in the blanks; “The best way to get me to ____ is to ____.”</w:t>
            </w:r>
          </w:p>
        </w:tc>
        <w:tc>
          <w:tcPr>
            <w:tcW w:w="714" w:type="pct"/>
            <w:shd w:val="clear" w:color="auto" w:fill="F7F7F7"/>
          </w:tcPr>
          <w:p w:rsidR="007E60E5" w:rsidRPr="00B4444F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Offer a coupon specifically for a set of followers (only twitter or only those who see your coupon image on Pinterest)</w:t>
            </w:r>
          </w:p>
        </w:tc>
        <w:tc>
          <w:tcPr>
            <w:tcW w:w="714" w:type="pct"/>
            <w:shd w:val="clear" w:color="auto" w:fill="F7F7F7"/>
          </w:tcPr>
          <w:p w:rsidR="007E60E5" w:rsidRPr="00B4444F" w:rsidRDefault="007E60E5" w:rsidP="007E60E5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Ask a question. (What was your experience…?)</w:t>
            </w:r>
          </w:p>
        </w:tc>
        <w:tc>
          <w:tcPr>
            <w:tcW w:w="714" w:type="pct"/>
            <w:shd w:val="clear" w:color="auto" w:fill="F7F7F7"/>
          </w:tcPr>
          <w:p w:rsidR="007E60E5" w:rsidRPr="00B4444F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</w:t>
            </w:r>
            <w:r w:rsidRPr="00B4444F">
              <w:rPr>
                <w:sz w:val="14"/>
                <w:szCs w:val="14"/>
              </w:rPr>
              <w:t xml:space="preserve">ost </w:t>
            </w:r>
            <w:r>
              <w:rPr>
                <w:sz w:val="14"/>
                <w:szCs w:val="14"/>
              </w:rPr>
              <w:t>an evergreen piece</w:t>
            </w:r>
            <w:r w:rsidRPr="00B4444F">
              <w:rPr>
                <w:sz w:val="14"/>
                <w:szCs w:val="14"/>
              </w:rPr>
              <w:t xml:space="preserve"> from your archives</w:t>
            </w:r>
            <w:r>
              <w:rPr>
                <w:sz w:val="14"/>
                <w:szCs w:val="14"/>
              </w:rPr>
              <w:t xml:space="preserve"> (link to a blog post, something you’ve tweeted or shared before, etc.)</w:t>
            </w:r>
          </w:p>
        </w:tc>
        <w:tc>
          <w:tcPr>
            <w:tcW w:w="714" w:type="pct"/>
            <w:shd w:val="clear" w:color="auto" w:fill="F7F7F7"/>
          </w:tcPr>
          <w:p w:rsidR="007E60E5" w:rsidRDefault="007E60E5" w:rsidP="007E60E5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Create a “Top 5” post</w:t>
            </w:r>
            <w:r>
              <w:rPr>
                <w:sz w:val="14"/>
                <w:szCs w:val="14"/>
              </w:rPr>
              <w:t>.</w:t>
            </w:r>
          </w:p>
          <w:p w:rsidR="007E60E5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Tips to…</w:t>
            </w:r>
          </w:p>
          <w:p w:rsidR="007E60E5" w:rsidRPr="00076A01" w:rsidRDefault="007E60E5" w:rsidP="007E60E5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Default="007E60E5" w:rsidP="007E60E5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Fun Friday: share something funny</w:t>
            </w:r>
            <w:r>
              <w:rPr>
                <w:sz w:val="14"/>
                <w:szCs w:val="14"/>
              </w:rPr>
              <w:t xml:space="preserve"> (a meme, comic strip, etc.) </w:t>
            </w:r>
          </w:p>
          <w:p w:rsidR="007E60E5" w:rsidRPr="00B4444F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 this regularly and create a hashtag for it.</w:t>
            </w:r>
          </w:p>
        </w:tc>
        <w:tc>
          <w:tcPr>
            <w:tcW w:w="715" w:type="pct"/>
            <w:shd w:val="clear" w:color="auto" w:fill="F7F7F7"/>
          </w:tcPr>
          <w:p w:rsidR="007E60E5" w:rsidRPr="00B4444F" w:rsidRDefault="007E60E5" w:rsidP="007E60E5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 xml:space="preserve">Share a behind-the-scenes image on Pinterest &amp; </w:t>
            </w:r>
            <w:r>
              <w:rPr>
                <w:sz w:val="14"/>
                <w:szCs w:val="14"/>
              </w:rPr>
              <w:t>I</w:t>
            </w:r>
            <w:r w:rsidRPr="00B4444F">
              <w:rPr>
                <w:sz w:val="14"/>
                <w:szCs w:val="14"/>
              </w:rPr>
              <w:t>nstagram. Tweet about it. (your weekly planner or ?)</w:t>
            </w:r>
          </w:p>
        </w:tc>
      </w:tr>
      <w:tr w:rsidR="007E60E5" w:rsidRPr="00CC190A" w:rsidTr="007E60E5">
        <w:trPr>
          <w:trHeight w:val="296"/>
        </w:trPr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7E60E5" w:rsidRPr="00F84378" w:rsidTr="007E60E5">
        <w:trPr>
          <w:trHeight w:val="1050"/>
        </w:trPr>
        <w:tc>
          <w:tcPr>
            <w:tcW w:w="714" w:type="pct"/>
            <w:shd w:val="clear" w:color="auto" w:fill="auto"/>
          </w:tcPr>
          <w:p w:rsidR="007E60E5" w:rsidRPr="0055265D" w:rsidRDefault="007E60E5" w:rsidP="007E60E5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finish the sentence - “</w:t>
            </w:r>
            <w:r>
              <w:rPr>
                <w:sz w:val="14"/>
                <w:szCs w:val="14"/>
              </w:rPr>
              <w:t>The thing I love the most about (your site or group name) is…</w:t>
            </w:r>
            <w:r w:rsidRPr="003771A4">
              <w:rPr>
                <w:sz w:val="14"/>
                <w:szCs w:val="14"/>
              </w:rPr>
              <w:t>”</w:t>
            </w:r>
          </w:p>
        </w:tc>
        <w:tc>
          <w:tcPr>
            <w:tcW w:w="714" w:type="pct"/>
            <w:shd w:val="clear" w:color="auto" w:fill="auto"/>
          </w:tcPr>
          <w:p w:rsidR="007E60E5" w:rsidRPr="0055265D" w:rsidRDefault="007E60E5" w:rsidP="007E60E5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an opinion piece from a thought leader in your niche.</w:t>
            </w:r>
          </w:p>
        </w:tc>
        <w:tc>
          <w:tcPr>
            <w:tcW w:w="714" w:type="pct"/>
            <w:shd w:val="clear" w:color="auto" w:fill="auto"/>
          </w:tcPr>
          <w:p w:rsidR="007E60E5" w:rsidRPr="0055265D" w:rsidRDefault="007E60E5" w:rsidP="007E60E5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Offer a challenge:</w:t>
            </w:r>
            <w:r>
              <w:rPr>
                <w:sz w:val="14"/>
                <w:szCs w:val="14"/>
              </w:rPr>
              <w:t xml:space="preserve"> </w:t>
            </w:r>
            <w:r w:rsidRPr="001F401D">
              <w:rPr>
                <w:sz w:val="14"/>
                <w:szCs w:val="14"/>
              </w:rPr>
              <w:t xml:space="preserve">Write 5 </w:t>
            </w:r>
            <w:r>
              <w:rPr>
                <w:sz w:val="14"/>
                <w:szCs w:val="14"/>
              </w:rPr>
              <w:t>favorite</w:t>
            </w:r>
            <w:r w:rsidRPr="001F401D">
              <w:rPr>
                <w:sz w:val="14"/>
                <w:szCs w:val="14"/>
              </w:rPr>
              <w:t xml:space="preserve"> ____. </w:t>
            </w:r>
            <w:r>
              <w:rPr>
                <w:sz w:val="14"/>
                <w:szCs w:val="14"/>
              </w:rPr>
              <w:t>P</w:t>
            </w:r>
            <w:r w:rsidRPr="001F401D">
              <w:rPr>
                <w:sz w:val="14"/>
                <w:szCs w:val="14"/>
              </w:rPr>
              <w:t>ost each day for accountability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7E60E5" w:rsidRPr="0055265D" w:rsidRDefault="007E60E5" w:rsidP="007E60E5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an inspiring YouTube video</w:t>
            </w:r>
            <w:r>
              <w:rPr>
                <w:sz w:val="14"/>
                <w:szCs w:val="14"/>
              </w:rPr>
              <w:t>. Mention how it relates to a niche principle or topic and remind follows they can read more on your website. Include your link.</w:t>
            </w:r>
          </w:p>
        </w:tc>
        <w:tc>
          <w:tcPr>
            <w:tcW w:w="714" w:type="pct"/>
            <w:shd w:val="clear" w:color="auto" w:fill="auto"/>
          </w:tcPr>
          <w:p w:rsidR="007E60E5" w:rsidRPr="0055265D" w:rsidRDefault="007E60E5" w:rsidP="007E60E5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Put a spin on Throwback Thursday. Ask, "What is not working for you and you wish you could just throw back?"</w:t>
            </w:r>
          </w:p>
        </w:tc>
        <w:tc>
          <w:tcPr>
            <w:tcW w:w="714" w:type="pct"/>
            <w:shd w:val="clear" w:color="auto" w:fill="auto"/>
          </w:tcPr>
          <w:p w:rsidR="007E60E5" w:rsidRPr="0055265D" w:rsidRDefault="007E60E5" w:rsidP="007E60E5">
            <w:pPr>
              <w:rPr>
                <w:sz w:val="14"/>
                <w:szCs w:val="14"/>
              </w:rPr>
            </w:pPr>
            <w:r w:rsidRPr="00CC190A">
              <w:rPr>
                <w:sz w:val="14"/>
                <w:szCs w:val="14"/>
              </w:rPr>
              <w:t>Fun Friday - Create/play a "search my site" game with followers. Ask them to find something &amp; share the link in their social media timeline.</w:t>
            </w:r>
          </w:p>
        </w:tc>
        <w:tc>
          <w:tcPr>
            <w:tcW w:w="715" w:type="pct"/>
            <w:shd w:val="clear" w:color="auto" w:fill="auto"/>
          </w:tcPr>
          <w:p w:rsidR="007E60E5" w:rsidRPr="0055265D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is your best reply when you are asked ____?"</w:t>
            </w:r>
          </w:p>
        </w:tc>
      </w:tr>
      <w:tr w:rsidR="007E60E5" w:rsidRPr="00CC190A" w:rsidTr="007E60E5">
        <w:trPr>
          <w:trHeight w:val="395"/>
        </w:trPr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7E60E5" w:rsidRPr="00F84378" w:rsidTr="007E60E5">
        <w:trPr>
          <w:trHeight w:val="1050"/>
        </w:trPr>
        <w:tc>
          <w:tcPr>
            <w:tcW w:w="714" w:type="pct"/>
            <w:shd w:val="clear" w:color="auto" w:fill="F7F7F7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for feedback about a service you are considering offering.</w:t>
            </w:r>
          </w:p>
        </w:tc>
        <w:tc>
          <w:tcPr>
            <w:tcW w:w="714" w:type="pct"/>
            <w:shd w:val="clear" w:color="auto" w:fill="F7F7F7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why you started your business.</w:t>
            </w:r>
          </w:p>
        </w:tc>
        <w:tc>
          <w:tcPr>
            <w:tcW w:w="714" w:type="pct"/>
            <w:shd w:val="clear" w:color="auto" w:fill="F7F7F7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link to a tool or app that helps readers solve a problem.</w:t>
            </w:r>
          </w:p>
        </w:tc>
        <w:tc>
          <w:tcPr>
            <w:tcW w:w="714" w:type="pct"/>
            <w:shd w:val="clear" w:color="auto" w:fill="F7F7F7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Write a prediction post. Explain your reasoning. Ask what followers think and why.</w:t>
            </w:r>
          </w:p>
        </w:tc>
        <w:tc>
          <w:tcPr>
            <w:tcW w:w="714" w:type="pct"/>
            <w:shd w:val="clear" w:color="auto" w:fill="F7F7F7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"What is your favorite method of communication?" Add options to a simple poll or encourage longer replies.</w:t>
            </w:r>
          </w:p>
        </w:tc>
        <w:tc>
          <w:tcPr>
            <w:tcW w:w="714" w:type="pct"/>
            <w:shd w:val="clear" w:color="auto" w:fill="F7F7F7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Fun Friday</w:t>
            </w:r>
            <w:r>
              <w:rPr>
                <w:sz w:val="14"/>
                <w:szCs w:val="14"/>
              </w:rPr>
              <w:t xml:space="preserve"> </w:t>
            </w:r>
            <w:r w:rsidRPr="00E207E8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</w:t>
            </w:r>
            <w:r w:rsidRPr="00E207E8">
              <w:rPr>
                <w:sz w:val="14"/>
                <w:szCs w:val="14"/>
              </w:rPr>
              <w:t xml:space="preserve">Share </w:t>
            </w:r>
            <w:r>
              <w:rPr>
                <w:sz w:val="14"/>
                <w:szCs w:val="14"/>
              </w:rPr>
              <w:t>a</w:t>
            </w:r>
            <w:r w:rsidRPr="00E207E8">
              <w:rPr>
                <w:sz w:val="14"/>
                <w:szCs w:val="14"/>
              </w:rPr>
              <w:t xml:space="preserve"> funny image and </w:t>
            </w:r>
            <w:r>
              <w:rPr>
                <w:sz w:val="14"/>
                <w:szCs w:val="14"/>
              </w:rPr>
              <w:t xml:space="preserve">thought provoking, relative </w:t>
            </w:r>
            <w:r w:rsidRPr="00E207E8">
              <w:rPr>
                <w:sz w:val="14"/>
                <w:szCs w:val="14"/>
              </w:rPr>
              <w:t>quote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5" w:type="pct"/>
            <w:shd w:val="clear" w:color="auto" w:fill="F7F7F7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team member.</w:t>
            </w:r>
            <w:r>
              <w:rPr>
                <w:sz w:val="14"/>
                <w:szCs w:val="14"/>
              </w:rPr>
              <w:t xml:space="preserve"> Share 3 ways the person's skills or attitude benefits the reader (and you).</w:t>
            </w:r>
          </w:p>
        </w:tc>
      </w:tr>
      <w:tr w:rsidR="007E60E5" w:rsidRPr="00CC190A" w:rsidTr="007E60E5">
        <w:trPr>
          <w:trHeight w:val="341"/>
        </w:trPr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5" w:type="pct"/>
            <w:shd w:val="clear" w:color="auto" w:fill="auto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7E60E5" w:rsidRPr="00F84378" w:rsidTr="007E60E5">
        <w:trPr>
          <w:trHeight w:val="1050"/>
        </w:trPr>
        <w:tc>
          <w:tcPr>
            <w:tcW w:w="714" w:type="pct"/>
            <w:shd w:val="clear" w:color="auto" w:fill="auto"/>
          </w:tcPr>
          <w:p w:rsidR="007E60E5" w:rsidRPr="00F84378" w:rsidRDefault="007E60E5" w:rsidP="007E60E5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finish the sentence - “The top 5 things I appreciate are...”</w:t>
            </w:r>
          </w:p>
        </w:tc>
        <w:tc>
          <w:tcPr>
            <w:tcW w:w="714" w:type="pct"/>
            <w:shd w:val="clear" w:color="auto" w:fill="auto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4" w:type="pct"/>
            <w:shd w:val="clear" w:color="auto" w:fill="auto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  <w:tc>
          <w:tcPr>
            <w:tcW w:w="714" w:type="pct"/>
            <w:shd w:val="clear" w:color="auto" w:fill="auto"/>
          </w:tcPr>
          <w:p w:rsidR="007E60E5" w:rsidRPr="0055265D" w:rsidRDefault="007E60E5" w:rsidP="007E60E5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 or define a niche related word or phrase. Pair the word/phrase with an image to make it memorable.</w:t>
            </w:r>
          </w:p>
        </w:tc>
        <w:tc>
          <w:tcPr>
            <w:tcW w:w="714" w:type="pct"/>
            <w:shd w:val="clear" w:color="auto" w:fill="auto"/>
          </w:tcPr>
          <w:p w:rsidR="007E60E5" w:rsidRPr="00F8437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favorite podcast you listen to. (or an upcoming podcast or webinar you’ll be attending)</w:t>
            </w:r>
          </w:p>
        </w:tc>
        <w:tc>
          <w:tcPr>
            <w:tcW w:w="714" w:type="pct"/>
            <w:shd w:val="clear" w:color="auto" w:fill="auto"/>
          </w:tcPr>
          <w:p w:rsidR="007E60E5" w:rsidRPr="00F84378" w:rsidRDefault="007E60E5" w:rsidP="007E60E5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Fun Friday -</w:t>
            </w:r>
            <w:r>
              <w:rPr>
                <w:sz w:val="14"/>
                <w:szCs w:val="14"/>
              </w:rPr>
              <w:t xml:space="preserve"> Play "first word." Write a niche related word or phrase. Ask readers to reply with the first word that comes to mind.</w:t>
            </w:r>
          </w:p>
        </w:tc>
        <w:tc>
          <w:tcPr>
            <w:tcW w:w="715" w:type="pct"/>
            <w:shd w:val="clear" w:color="auto" w:fill="auto"/>
          </w:tcPr>
          <w:p w:rsidR="007E60E5" w:rsidRPr="00F84378" w:rsidRDefault="007E60E5" w:rsidP="007E60E5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customer, affiliate, team member, or JV partner.</w:t>
            </w:r>
          </w:p>
        </w:tc>
      </w:tr>
      <w:tr w:rsidR="007E60E5" w:rsidRPr="00CC190A" w:rsidTr="00834996">
        <w:trPr>
          <w:trHeight w:val="341"/>
        </w:trPr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3571" w:type="pct"/>
            <w:gridSpan w:val="5"/>
            <w:vMerge w:val="restart"/>
            <w:shd w:val="clear" w:color="auto" w:fill="F7F7F7"/>
          </w:tcPr>
          <w:p w:rsidR="007E60E5" w:rsidRPr="00CC190A" w:rsidRDefault="007E60E5" w:rsidP="007E60E5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>More Ideas:</w:t>
            </w:r>
          </w:p>
        </w:tc>
      </w:tr>
      <w:tr w:rsidR="007E60E5" w:rsidRPr="00F84378" w:rsidTr="00834996">
        <w:trPr>
          <w:trHeight w:val="1050"/>
        </w:trPr>
        <w:tc>
          <w:tcPr>
            <w:tcW w:w="714" w:type="pct"/>
            <w:shd w:val="clear" w:color="auto" w:fill="F7F7F7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Promote your latest product, service, or freebie with, "The </w:t>
            </w:r>
            <w:r w:rsidRPr="006E59B8">
              <w:rPr>
                <w:sz w:val="14"/>
                <w:szCs w:val="14"/>
              </w:rPr>
              <w:t>first 50</w:t>
            </w:r>
            <w:r>
              <w:rPr>
                <w:sz w:val="14"/>
                <w:szCs w:val="14"/>
              </w:rPr>
              <w:t xml:space="preserve"> people</w:t>
            </w:r>
            <w:r w:rsidRPr="006E59B8">
              <w:rPr>
                <w:sz w:val="14"/>
                <w:szCs w:val="14"/>
              </w:rPr>
              <w:t xml:space="preserve"> to retweet/share</w:t>
            </w:r>
            <w:r>
              <w:rPr>
                <w:sz w:val="14"/>
                <w:szCs w:val="14"/>
              </w:rPr>
              <w:t xml:space="preserve"> this </w:t>
            </w:r>
            <w:r w:rsidRPr="006E59B8">
              <w:rPr>
                <w:sz w:val="14"/>
                <w:szCs w:val="14"/>
              </w:rPr>
              <w:t>get</w:t>
            </w:r>
            <w:r>
              <w:rPr>
                <w:sz w:val="14"/>
                <w:szCs w:val="14"/>
              </w:rPr>
              <w:t xml:space="preserve"> _____."</w:t>
            </w:r>
          </w:p>
        </w:tc>
        <w:tc>
          <w:tcPr>
            <w:tcW w:w="714" w:type="pct"/>
            <w:shd w:val="clear" w:color="auto" w:fill="F7F7F7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Like a page or website that covers topics beyond your expertise/scope </w:t>
            </w:r>
            <w:proofErr w:type="gramStart"/>
            <w:r>
              <w:rPr>
                <w:sz w:val="14"/>
                <w:szCs w:val="14"/>
              </w:rPr>
              <w:t>( i.e.</w:t>
            </w:r>
            <w:proofErr w:type="gramEnd"/>
            <w:r>
              <w:rPr>
                <w:sz w:val="14"/>
                <w:szCs w:val="14"/>
              </w:rPr>
              <w:t xml:space="preserve"> parenting teens vs. parenting the new baby)</w:t>
            </w:r>
          </w:p>
        </w:tc>
        <w:tc>
          <w:tcPr>
            <w:tcW w:w="3571" w:type="pct"/>
            <w:gridSpan w:val="5"/>
            <w:vMerge/>
            <w:shd w:val="clear" w:color="auto" w:fill="F7F7F7"/>
          </w:tcPr>
          <w:p w:rsidR="007E60E5" w:rsidRPr="00F84378" w:rsidRDefault="007E60E5" w:rsidP="007E60E5">
            <w:pPr>
              <w:rPr>
                <w:sz w:val="14"/>
                <w:szCs w:val="14"/>
              </w:rPr>
            </w:pPr>
          </w:p>
        </w:tc>
      </w:tr>
    </w:tbl>
    <w:p w:rsidR="0064577A" w:rsidRPr="00E207E8" w:rsidRDefault="00C046B4">
      <w:pPr>
        <w:rPr>
          <w:b/>
          <w:sz w:val="14"/>
          <w:szCs w:val="14"/>
        </w:rPr>
      </w:pPr>
      <w:r w:rsidRPr="00E207E8">
        <w:rPr>
          <w:b/>
          <w:sz w:val="14"/>
          <w:szCs w:val="14"/>
        </w:rPr>
        <w:br w:type="page"/>
      </w:r>
    </w:p>
    <w:p w:rsidR="004A15FF" w:rsidRPr="00E207E8" w:rsidRDefault="004A15FF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F84378" w:rsidTr="00E207E8">
        <w:trPr>
          <w:trHeight w:hRule="exact" w:val="111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F84378" w:rsidRDefault="002B2520" w:rsidP="00DF4289">
            <w:pPr>
              <w:pStyle w:val="Month"/>
              <w:jc w:val="left"/>
              <w:rPr>
                <w:sz w:val="52"/>
                <w:szCs w:val="52"/>
              </w:rPr>
            </w:pPr>
            <w:r w:rsidRPr="00F84378">
              <w:rPr>
                <w:sz w:val="52"/>
                <w:szCs w:val="52"/>
              </w:rPr>
              <w:t>Social Media Content Planner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F84378" w:rsidRDefault="0064577A" w:rsidP="00C91616">
            <w:pPr>
              <w:pStyle w:val="Year"/>
              <w:rPr>
                <w:sz w:val="40"/>
                <w:szCs w:val="40"/>
              </w:rPr>
            </w:pPr>
            <w:bookmarkStart w:id="0" w:name="_GoBack"/>
            <w:bookmarkEnd w:id="0"/>
          </w:p>
        </w:tc>
      </w:tr>
      <w:tr w:rsidR="0064577A" w:rsidRPr="00F84378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F84378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64577A" w:rsidRPr="007F3583" w:rsidTr="007E60E5"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7E60E5">
        <w:trPr>
          <w:trHeight w:val="287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7E60E5" w:rsidRPr="00F84378" w:rsidTr="007E60E5">
        <w:trPr>
          <w:trHeight w:val="1050"/>
        </w:trPr>
        <w:tc>
          <w:tcPr>
            <w:tcW w:w="714" w:type="pct"/>
            <w:shd w:val="clear" w:color="auto" w:fill="auto"/>
          </w:tcPr>
          <w:p w:rsidR="007E60E5" w:rsidRPr="00F84378" w:rsidRDefault="007E60E5" w:rsidP="007E60E5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F84378" w:rsidRDefault="007E60E5" w:rsidP="007E60E5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1F401D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1F401D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auto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Pinterest images on FB</w:t>
            </w:r>
          </w:p>
        </w:tc>
        <w:tc>
          <w:tcPr>
            <w:tcW w:w="714" w:type="pct"/>
            <w:shd w:val="clear" w:color="auto" w:fill="auto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Host a short Q&amp;A event. Ask attendees to send in questions a week before the event. Answer the most asked questions live.</w:t>
            </w:r>
          </w:p>
        </w:tc>
        <w:tc>
          <w:tcPr>
            <w:tcW w:w="714" w:type="pct"/>
            <w:shd w:val="clear" w:color="auto" w:fill="auto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Link to a tutorial</w:t>
            </w:r>
            <w:r>
              <w:rPr>
                <w:sz w:val="14"/>
                <w:szCs w:val="14"/>
              </w:rPr>
              <w:t>. This could include your FAQ or something on another website.</w:t>
            </w:r>
          </w:p>
        </w:tc>
        <w:tc>
          <w:tcPr>
            <w:tcW w:w="716" w:type="pct"/>
            <w:shd w:val="clear" w:color="auto" w:fill="auto"/>
          </w:tcPr>
          <w:p w:rsidR="007E60E5" w:rsidRPr="00712D98" w:rsidRDefault="007E60E5" w:rsidP="007E60E5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>Spotlight a vendor you use</w:t>
            </w:r>
            <w:r>
              <w:rPr>
                <w:sz w:val="14"/>
                <w:szCs w:val="14"/>
              </w:rPr>
              <w:t>. Share why you use them over all the others.</w:t>
            </w:r>
          </w:p>
        </w:tc>
      </w:tr>
      <w:tr w:rsidR="007E60E5" w:rsidRPr="00CC190A" w:rsidTr="007E60E5">
        <w:trPr>
          <w:trHeight w:val="296"/>
        </w:trPr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7E60E5" w:rsidRPr="00CC190A" w:rsidRDefault="007E60E5" w:rsidP="007E60E5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F84378" w:rsidTr="007E60E5">
        <w:trPr>
          <w:trHeight w:val="1050"/>
        </w:trPr>
        <w:tc>
          <w:tcPr>
            <w:tcW w:w="714" w:type="pct"/>
            <w:shd w:val="clear" w:color="auto" w:fill="F7F7F7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to share their favorite…. (Tip, quote, piece of advice, etc.)</w:t>
            </w:r>
          </w:p>
        </w:tc>
        <w:tc>
          <w:tcPr>
            <w:tcW w:w="714" w:type="pct"/>
            <w:shd w:val="clear" w:color="auto" w:fill="F7F7F7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Give a “sneak peek” of an upcoming product/service.</w:t>
            </w:r>
          </w:p>
        </w:tc>
        <w:tc>
          <w:tcPr>
            <w:tcW w:w="714" w:type="pct"/>
            <w:shd w:val="clear" w:color="auto" w:fill="F7F7F7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 a poll related to your industry or company to show followers you value their opinions. </w:t>
            </w:r>
          </w:p>
        </w:tc>
        <w:tc>
          <w:tcPr>
            <w:tcW w:w="714" w:type="pct"/>
            <w:shd w:val="clear" w:color="auto" w:fill="F7F7F7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an encouraging or empowering quote. …and tell what it means to you. </w:t>
            </w:r>
          </w:p>
        </w:tc>
        <w:tc>
          <w:tcPr>
            <w:tcW w:w="714" w:type="pct"/>
            <w:shd w:val="clear" w:color="auto" w:fill="F7F7F7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some breaking news about your industry or something that impacts it. </w:t>
            </w:r>
          </w:p>
        </w:tc>
        <w:tc>
          <w:tcPr>
            <w:tcW w:w="714" w:type="pct"/>
            <w:shd w:val="clear" w:color="auto" w:fill="F7F7F7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Link to something you’ve posted on your blog. </w:t>
            </w:r>
          </w:p>
        </w:tc>
        <w:tc>
          <w:tcPr>
            <w:tcW w:w="716" w:type="pct"/>
            <w:shd w:val="clear" w:color="auto" w:fill="F7F7F7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list of groups that may be beneficial to your followers. (Facebook, LinkedIn, Google+, etc.)</w:t>
            </w:r>
          </w:p>
        </w:tc>
      </w:tr>
      <w:tr w:rsidR="00F202B3" w:rsidRPr="00CC190A" w:rsidTr="007E60E5">
        <w:trPr>
          <w:trHeight w:val="305"/>
        </w:trPr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F84378" w:rsidTr="007E60E5">
        <w:trPr>
          <w:trHeight w:val="1050"/>
        </w:trPr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On LinkedIn, publish an original piece of content.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or comment about a business in the news, which also shares your business ethics or your readers' concerns.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what you are working on. This creates anticipation for interested readers.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book that gave you a deeper understanding of a complex concept. Review it on your site, and link to it.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how-to guide and give it away on Twitter.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6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</w:tr>
      <w:tr w:rsidR="00F202B3" w:rsidRPr="00CC190A" w:rsidTr="007E60E5">
        <w:trPr>
          <w:trHeight w:val="314"/>
        </w:trPr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F84378" w:rsidTr="007E60E5">
        <w:trPr>
          <w:trHeight w:val="1050"/>
        </w:trPr>
        <w:tc>
          <w:tcPr>
            <w:tcW w:w="714" w:type="pct"/>
            <w:shd w:val="clear" w:color="auto" w:fill="F7F7F7"/>
          </w:tcPr>
          <w:p w:rsidR="00F202B3" w:rsidRPr="00F84378" w:rsidRDefault="00F202B3" w:rsidP="00F202B3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fill in the blanks; “</w:t>
            </w:r>
            <w:r>
              <w:rPr>
                <w:sz w:val="14"/>
                <w:szCs w:val="14"/>
              </w:rPr>
              <w:t>I refuse</w:t>
            </w:r>
            <w:r w:rsidRPr="003771A4">
              <w:rPr>
                <w:sz w:val="14"/>
                <w:szCs w:val="14"/>
              </w:rPr>
              <w:t xml:space="preserve"> to ____ </w:t>
            </w:r>
            <w:r>
              <w:rPr>
                <w:sz w:val="14"/>
                <w:szCs w:val="14"/>
              </w:rPr>
              <w:t>if/when</w:t>
            </w:r>
            <w:r w:rsidRPr="003771A4">
              <w:rPr>
                <w:sz w:val="14"/>
                <w:szCs w:val="14"/>
              </w:rPr>
              <w:t xml:space="preserve"> ____.”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Value followers. Ask questions like </w:t>
            </w:r>
            <w:r w:rsidRPr="001F401D">
              <w:rPr>
                <w:sz w:val="14"/>
                <w:szCs w:val="14"/>
              </w:rPr>
              <w:t>"</w:t>
            </w:r>
            <w:r>
              <w:rPr>
                <w:sz w:val="14"/>
                <w:szCs w:val="14"/>
              </w:rPr>
              <w:t xml:space="preserve">What should I </w:t>
            </w:r>
            <w:r w:rsidRPr="001F401D">
              <w:rPr>
                <w:sz w:val="14"/>
                <w:szCs w:val="14"/>
              </w:rPr>
              <w:t>name my new ___ (product, service, puppy, boat, etc.)"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 a seasonal, holiday, or special event selfie. 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"When thinking about ___, what do you do consistently and what do you wish could do better?"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 xml:space="preserve">Highlight </w:t>
            </w:r>
            <w:r>
              <w:rPr>
                <w:sz w:val="14"/>
                <w:szCs w:val="14"/>
              </w:rPr>
              <w:t xml:space="preserve">the </w:t>
            </w:r>
            <w:r w:rsidRPr="006E59B8">
              <w:rPr>
                <w:sz w:val="14"/>
                <w:szCs w:val="14"/>
              </w:rPr>
              <w:t>benefits</w:t>
            </w:r>
            <w:r>
              <w:rPr>
                <w:sz w:val="14"/>
                <w:szCs w:val="14"/>
              </w:rPr>
              <w:t>/ways</w:t>
            </w:r>
            <w:r w:rsidRPr="006E59B8">
              <w:rPr>
                <w:sz w:val="14"/>
                <w:szCs w:val="14"/>
              </w:rPr>
              <w:t xml:space="preserve"> you</w:t>
            </w:r>
            <w:r>
              <w:rPr>
                <w:sz w:val="14"/>
                <w:szCs w:val="14"/>
              </w:rPr>
              <w:t>r products/business</w:t>
            </w:r>
            <w:r w:rsidRPr="006E59B8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are</w:t>
            </w:r>
            <w:r w:rsidRPr="006E59B8">
              <w:rPr>
                <w:sz w:val="14"/>
                <w:szCs w:val="14"/>
              </w:rPr>
              <w:t xml:space="preserve"> better/different from your competition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F7F7F7"/>
          </w:tcPr>
          <w:p w:rsidR="00F202B3" w:rsidRPr="00F84378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Fun Friday -</w:t>
            </w:r>
            <w:r>
              <w:rPr>
                <w:sz w:val="14"/>
                <w:szCs w:val="14"/>
              </w:rPr>
              <w:t xml:space="preserve"> </w:t>
            </w:r>
            <w:r w:rsidRPr="006E59B8">
              <w:rPr>
                <w:sz w:val="14"/>
                <w:szCs w:val="14"/>
              </w:rPr>
              <w:t>Ask a trivia question about your company or the niche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6" w:type="pct"/>
            <w:shd w:val="clear" w:color="auto" w:fill="F7F7F7"/>
          </w:tcPr>
          <w:p w:rsidR="00F202B3" w:rsidRPr="00F84378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team member. Share 3 ways the person's skills or attitude benefits the reader (and you).</w:t>
            </w:r>
          </w:p>
        </w:tc>
      </w:tr>
      <w:tr w:rsidR="00F202B3" w:rsidRPr="00CC190A" w:rsidTr="007E60E5">
        <w:trPr>
          <w:trHeight w:val="323"/>
        </w:trPr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F84378" w:rsidTr="007E60E5">
        <w:trPr>
          <w:trHeight w:val="1050"/>
        </w:trPr>
        <w:tc>
          <w:tcPr>
            <w:tcW w:w="714" w:type="pct"/>
            <w:shd w:val="clear" w:color="auto" w:fill="auto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Ask a question. (What was your experience…?)</w:t>
            </w:r>
          </w:p>
        </w:tc>
        <w:tc>
          <w:tcPr>
            <w:tcW w:w="714" w:type="pct"/>
            <w:shd w:val="clear" w:color="auto" w:fill="auto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</w:t>
            </w:r>
            <w:r w:rsidRPr="00B4444F">
              <w:rPr>
                <w:sz w:val="14"/>
                <w:szCs w:val="14"/>
              </w:rPr>
              <w:t xml:space="preserve">ost </w:t>
            </w:r>
            <w:r>
              <w:rPr>
                <w:sz w:val="14"/>
                <w:szCs w:val="14"/>
              </w:rPr>
              <w:t>an evergreen piece</w:t>
            </w:r>
            <w:r w:rsidRPr="00B4444F">
              <w:rPr>
                <w:sz w:val="14"/>
                <w:szCs w:val="14"/>
              </w:rPr>
              <w:t xml:space="preserve"> from your archives</w:t>
            </w:r>
            <w:r>
              <w:rPr>
                <w:sz w:val="14"/>
                <w:szCs w:val="14"/>
              </w:rPr>
              <w:t xml:space="preserve"> (link to a blog post, something you’ve tweeted or shared before, etc.)</w:t>
            </w:r>
          </w:p>
        </w:tc>
        <w:tc>
          <w:tcPr>
            <w:tcW w:w="714" w:type="pct"/>
            <w:shd w:val="clear" w:color="auto" w:fill="auto"/>
          </w:tcPr>
          <w:p w:rsidR="00F202B3" w:rsidRDefault="00F202B3" w:rsidP="00F202B3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Create a “Top 5” post</w:t>
            </w:r>
            <w:r>
              <w:rPr>
                <w:sz w:val="14"/>
                <w:szCs w:val="14"/>
              </w:rPr>
              <w:t>.</w:t>
            </w:r>
          </w:p>
          <w:p w:rsidR="00F202B3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Issues related to niche…</w:t>
            </w:r>
          </w:p>
          <w:p w:rsidR="00F202B3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Ways to….</w:t>
            </w:r>
          </w:p>
          <w:p w:rsidR="00F202B3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Tips for…</w:t>
            </w:r>
          </w:p>
          <w:p w:rsidR="00F202B3" w:rsidRPr="00076A01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Things to do….</w:t>
            </w:r>
          </w:p>
        </w:tc>
        <w:tc>
          <w:tcPr>
            <w:tcW w:w="714" w:type="pct"/>
            <w:shd w:val="clear" w:color="auto" w:fill="auto"/>
          </w:tcPr>
          <w:p w:rsidR="00F202B3" w:rsidRPr="00B4444F" w:rsidRDefault="0012724A" w:rsidP="0012724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</w:t>
            </w:r>
            <w:r w:rsidR="00F202B3" w:rsidRPr="00B4444F">
              <w:rPr>
                <w:sz w:val="14"/>
                <w:szCs w:val="14"/>
              </w:rPr>
              <w:t>hare something funny</w:t>
            </w:r>
            <w:r w:rsidR="00F202B3">
              <w:rPr>
                <w:sz w:val="14"/>
                <w:szCs w:val="14"/>
              </w:rPr>
              <w:t xml:space="preserve"> (a meme, comic strip, etc.) </w:t>
            </w:r>
          </w:p>
        </w:tc>
        <w:tc>
          <w:tcPr>
            <w:tcW w:w="714" w:type="pct"/>
            <w:shd w:val="clear" w:color="auto" w:fill="auto"/>
          </w:tcPr>
          <w:p w:rsidR="00F202B3" w:rsidRPr="00B4444F" w:rsidRDefault="0012724A" w:rsidP="0012724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an </w:t>
            </w:r>
            <w:r w:rsidR="00F202B3" w:rsidRPr="00B4444F">
              <w:rPr>
                <w:sz w:val="14"/>
                <w:szCs w:val="14"/>
              </w:rPr>
              <w:t xml:space="preserve">image on Pinterest &amp; </w:t>
            </w:r>
            <w:r w:rsidR="00F202B3">
              <w:rPr>
                <w:sz w:val="14"/>
                <w:szCs w:val="14"/>
              </w:rPr>
              <w:t>I</w:t>
            </w:r>
            <w:r w:rsidR="00F202B3" w:rsidRPr="00B4444F">
              <w:rPr>
                <w:sz w:val="14"/>
                <w:szCs w:val="14"/>
              </w:rPr>
              <w:t xml:space="preserve">nstagram. Tweet about it. </w:t>
            </w:r>
          </w:p>
        </w:tc>
        <w:tc>
          <w:tcPr>
            <w:tcW w:w="714" w:type="pct"/>
            <w:shd w:val="clear" w:color="auto" w:fill="auto"/>
          </w:tcPr>
          <w:p w:rsidR="00F202B3" w:rsidRPr="00F84378" w:rsidRDefault="00F202B3" w:rsidP="00F202B3">
            <w:pPr>
              <w:rPr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F202B3" w:rsidRPr="00F84378" w:rsidRDefault="00F202B3" w:rsidP="00F202B3">
            <w:pPr>
              <w:rPr>
                <w:sz w:val="14"/>
                <w:szCs w:val="14"/>
              </w:rPr>
            </w:pPr>
          </w:p>
        </w:tc>
      </w:tr>
      <w:tr w:rsidR="00F202B3" w:rsidRPr="00CC190A" w:rsidTr="006E59B8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F202B3" w:rsidRPr="00CC190A" w:rsidRDefault="00F202B3" w:rsidP="00F202B3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64577A" w:rsidRPr="00E207E8" w:rsidRDefault="00C046B4">
      <w:pPr>
        <w:rPr>
          <w:b/>
          <w:sz w:val="14"/>
          <w:szCs w:val="14"/>
        </w:rPr>
      </w:pPr>
      <w:r w:rsidRPr="00E207E8">
        <w:rPr>
          <w:b/>
          <w:sz w:val="14"/>
          <w:szCs w:val="14"/>
        </w:rPr>
        <w:br w:type="page"/>
      </w:r>
    </w:p>
    <w:p w:rsidR="004A15FF" w:rsidRPr="00E207E8" w:rsidRDefault="004A15FF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4A15FF" w:rsidTr="004A15FF">
        <w:trPr>
          <w:trHeight w:hRule="exact" w:val="110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4A15FF" w:rsidRDefault="002B2520" w:rsidP="00DF4289">
            <w:pPr>
              <w:pStyle w:val="Month"/>
              <w:jc w:val="left"/>
              <w:rPr>
                <w:sz w:val="52"/>
                <w:szCs w:val="52"/>
              </w:rPr>
            </w:pPr>
            <w:r w:rsidRPr="004A15FF">
              <w:rPr>
                <w:sz w:val="52"/>
                <w:szCs w:val="52"/>
              </w:rPr>
              <w:t>Social Media Content Planner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4A15FF" w:rsidRDefault="0064577A" w:rsidP="00BA18CD">
            <w:pPr>
              <w:pStyle w:val="Year"/>
              <w:rPr>
                <w:sz w:val="40"/>
                <w:szCs w:val="40"/>
              </w:rPr>
            </w:pPr>
          </w:p>
        </w:tc>
      </w:tr>
      <w:tr w:rsidR="0064577A" w:rsidRPr="004A15FF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4A15FF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4A15FF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8"/>
        <w:gridCol w:w="2087"/>
        <w:gridCol w:w="2087"/>
        <w:gridCol w:w="2087"/>
        <w:gridCol w:w="2087"/>
        <w:gridCol w:w="2087"/>
        <w:gridCol w:w="2093"/>
      </w:tblGrid>
      <w:tr w:rsidR="0064577A" w:rsidRPr="007F3583" w:rsidTr="006E59B8">
        <w:trPr>
          <w:trHeight w:val="329"/>
        </w:trPr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6E59B8">
        <w:trPr>
          <w:trHeight w:val="251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4A15FF" w:rsidTr="006E59B8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4A15FF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64577A" w:rsidP="003771A4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F202B3" w:rsidP="00E83892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fill in the blank; “</w:t>
            </w:r>
            <w:r>
              <w:rPr>
                <w:sz w:val="14"/>
                <w:szCs w:val="14"/>
              </w:rPr>
              <w:t xml:space="preserve">I wish we had known about ____ back when </w:t>
            </w:r>
            <w:r w:rsidRPr="003771A4">
              <w:rPr>
                <w:sz w:val="14"/>
                <w:szCs w:val="14"/>
              </w:rPr>
              <w:t>____.”</w:t>
            </w:r>
          </w:p>
        </w:tc>
        <w:tc>
          <w:tcPr>
            <w:tcW w:w="716" w:type="pct"/>
            <w:shd w:val="clear" w:color="auto" w:fill="auto"/>
          </w:tcPr>
          <w:p w:rsidR="0064577A" w:rsidRPr="004A15FF" w:rsidRDefault="00F202B3" w:rsidP="00E83892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Offer a challenge</w:t>
            </w:r>
            <w:r>
              <w:rPr>
                <w:sz w:val="14"/>
                <w:szCs w:val="14"/>
              </w:rPr>
              <w:t xml:space="preserve">: </w:t>
            </w:r>
            <w:r w:rsidRPr="001F401D">
              <w:rPr>
                <w:sz w:val="14"/>
                <w:szCs w:val="14"/>
              </w:rPr>
              <w:t>7 days to ____ (then post an update every day)</w:t>
            </w:r>
          </w:p>
        </w:tc>
      </w:tr>
      <w:tr w:rsidR="0064577A" w:rsidRPr="00CC190A" w:rsidTr="006E59B8">
        <w:trPr>
          <w:trHeight w:val="269"/>
        </w:trPr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fill in the blanks. Set the topic for specifics. Ex. </w:t>
            </w:r>
            <w:r w:rsidRPr="001F401D">
              <w:rPr>
                <w:sz w:val="14"/>
                <w:szCs w:val="14"/>
              </w:rPr>
              <w:t>My biggest pet peeve when it comes to ___ is ___</w:t>
            </w:r>
            <w:r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br/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pictures of an industry or group event you attended recently. Tag and/or describe each so it's meaningful to your fans.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1F401D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1F401D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Pinterest images on FB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Host a short Q&amp;A event. Ask attendees to send in questions a week before the event. Answer the most asked questions live.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Link to a tutorial</w:t>
            </w:r>
            <w:r>
              <w:rPr>
                <w:sz w:val="14"/>
                <w:szCs w:val="14"/>
              </w:rPr>
              <w:t>. This could include your FAQ or something on another website.</w:t>
            </w:r>
          </w:p>
        </w:tc>
        <w:tc>
          <w:tcPr>
            <w:tcW w:w="716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>Spotlight a vendor you use</w:t>
            </w:r>
            <w:r>
              <w:rPr>
                <w:sz w:val="14"/>
                <w:szCs w:val="14"/>
              </w:rPr>
              <w:t>. Share why you use them over all the others.</w:t>
            </w:r>
          </w:p>
        </w:tc>
      </w:tr>
      <w:tr w:rsidR="00F202B3" w:rsidRPr="00CC190A" w:rsidTr="006E59B8">
        <w:trPr>
          <w:trHeight w:val="269"/>
        </w:trPr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Ask "If I could add one feature to my product/service what would you want it to be?"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Recommend a helpful (free) tool you found. Tell the related story.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Search for hashtags related to your niche and share customer photos, etc. on Pinterest, Instagram, or FB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Respond to a tag or mention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Take a trip down memory lane &amp; share old logos or images of your first product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 comic</w:t>
            </w:r>
            <w:r>
              <w:rPr>
                <w:sz w:val="14"/>
                <w:szCs w:val="14"/>
              </w:rPr>
              <w:t xml:space="preserve"> strip relative to a niche topic, problem, solution, or action.</w:t>
            </w:r>
          </w:p>
        </w:tc>
        <w:tc>
          <w:tcPr>
            <w:tcW w:w="716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Promote an industry-related event</w:t>
            </w:r>
          </w:p>
        </w:tc>
      </w:tr>
      <w:tr w:rsidR="00F202B3" w:rsidRPr="00CC190A" w:rsidTr="006E59B8">
        <w:trPr>
          <w:trHeight w:val="287"/>
        </w:trPr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4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</w:t>
            </w:r>
            <w:r>
              <w:rPr>
                <w:sz w:val="14"/>
                <w:szCs w:val="14"/>
              </w:rPr>
              <w:t>ave followers fill in the blank</w:t>
            </w:r>
            <w:r w:rsidRPr="003771A4">
              <w:rPr>
                <w:sz w:val="14"/>
                <w:szCs w:val="14"/>
              </w:rPr>
              <w:t>; “</w:t>
            </w:r>
            <w:r>
              <w:rPr>
                <w:sz w:val="14"/>
                <w:szCs w:val="14"/>
              </w:rPr>
              <w:t xml:space="preserve">I just don't understand </w:t>
            </w:r>
            <w:r w:rsidRPr="003771A4">
              <w:rPr>
                <w:sz w:val="14"/>
                <w:szCs w:val="14"/>
              </w:rPr>
              <w:t>____.”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helpful infographics (yours or someone else's)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post series (week of ideas for___,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complete - </w:t>
            </w:r>
            <w:r w:rsidRPr="001F401D">
              <w:rPr>
                <w:sz w:val="14"/>
                <w:szCs w:val="14"/>
              </w:rPr>
              <w:t>If I could be the CEO of any company, it would be ____</w:t>
            </w:r>
            <w:r>
              <w:rPr>
                <w:sz w:val="14"/>
                <w:szCs w:val="14"/>
              </w:rPr>
              <w:t xml:space="preserve"> because…</w:t>
            </w:r>
          </w:p>
        </w:tc>
        <w:tc>
          <w:tcPr>
            <w:tcW w:w="714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>Upload photos from your weekend, vacation, etc. so people can get to know the person behind the business.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</w:t>
            </w:r>
            <w:r>
              <w:rPr>
                <w:sz w:val="14"/>
                <w:szCs w:val="14"/>
              </w:rPr>
              <w:t>n exciting</w:t>
            </w:r>
            <w:r w:rsidRPr="001F401D">
              <w:rPr>
                <w:sz w:val="14"/>
                <w:szCs w:val="14"/>
              </w:rPr>
              <w:t xml:space="preserve"> post that resonates with your followers’ emotions</w:t>
            </w:r>
            <w:r>
              <w:rPr>
                <w:sz w:val="14"/>
                <w:szCs w:val="14"/>
              </w:rPr>
              <w:t xml:space="preserve"> and</w:t>
            </w:r>
            <w:r w:rsidRPr="001F401D">
              <w:rPr>
                <w:sz w:val="14"/>
                <w:szCs w:val="14"/>
              </w:rPr>
              <w:t xml:space="preserve"> memories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6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Ask followers to </w:t>
            </w:r>
            <w:r>
              <w:rPr>
                <w:sz w:val="14"/>
                <w:szCs w:val="14"/>
              </w:rPr>
              <w:t>finish the sentence</w:t>
            </w:r>
            <w:r w:rsidRPr="001F401D">
              <w:rPr>
                <w:sz w:val="14"/>
                <w:szCs w:val="14"/>
              </w:rPr>
              <w:t xml:space="preserve">. Ex. </w:t>
            </w:r>
            <w:r>
              <w:rPr>
                <w:sz w:val="14"/>
                <w:szCs w:val="14"/>
              </w:rPr>
              <w:t>What would you do if...?</w:t>
            </w:r>
          </w:p>
        </w:tc>
      </w:tr>
      <w:tr w:rsidR="00F202B3" w:rsidRPr="00CC190A" w:rsidTr="006E59B8">
        <w:trPr>
          <w:trHeight w:val="287"/>
        </w:trPr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=E10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=E10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=E10+1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29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6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=F10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=F10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29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=F10+1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  <w:tr w:rsidR="00F202B3" w:rsidRPr="004A15FF" w:rsidTr="006E59B8">
        <w:trPr>
          <w:trHeight w:val="1050"/>
        </w:trPr>
        <w:tc>
          <w:tcPr>
            <w:tcW w:w="714" w:type="pct"/>
            <w:shd w:val="clear" w:color="auto" w:fill="auto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Offer a coupon specifically for a set of followers (only twitter or only those who see your coupon image on Pinterest)</w:t>
            </w:r>
          </w:p>
        </w:tc>
        <w:tc>
          <w:tcPr>
            <w:tcW w:w="714" w:type="pct"/>
            <w:shd w:val="clear" w:color="auto" w:fill="auto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Ask a question. (What was your experience…?)</w:t>
            </w:r>
          </w:p>
        </w:tc>
        <w:tc>
          <w:tcPr>
            <w:tcW w:w="714" w:type="pct"/>
            <w:shd w:val="clear" w:color="auto" w:fill="auto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Rep</w:t>
            </w:r>
            <w:r w:rsidRPr="00B4444F">
              <w:rPr>
                <w:sz w:val="14"/>
                <w:szCs w:val="14"/>
              </w:rPr>
              <w:t xml:space="preserve">ost </w:t>
            </w:r>
            <w:r>
              <w:rPr>
                <w:sz w:val="14"/>
                <w:szCs w:val="14"/>
              </w:rPr>
              <w:t>an evergreen piece</w:t>
            </w:r>
            <w:r w:rsidRPr="00B4444F">
              <w:rPr>
                <w:sz w:val="14"/>
                <w:szCs w:val="14"/>
              </w:rPr>
              <w:t xml:space="preserve"> from your archives</w:t>
            </w:r>
            <w:r>
              <w:rPr>
                <w:sz w:val="14"/>
                <w:szCs w:val="14"/>
              </w:rPr>
              <w:t xml:space="preserve"> (link to a blog post, something you’ve tweeted or shared before, etc.)</w:t>
            </w:r>
          </w:p>
        </w:tc>
        <w:tc>
          <w:tcPr>
            <w:tcW w:w="714" w:type="pct"/>
            <w:shd w:val="clear" w:color="auto" w:fill="auto"/>
          </w:tcPr>
          <w:p w:rsidR="00F202B3" w:rsidRDefault="00F202B3" w:rsidP="00F202B3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>Create a “Top 5” post</w:t>
            </w:r>
            <w:r>
              <w:rPr>
                <w:sz w:val="14"/>
                <w:szCs w:val="14"/>
              </w:rPr>
              <w:t>.</w:t>
            </w:r>
          </w:p>
          <w:p w:rsidR="00F202B3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Issues related to niche…</w:t>
            </w:r>
          </w:p>
          <w:p w:rsidR="00F202B3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Ways to….</w:t>
            </w:r>
          </w:p>
          <w:p w:rsidR="00F202B3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Tips for…</w:t>
            </w:r>
          </w:p>
          <w:p w:rsidR="00F202B3" w:rsidRPr="00076A01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Things to do….</w:t>
            </w:r>
          </w:p>
        </w:tc>
        <w:tc>
          <w:tcPr>
            <w:tcW w:w="714" w:type="pct"/>
            <w:shd w:val="clear" w:color="auto" w:fill="auto"/>
          </w:tcPr>
          <w:p w:rsidR="00F202B3" w:rsidRDefault="0012724A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</w:t>
            </w:r>
            <w:r w:rsidR="00F202B3" w:rsidRPr="00B4444F">
              <w:rPr>
                <w:sz w:val="14"/>
                <w:szCs w:val="14"/>
              </w:rPr>
              <w:t>hare something funny</w:t>
            </w:r>
            <w:r w:rsidR="00F202B3">
              <w:rPr>
                <w:sz w:val="14"/>
                <w:szCs w:val="14"/>
              </w:rPr>
              <w:t xml:space="preserve"> (a meme, comic strip, etc.) </w:t>
            </w:r>
          </w:p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 this regularly and create a hashtag for it.</w:t>
            </w:r>
          </w:p>
        </w:tc>
        <w:tc>
          <w:tcPr>
            <w:tcW w:w="714" w:type="pct"/>
            <w:shd w:val="clear" w:color="auto" w:fill="auto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 w:rsidRPr="00B4444F">
              <w:rPr>
                <w:sz w:val="14"/>
                <w:szCs w:val="14"/>
              </w:rPr>
              <w:t xml:space="preserve">Share a behind-the-scenes image on Pinterest &amp; </w:t>
            </w:r>
            <w:r>
              <w:rPr>
                <w:sz w:val="14"/>
                <w:szCs w:val="14"/>
              </w:rPr>
              <w:t>I</w:t>
            </w:r>
            <w:r w:rsidRPr="00B4444F">
              <w:rPr>
                <w:sz w:val="14"/>
                <w:szCs w:val="14"/>
              </w:rPr>
              <w:t>nstagram. Tweet about it. (your weekly planner or ?)</w:t>
            </w:r>
          </w:p>
        </w:tc>
        <w:tc>
          <w:tcPr>
            <w:tcW w:w="716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customer. Share a good question, idea, or feedback from the person.</w:t>
            </w:r>
          </w:p>
        </w:tc>
      </w:tr>
      <w:tr w:rsidR="00F202B3" w:rsidRPr="00CC190A" w:rsidTr="006E59B8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F202B3" w:rsidRPr="00CC190A" w:rsidRDefault="00F202B3" w:rsidP="00F202B3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64577A" w:rsidRPr="00E207E8" w:rsidRDefault="00C046B4">
      <w:pPr>
        <w:rPr>
          <w:b/>
          <w:sz w:val="14"/>
          <w:szCs w:val="14"/>
        </w:rPr>
      </w:pPr>
      <w:r w:rsidRPr="00E207E8">
        <w:rPr>
          <w:b/>
          <w:sz w:val="14"/>
          <w:szCs w:val="14"/>
        </w:rPr>
        <w:br w:type="page"/>
      </w:r>
    </w:p>
    <w:p w:rsidR="004A15FF" w:rsidRPr="00E207E8" w:rsidRDefault="004A15FF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4A15FF" w:rsidTr="004A15FF">
        <w:trPr>
          <w:trHeight w:hRule="exact" w:val="110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4A15FF" w:rsidRDefault="002B2520" w:rsidP="00DF4289">
            <w:pPr>
              <w:pStyle w:val="Month"/>
              <w:jc w:val="left"/>
              <w:rPr>
                <w:sz w:val="52"/>
                <w:szCs w:val="52"/>
              </w:rPr>
            </w:pPr>
            <w:r w:rsidRPr="004A15FF">
              <w:rPr>
                <w:sz w:val="52"/>
                <w:szCs w:val="52"/>
              </w:rPr>
              <w:t>Social Media Content Planner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4A15FF" w:rsidRDefault="0064577A" w:rsidP="00BA18CD">
            <w:pPr>
              <w:pStyle w:val="Year"/>
              <w:rPr>
                <w:sz w:val="52"/>
                <w:szCs w:val="52"/>
              </w:rPr>
            </w:pPr>
          </w:p>
        </w:tc>
      </w:tr>
      <w:tr w:rsidR="0064577A" w:rsidRPr="007F3583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7F3583" w:rsidRDefault="0064577A" w:rsidP="00E83892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7F3583" w:rsidRDefault="0064577A" w:rsidP="00E83892">
            <w:pPr>
              <w:pStyle w:val="NoSpacing"/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85"/>
        <w:gridCol w:w="2087"/>
        <w:gridCol w:w="2087"/>
        <w:gridCol w:w="2087"/>
        <w:gridCol w:w="2087"/>
        <w:gridCol w:w="2087"/>
        <w:gridCol w:w="2096"/>
      </w:tblGrid>
      <w:tr w:rsidR="00FA4824" w:rsidRPr="007F3583" w:rsidTr="006E59B8">
        <w:trPr>
          <w:trHeight w:val="356"/>
        </w:trPr>
        <w:tc>
          <w:tcPr>
            <w:tcW w:w="713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7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FA4824" w:rsidRPr="00CC190A" w:rsidTr="006E59B8">
        <w:trPr>
          <w:trHeight w:val="359"/>
        </w:trPr>
        <w:tc>
          <w:tcPr>
            <w:tcW w:w="713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2F5057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7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3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a weird, random question like, "what came first - the chicken or the egg?"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popular trend related to your niche. Ask readers how they feel about the trend - agree or disagree.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and share a "7 Best Practices List" on a niche related topic.</w:t>
            </w:r>
          </w:p>
        </w:tc>
        <w:tc>
          <w:tcPr>
            <w:tcW w:w="714" w:type="pct"/>
            <w:shd w:val="clear" w:color="auto" w:fill="auto"/>
          </w:tcPr>
          <w:p w:rsidR="00F202B3" w:rsidRPr="0055265D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 or define a niche related word or phrase. Pair the word/phrase with an image to make it memorable.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buzz about your upcoming website post. Share the link to your newsletter sign-up page.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to recommend and share your site or products.</w:t>
            </w:r>
          </w:p>
        </w:tc>
        <w:tc>
          <w:tcPr>
            <w:tcW w:w="717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 an image or video of you and your product. Ask buyers to share their images as they use your items.</w:t>
            </w:r>
          </w:p>
        </w:tc>
      </w:tr>
      <w:tr w:rsidR="00F202B3" w:rsidRPr="00CC190A" w:rsidTr="006E59B8">
        <w:trPr>
          <w:trHeight w:val="260"/>
        </w:trPr>
        <w:tc>
          <w:tcPr>
            <w:tcW w:w="713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7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3" w:type="pct"/>
            <w:shd w:val="clear" w:color="auto" w:fill="F7F7F7"/>
          </w:tcPr>
          <w:p w:rsidR="00F202B3" w:rsidRPr="0055265D" w:rsidRDefault="00F202B3" w:rsidP="00F202B3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your foll</w:t>
            </w:r>
            <w:r>
              <w:rPr>
                <w:sz w:val="14"/>
                <w:szCs w:val="14"/>
              </w:rPr>
              <w:t xml:space="preserve">owers fill in the blanks; “If someone made </w:t>
            </w:r>
            <w:r w:rsidRPr="003771A4">
              <w:rPr>
                <w:sz w:val="14"/>
                <w:szCs w:val="14"/>
              </w:rPr>
              <w:t>___ I would ____.”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Comment on a business in the news, which also shares your business ethics or your readers' concerns.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what you are working on. This creates anticipation for interested readers.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book that gave you a deeper understanding of a complex concept. Review it on your site, and link to it.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how-to guide and give it away on Twitter.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7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</w:tr>
      <w:tr w:rsidR="00F202B3" w:rsidRPr="00CC190A" w:rsidTr="006E59B8">
        <w:trPr>
          <w:trHeight w:val="251"/>
        </w:trPr>
        <w:tc>
          <w:tcPr>
            <w:tcW w:w="713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7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3" w:type="pct"/>
            <w:shd w:val="clear" w:color="auto" w:fill="auto"/>
          </w:tcPr>
          <w:p w:rsidR="00F202B3" w:rsidRPr="0055265D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 list of your other social accounts so people can follow you in multiple places (YouTube, Twitter, FB, Google+, LinkedIn, Quora, etc.)</w:t>
            </w:r>
          </w:p>
        </w:tc>
        <w:tc>
          <w:tcPr>
            <w:tcW w:w="714" w:type="pct"/>
            <w:shd w:val="clear" w:color="auto" w:fill="auto"/>
          </w:tcPr>
          <w:p w:rsidR="00F202B3" w:rsidRPr="0055265D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Update an archived post. Share it along with why you chose to update it (new data, new experience, etc.)</w:t>
            </w: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</w:t>
            </w:r>
            <w:r>
              <w:rPr>
                <w:sz w:val="14"/>
                <w:szCs w:val="14"/>
              </w:rPr>
              <w:t>nish</w:t>
            </w:r>
            <w:r w:rsidRPr="003771A4">
              <w:rPr>
                <w:sz w:val="14"/>
                <w:szCs w:val="14"/>
              </w:rPr>
              <w:t xml:space="preserve"> the </w:t>
            </w:r>
            <w:r>
              <w:rPr>
                <w:sz w:val="14"/>
                <w:szCs w:val="14"/>
              </w:rPr>
              <w:t>sentence</w:t>
            </w:r>
            <w:r w:rsidRPr="003771A4">
              <w:rPr>
                <w:sz w:val="14"/>
                <w:szCs w:val="14"/>
              </w:rPr>
              <w:t xml:space="preserve"> “I wish </w:t>
            </w:r>
            <w:r>
              <w:rPr>
                <w:sz w:val="14"/>
                <w:szCs w:val="14"/>
              </w:rPr>
              <w:t>more businesses..</w:t>
            </w:r>
            <w:r w:rsidRPr="003771A4">
              <w:rPr>
                <w:sz w:val="14"/>
                <w:szCs w:val="14"/>
              </w:rPr>
              <w:t>.”</w:t>
            </w: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>Comment on a status or post from one of your followers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1F401D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1F401D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auto"/>
          </w:tcPr>
          <w:p w:rsidR="00F202B3" w:rsidRPr="0055265D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Reference a hot topic-related news article. Share your opinion. Point out what readers can learn from the piece.</w:t>
            </w:r>
          </w:p>
        </w:tc>
        <w:tc>
          <w:tcPr>
            <w:tcW w:w="717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story that inspired you to start your business.</w:t>
            </w:r>
          </w:p>
        </w:tc>
      </w:tr>
      <w:tr w:rsidR="00F202B3" w:rsidRPr="00CC190A" w:rsidTr="006E59B8">
        <w:trPr>
          <w:trHeight w:val="269"/>
        </w:trPr>
        <w:tc>
          <w:tcPr>
            <w:tcW w:w="713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7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3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</w:t>
            </w:r>
            <w:r>
              <w:rPr>
                <w:sz w:val="14"/>
                <w:szCs w:val="14"/>
              </w:rPr>
              <w:t>ave followers fill in the blank</w:t>
            </w:r>
            <w:r w:rsidRPr="003771A4">
              <w:rPr>
                <w:sz w:val="14"/>
                <w:szCs w:val="14"/>
              </w:rPr>
              <w:t xml:space="preserve">; “The best way to </w:t>
            </w:r>
            <w:r>
              <w:rPr>
                <w:sz w:val="14"/>
                <w:szCs w:val="14"/>
              </w:rPr>
              <w:t>make me smile</w:t>
            </w:r>
            <w:r w:rsidRPr="003771A4">
              <w:rPr>
                <w:sz w:val="14"/>
                <w:szCs w:val="14"/>
              </w:rPr>
              <w:t xml:space="preserve"> is to ____.”</w:t>
            </w:r>
          </w:p>
        </w:tc>
        <w:tc>
          <w:tcPr>
            <w:tcW w:w="714" w:type="pct"/>
            <w:shd w:val="clear" w:color="auto" w:fill="F7F7F7"/>
          </w:tcPr>
          <w:p w:rsidR="00F202B3" w:rsidRPr="0055265D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Give a “sneak peek” of an upcoming product/service.</w:t>
            </w:r>
            <w:r>
              <w:rPr>
                <w:sz w:val="14"/>
                <w:szCs w:val="14"/>
              </w:rPr>
              <w:t xml:space="preserve"> Create a limited-time "invite only" group to help you fine-tune &amp; finalize the item.</w:t>
            </w:r>
          </w:p>
        </w:tc>
        <w:tc>
          <w:tcPr>
            <w:tcW w:w="714" w:type="pct"/>
            <w:shd w:val="clear" w:color="auto" w:fill="F7F7F7"/>
          </w:tcPr>
          <w:p w:rsidR="00F202B3" w:rsidRPr="0055265D" w:rsidRDefault="00F202B3" w:rsidP="00F202B3">
            <w:pPr>
              <w:rPr>
                <w:sz w:val="14"/>
                <w:szCs w:val="14"/>
              </w:rPr>
            </w:pPr>
            <w:r w:rsidRPr="00E42D7A">
              <w:rPr>
                <w:sz w:val="14"/>
                <w:szCs w:val="14"/>
              </w:rPr>
              <w:t xml:space="preserve">Create a how-to guide and give it away on </w:t>
            </w:r>
            <w:r>
              <w:rPr>
                <w:sz w:val="14"/>
                <w:szCs w:val="14"/>
              </w:rPr>
              <w:t>Facebook</w:t>
            </w:r>
            <w:r w:rsidRPr="00E42D7A"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F7F7F7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Share recent statistics from the industry. Create an infographic to share on various sites as well as your blog. </w:t>
            </w:r>
          </w:p>
        </w:tc>
        <w:tc>
          <w:tcPr>
            <w:tcW w:w="714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1F2227">
              <w:rPr>
                <w:sz w:val="14"/>
                <w:szCs w:val="14"/>
              </w:rPr>
              <w:t>Join a new topic related Facebook group.</w:t>
            </w:r>
          </w:p>
        </w:tc>
        <w:tc>
          <w:tcPr>
            <w:tcW w:w="714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Fun Friday -</w:t>
            </w:r>
            <w:r>
              <w:rPr>
                <w:sz w:val="14"/>
                <w:szCs w:val="14"/>
              </w:rPr>
              <w:t xml:space="preserve"> Share a funny topic related image. Ask readers/followers to give it a title.</w:t>
            </w:r>
          </w:p>
        </w:tc>
        <w:tc>
          <w:tcPr>
            <w:tcW w:w="717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one of your "go-to" people. This may be a JV partner, peer, or mentor.</w:t>
            </w:r>
          </w:p>
        </w:tc>
      </w:tr>
      <w:tr w:rsidR="00F202B3" w:rsidRPr="00CC190A" w:rsidTr="006E59B8">
        <w:trPr>
          <w:trHeight w:val="278"/>
        </w:trPr>
        <w:tc>
          <w:tcPr>
            <w:tcW w:w="713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7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3" w:type="pct"/>
            <w:shd w:val="clear" w:color="auto" w:fill="auto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Have your followers fill in the blanks; “If I had ___ I would ____.”</w:t>
            </w:r>
          </w:p>
        </w:tc>
        <w:tc>
          <w:tcPr>
            <w:tcW w:w="714" w:type="pct"/>
            <w:shd w:val="clear" w:color="auto" w:fill="auto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Review a tool or service related to your niche. Or create a comparison post. </w:t>
            </w:r>
          </w:p>
        </w:tc>
        <w:tc>
          <w:tcPr>
            <w:tcW w:w="714" w:type="pct"/>
            <w:shd w:val="clear" w:color="auto" w:fill="auto"/>
          </w:tcPr>
          <w:p w:rsidR="00F202B3" w:rsidRPr="00B4444F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Thank your customers &amp; followers. Or someone who shared a recent testimonial. </w:t>
            </w: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  <w:tc>
          <w:tcPr>
            <w:tcW w:w="717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</w:tr>
      <w:tr w:rsidR="00F202B3" w:rsidRPr="00CC190A" w:rsidTr="006E59B8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F202B3" w:rsidRPr="00CC190A" w:rsidRDefault="00F202B3" w:rsidP="00F202B3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E207E8" w:rsidRPr="00E207E8" w:rsidRDefault="00E207E8">
      <w:pPr>
        <w:spacing w:before="0" w:after="0"/>
        <w:rPr>
          <w:b/>
          <w:sz w:val="14"/>
          <w:szCs w:val="14"/>
        </w:rPr>
      </w:pPr>
      <w:r w:rsidRPr="00E207E8">
        <w:rPr>
          <w:b/>
          <w:sz w:val="14"/>
          <w:szCs w:val="14"/>
        </w:rPr>
        <w:br w:type="page"/>
      </w:r>
    </w:p>
    <w:p w:rsidR="00C046B4" w:rsidRPr="00E207E8" w:rsidRDefault="00C046B4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4A15FF" w:rsidTr="004A15FF">
        <w:trPr>
          <w:trHeight w:hRule="exact" w:val="1109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4A15FF" w:rsidRDefault="002B2520" w:rsidP="00DF4289">
            <w:pPr>
              <w:pStyle w:val="Month"/>
              <w:jc w:val="left"/>
              <w:rPr>
                <w:sz w:val="52"/>
                <w:szCs w:val="52"/>
              </w:rPr>
            </w:pPr>
            <w:r w:rsidRPr="004A15FF">
              <w:rPr>
                <w:sz w:val="52"/>
                <w:szCs w:val="52"/>
              </w:rPr>
              <w:t>Social Media Content Planner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4A15FF" w:rsidRDefault="0064577A" w:rsidP="00026CCC">
            <w:pPr>
              <w:pStyle w:val="Year"/>
              <w:jc w:val="center"/>
              <w:rPr>
                <w:sz w:val="52"/>
                <w:szCs w:val="52"/>
              </w:rPr>
            </w:pPr>
          </w:p>
        </w:tc>
      </w:tr>
      <w:tr w:rsidR="0064577A" w:rsidRPr="004A15FF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4A15FF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4A15FF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21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95"/>
        <w:gridCol w:w="2096"/>
        <w:gridCol w:w="2096"/>
        <w:gridCol w:w="2096"/>
        <w:gridCol w:w="2096"/>
        <w:gridCol w:w="2096"/>
        <w:gridCol w:w="2102"/>
      </w:tblGrid>
      <w:tr w:rsidR="0064577A" w:rsidRPr="007F3583" w:rsidTr="006E59B8">
        <w:trPr>
          <w:trHeight w:val="298"/>
        </w:trPr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6E59B8">
        <w:trPr>
          <w:trHeight w:val="278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026CCC">
            <w:pPr>
              <w:pStyle w:val="Dates"/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>Offer a shout out to your ___ (100th, 500th, etc.) follower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buzz about your upcoming website post. Share the link to your newsletter sign-up page.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to recommend and share your site or products.</w:t>
            </w:r>
          </w:p>
        </w:tc>
        <w:tc>
          <w:tcPr>
            <w:tcW w:w="716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 an image or video of you and your product. Ask buyers to share their images as they use your items.</w:t>
            </w:r>
          </w:p>
        </w:tc>
      </w:tr>
      <w:tr w:rsidR="00F202B3" w:rsidRPr="00CC190A" w:rsidTr="006E59B8">
        <w:trPr>
          <w:trHeight w:val="188"/>
        </w:trPr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On LinkedIn, publish an original piece of content.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or comment about a business in the news, which also shares your business ethics or your readers' concerns.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Mention what you are working on. This creates anticipation for interested readers.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book that gave you a deeper understanding of a complex concept. Review it on your site, and link to it.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 how-to guide and give it away on Twitter.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Follow up on a website article/post by mentioning additional info or ideas only on one of your social media platforms.</w:t>
            </w:r>
          </w:p>
        </w:tc>
        <w:tc>
          <w:tcPr>
            <w:tcW w:w="716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"What was the most helpful thing you learned today?"</w:t>
            </w:r>
          </w:p>
        </w:tc>
      </w:tr>
      <w:tr w:rsidR="00F202B3" w:rsidRPr="00CC190A" w:rsidTr="006E59B8">
        <w:trPr>
          <w:trHeight w:val="206"/>
        </w:trPr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a weird, random question like, "what came first - the chicken or the egg?"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Talk about a popular trend related to your niche. Ask readers how they feel about the trend - agree or disagree.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Create and share a "Top 5 Must-have Tools List" for a niche related problem.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</w:t>
            </w:r>
            <w:r>
              <w:rPr>
                <w:sz w:val="14"/>
                <w:szCs w:val="14"/>
              </w:rPr>
              <w:t xml:space="preserve"> or </w:t>
            </w:r>
            <w:r w:rsidRPr="00834996">
              <w:rPr>
                <w:sz w:val="14"/>
                <w:szCs w:val="14"/>
              </w:rPr>
              <w:t xml:space="preserve">define a niche related word or </w:t>
            </w:r>
            <w:r>
              <w:rPr>
                <w:sz w:val="14"/>
                <w:szCs w:val="14"/>
              </w:rPr>
              <w:t>phrase</w:t>
            </w:r>
            <w:r w:rsidRPr="00834996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Pair the word/phrase with an image to make it memorable.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Start a debate on a controversial topic. Ask readers to present their rational/reasons. 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followers how they wind down after a long or trying day.</w:t>
            </w:r>
          </w:p>
        </w:tc>
        <w:tc>
          <w:tcPr>
            <w:tcW w:w="716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Reference a hot conversation on a different platform (i.e. Twitter.) Start the conversation with your Facebook followers.</w:t>
            </w:r>
          </w:p>
        </w:tc>
      </w:tr>
      <w:tr w:rsidR="00F202B3" w:rsidRPr="00CC190A" w:rsidTr="006E59B8">
        <w:trPr>
          <w:trHeight w:val="116"/>
        </w:trPr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 for feedback about a service you are considering offering.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why you started your business.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a link to a tool or app that helps readers solve a problem.</w:t>
            </w:r>
          </w:p>
        </w:tc>
        <w:tc>
          <w:tcPr>
            <w:tcW w:w="714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Highlight or define a niche related word or phrase. Pair the word/phrase with an image to make it memorable.</w:t>
            </w:r>
          </w:p>
        </w:tc>
        <w:tc>
          <w:tcPr>
            <w:tcW w:w="714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fill in the blank; “</w:t>
            </w:r>
            <w:r>
              <w:rPr>
                <w:sz w:val="14"/>
                <w:szCs w:val="14"/>
              </w:rPr>
              <w:t>I know someone really cares when he/she</w:t>
            </w:r>
            <w:r w:rsidRPr="003771A4">
              <w:rPr>
                <w:sz w:val="14"/>
                <w:szCs w:val="14"/>
              </w:rPr>
              <w:t xml:space="preserve"> ____.”</w:t>
            </w:r>
          </w:p>
        </w:tc>
        <w:tc>
          <w:tcPr>
            <w:tcW w:w="714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Fun Friday -</w:t>
            </w:r>
            <w:r>
              <w:rPr>
                <w:sz w:val="14"/>
                <w:szCs w:val="14"/>
              </w:rPr>
              <w:t xml:space="preserve"> Start an "I Remember When…" post. Use an image or brief message to inspire others to reply &amp; comment.</w:t>
            </w:r>
          </w:p>
        </w:tc>
        <w:tc>
          <w:tcPr>
            <w:tcW w:w="716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one of your affiliates. Explain what makes the person standout.</w:t>
            </w:r>
          </w:p>
        </w:tc>
      </w:tr>
      <w:tr w:rsidR="00F202B3" w:rsidRPr="00CC190A" w:rsidTr="006E59B8">
        <w:trPr>
          <w:trHeight w:val="134"/>
        </w:trPr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6E59B8">
        <w:trPr>
          <w:trHeight w:val="1050"/>
        </w:trPr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Describe an organizational issue you and your audience have. Refer them to a solution you want to try. Ask for their thoughts/opinions.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E207E8">
              <w:rPr>
                <w:sz w:val="14"/>
                <w:szCs w:val="14"/>
              </w:rPr>
              <w:t>Create a timeline or case study for your niche. Use infographics, charts, etc. to give visual representation of the data.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Value followers. Ask questions like </w:t>
            </w:r>
            <w:r w:rsidRPr="001F401D">
              <w:rPr>
                <w:sz w:val="14"/>
                <w:szCs w:val="14"/>
              </w:rPr>
              <w:t>"</w:t>
            </w:r>
            <w:r>
              <w:rPr>
                <w:sz w:val="14"/>
                <w:szCs w:val="14"/>
              </w:rPr>
              <w:t xml:space="preserve">What should I </w:t>
            </w:r>
            <w:r w:rsidRPr="001F401D">
              <w:rPr>
                <w:sz w:val="14"/>
                <w:szCs w:val="14"/>
              </w:rPr>
              <w:t>name my new ___ (product, service, puppy, boat, etc.)"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 a seasonal, holiday, or special event selfie. 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Ask, "When thinking about ___, what do you do consistently and what do you wish could do better?"</w:t>
            </w: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</w:tr>
      <w:tr w:rsidR="00F202B3" w:rsidRPr="00CC190A" w:rsidTr="006E59B8">
        <w:trPr>
          <w:trHeight w:val="1050"/>
        </w:trPr>
        <w:tc>
          <w:tcPr>
            <w:tcW w:w="5000" w:type="pct"/>
            <w:gridSpan w:val="7"/>
            <w:shd w:val="clear" w:color="auto" w:fill="F7F7F7"/>
          </w:tcPr>
          <w:p w:rsidR="00F202B3" w:rsidRPr="00CC190A" w:rsidRDefault="00F202B3" w:rsidP="00F202B3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</w:tbl>
    <w:p w:rsidR="0064577A" w:rsidRPr="00E207E8" w:rsidRDefault="00C046B4">
      <w:pPr>
        <w:rPr>
          <w:b/>
          <w:sz w:val="14"/>
          <w:szCs w:val="14"/>
        </w:rPr>
      </w:pPr>
      <w:r w:rsidRPr="00E207E8">
        <w:rPr>
          <w:b/>
          <w:sz w:val="14"/>
          <w:szCs w:val="14"/>
        </w:rPr>
        <w:br w:type="page"/>
      </w:r>
    </w:p>
    <w:p w:rsidR="003B213D" w:rsidRPr="00E207E8" w:rsidRDefault="003B213D">
      <w:pPr>
        <w:rPr>
          <w:b/>
          <w:sz w:val="14"/>
          <w:szCs w:val="14"/>
        </w:rPr>
      </w:pPr>
    </w:p>
    <w:tbl>
      <w:tblPr>
        <w:tblW w:w="5000" w:type="pct"/>
        <w:tblBorders>
          <w:top w:val="single" w:sz="8" w:space="0" w:color="BFBFBF"/>
          <w:bottom w:val="single" w:sz="8" w:space="0" w:color="BFBF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1995"/>
        <w:gridCol w:w="2520"/>
      </w:tblGrid>
      <w:tr w:rsidR="0064577A" w:rsidRPr="007F3583" w:rsidTr="004A15FF">
        <w:trPr>
          <w:trHeight w:hRule="exact" w:val="1100"/>
        </w:trPr>
        <w:tc>
          <w:tcPr>
            <w:tcW w:w="4132" w:type="pct"/>
            <w:tcBorders>
              <w:bottom w:val="single" w:sz="8" w:space="0" w:color="BFBFBF"/>
            </w:tcBorders>
            <w:shd w:val="clear" w:color="auto" w:fill="auto"/>
          </w:tcPr>
          <w:p w:rsidR="0064577A" w:rsidRPr="004A15FF" w:rsidRDefault="002B2520" w:rsidP="00DF4289">
            <w:pPr>
              <w:pStyle w:val="Month"/>
              <w:jc w:val="left"/>
              <w:rPr>
                <w:sz w:val="56"/>
                <w:szCs w:val="56"/>
              </w:rPr>
            </w:pPr>
            <w:r w:rsidRPr="004A15FF">
              <w:rPr>
                <w:sz w:val="56"/>
                <w:szCs w:val="56"/>
              </w:rPr>
              <w:t>Social Media Content Planner</w:t>
            </w:r>
          </w:p>
        </w:tc>
        <w:tc>
          <w:tcPr>
            <w:tcW w:w="868" w:type="pct"/>
            <w:tcBorders>
              <w:bottom w:val="single" w:sz="8" w:space="0" w:color="BFBFBF"/>
            </w:tcBorders>
            <w:shd w:val="clear" w:color="auto" w:fill="auto"/>
            <w:tcMar>
              <w:right w:w="0" w:type="dxa"/>
            </w:tcMar>
          </w:tcPr>
          <w:p w:rsidR="0064577A" w:rsidRPr="004A15FF" w:rsidRDefault="0064577A" w:rsidP="00BA18CD">
            <w:pPr>
              <w:pStyle w:val="Year"/>
              <w:rPr>
                <w:sz w:val="40"/>
                <w:szCs w:val="40"/>
              </w:rPr>
            </w:pPr>
          </w:p>
        </w:tc>
      </w:tr>
      <w:tr w:rsidR="0064577A" w:rsidRPr="004A15FF" w:rsidTr="00E83892">
        <w:tc>
          <w:tcPr>
            <w:tcW w:w="4132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4A15FF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  <w:tc>
          <w:tcPr>
            <w:tcW w:w="868" w:type="pct"/>
            <w:tcBorders>
              <w:top w:val="single" w:sz="8" w:space="0" w:color="BFBFBF"/>
              <w:bottom w:val="nil"/>
            </w:tcBorders>
            <w:shd w:val="clear" w:color="auto" w:fill="auto"/>
          </w:tcPr>
          <w:p w:rsidR="0064577A" w:rsidRPr="004A15FF" w:rsidRDefault="0064577A" w:rsidP="00E83892">
            <w:pPr>
              <w:pStyle w:val="NoSpacing"/>
              <w:rPr>
                <w:sz w:val="14"/>
                <w:szCs w:val="14"/>
              </w:rPr>
            </w:pPr>
          </w:p>
        </w:tc>
      </w:tr>
    </w:tbl>
    <w:p w:rsidR="0064577A" w:rsidRPr="007F3583" w:rsidRDefault="0064577A" w:rsidP="0064577A">
      <w:pPr>
        <w:spacing w:before="0" w:after="0"/>
        <w:rPr>
          <w:vanish/>
        </w:rPr>
      </w:pPr>
    </w:p>
    <w:tbl>
      <w:tblPr>
        <w:tblW w:w="501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20" w:firstRow="1" w:lastRow="0" w:firstColumn="0" w:lastColumn="0" w:noHBand="0" w:noVBand="1"/>
      </w:tblPr>
      <w:tblGrid>
        <w:gridCol w:w="2092"/>
        <w:gridCol w:w="2092"/>
        <w:gridCol w:w="2091"/>
        <w:gridCol w:w="2091"/>
        <w:gridCol w:w="2091"/>
        <w:gridCol w:w="2091"/>
        <w:gridCol w:w="2097"/>
      </w:tblGrid>
      <w:tr w:rsidR="0064577A" w:rsidRPr="007F3583" w:rsidTr="00834996">
        <w:trPr>
          <w:trHeight w:val="378"/>
        </w:trPr>
        <w:tc>
          <w:tcPr>
            <w:tcW w:w="714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Sunday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Monday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Tuesday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Wednesday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Thursday</w:t>
            </w:r>
          </w:p>
        </w:tc>
        <w:tc>
          <w:tcPr>
            <w:tcW w:w="714" w:type="pct"/>
            <w:shd w:val="clear" w:color="auto" w:fill="326BA6"/>
          </w:tcPr>
          <w:p w:rsidR="0064577A" w:rsidRPr="007F3583" w:rsidRDefault="0064577A" w:rsidP="00E83892">
            <w:pPr>
              <w:pStyle w:val="Days"/>
            </w:pPr>
            <w:r w:rsidRPr="007F3583">
              <w:t>Friday</w:t>
            </w:r>
          </w:p>
        </w:tc>
        <w:tc>
          <w:tcPr>
            <w:tcW w:w="716" w:type="pct"/>
            <w:shd w:val="clear" w:color="auto" w:fill="595959"/>
          </w:tcPr>
          <w:p w:rsidR="0064577A" w:rsidRPr="007F3583" w:rsidRDefault="0064577A" w:rsidP="00E83892">
            <w:pPr>
              <w:pStyle w:val="Days"/>
            </w:pPr>
            <w:r w:rsidRPr="007F3583">
              <w:t>Saturday</w:t>
            </w:r>
          </w:p>
        </w:tc>
      </w:tr>
      <w:tr w:rsidR="0064577A" w:rsidRPr="00CC190A" w:rsidTr="00834996">
        <w:trPr>
          <w:trHeight w:val="215"/>
        </w:trPr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"Sunday" 1 ""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"Monday"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MonthStart \@ dddd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Wednesday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"Tuesday" 1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&lt;&gt; 0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=B2+1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64577A" w:rsidRPr="004A15FF" w:rsidTr="00834996">
        <w:trPr>
          <w:trHeight w:val="1050"/>
        </w:trPr>
        <w:tc>
          <w:tcPr>
            <w:tcW w:w="714" w:type="pct"/>
            <w:shd w:val="clear" w:color="auto" w:fill="auto"/>
          </w:tcPr>
          <w:p w:rsidR="0064577A" w:rsidRPr="004A15FF" w:rsidRDefault="0064577A" w:rsidP="003771A4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64577A" w:rsidP="00E83892">
            <w:pPr>
              <w:rPr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64577A" w:rsidRPr="004A15FF" w:rsidRDefault="00F202B3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fill in the blanks. Set the topic for specifics. Ex. </w:t>
            </w:r>
            <w:r w:rsidRPr="001F401D">
              <w:rPr>
                <w:sz w:val="14"/>
                <w:szCs w:val="14"/>
              </w:rPr>
              <w:t>My biggest pet peeve when it comes to ___ is ___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6" w:type="pct"/>
            <w:shd w:val="clear" w:color="auto" w:fill="auto"/>
          </w:tcPr>
          <w:p w:rsidR="0064577A" w:rsidRPr="004A15FF" w:rsidRDefault="00F202B3" w:rsidP="00E8389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Share pictures of an industry or group event you attended recently. Tag and/or describe each so it's meaningful to your fans</w:t>
            </w:r>
          </w:p>
        </w:tc>
      </w:tr>
      <w:tr w:rsidR="0064577A" w:rsidRPr="00CC190A" w:rsidTr="00834996">
        <w:trPr>
          <w:trHeight w:val="305"/>
        </w:trPr>
        <w:tc>
          <w:tcPr>
            <w:tcW w:w="714" w:type="pct"/>
            <w:shd w:val="clear" w:color="auto" w:fill="F7F7F7"/>
          </w:tcPr>
          <w:p w:rsidR="0064577A" w:rsidRPr="00CC190A" w:rsidRDefault="0064577A" w:rsidP="00B800EA">
            <w:pPr>
              <w:pStyle w:val="Dates"/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64577A" w:rsidRPr="00CC190A" w:rsidRDefault="0064577A" w:rsidP="00E83892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834996">
        <w:trPr>
          <w:trHeight w:val="1050"/>
        </w:trPr>
        <w:tc>
          <w:tcPr>
            <w:tcW w:w="714" w:type="pct"/>
            <w:shd w:val="clear" w:color="auto" w:fill="F7F7F7"/>
          </w:tcPr>
          <w:p w:rsidR="00F202B3" w:rsidRPr="0055265D" w:rsidRDefault="00F202B3" w:rsidP="00F202B3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 xml:space="preserve">Have your followers fill in the blanks; “If someone </w:t>
            </w:r>
            <w:r>
              <w:rPr>
                <w:sz w:val="14"/>
                <w:szCs w:val="14"/>
              </w:rPr>
              <w:t>invented</w:t>
            </w:r>
            <w:r w:rsidRPr="003771A4">
              <w:rPr>
                <w:sz w:val="14"/>
                <w:szCs w:val="14"/>
              </w:rPr>
              <w:t xml:space="preserve"> ___ I would ____.”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fill in the blank - </w:t>
            </w:r>
            <w:r w:rsidRPr="001F401D">
              <w:rPr>
                <w:sz w:val="14"/>
                <w:szCs w:val="14"/>
              </w:rPr>
              <w:t>The story of my life could be told through ___ (what movie, song, etc.)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helpful infographics (yours or someone else's)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post series (week of ideas for___,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Ask followers to complete - </w:t>
            </w:r>
            <w:r w:rsidRPr="001F401D">
              <w:rPr>
                <w:sz w:val="14"/>
                <w:szCs w:val="14"/>
              </w:rPr>
              <w:t>If I could be the CEO of any company, it would be ____</w:t>
            </w:r>
            <w:r>
              <w:rPr>
                <w:sz w:val="14"/>
                <w:szCs w:val="14"/>
              </w:rPr>
              <w:t xml:space="preserve"> because…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Create a photo contest and ask followers to vote</w:t>
            </w:r>
            <w:r>
              <w:rPr>
                <w:sz w:val="14"/>
                <w:szCs w:val="14"/>
              </w:rPr>
              <w:t xml:space="preserve"> on their favorites.</w:t>
            </w:r>
          </w:p>
        </w:tc>
        <w:tc>
          <w:tcPr>
            <w:tcW w:w="716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customer.</w:t>
            </w:r>
            <w:r>
              <w:rPr>
                <w:sz w:val="14"/>
                <w:szCs w:val="14"/>
              </w:rPr>
              <w:t xml:space="preserve"> Share a good question, idea, or feedback from the person.</w:t>
            </w:r>
          </w:p>
        </w:tc>
      </w:tr>
      <w:tr w:rsidR="00F202B3" w:rsidRPr="00CC190A" w:rsidTr="00834996">
        <w:trPr>
          <w:trHeight w:val="224"/>
        </w:trPr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834996">
        <w:trPr>
          <w:trHeight w:val="1050"/>
        </w:trPr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Ask "If I could add one feature to my product/service what would you want it to be?"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Recommend a helpful (free) tool you found. Tell the related story.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Search for hashtags related to your niche and share customer photos, etc. on Pinterest, Instagram, or FB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Respond to a tag or mention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Take a trip down memory lane &amp; share old logos or images of your first product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 comic</w:t>
            </w:r>
            <w:r>
              <w:rPr>
                <w:sz w:val="14"/>
                <w:szCs w:val="14"/>
              </w:rPr>
              <w:t xml:space="preserve"> strip relative to a niche topic, problem, solution, or action.</w:t>
            </w:r>
          </w:p>
        </w:tc>
        <w:tc>
          <w:tcPr>
            <w:tcW w:w="716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Promote an industry-related event</w:t>
            </w:r>
          </w:p>
        </w:tc>
      </w:tr>
      <w:tr w:rsidR="00F202B3" w:rsidRPr="00CC190A" w:rsidTr="00834996">
        <w:trPr>
          <w:trHeight w:val="323"/>
        </w:trPr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6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</w:tr>
      <w:tr w:rsidR="00F202B3" w:rsidRPr="004A15FF" w:rsidTr="00834996">
        <w:trPr>
          <w:trHeight w:val="1050"/>
        </w:trPr>
        <w:tc>
          <w:tcPr>
            <w:tcW w:w="714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3771A4">
              <w:rPr>
                <w:sz w:val="14"/>
                <w:szCs w:val="14"/>
              </w:rPr>
              <w:t>Have followers fill in the blank; “</w:t>
            </w:r>
            <w:r>
              <w:rPr>
                <w:sz w:val="14"/>
                <w:szCs w:val="14"/>
              </w:rPr>
              <w:t>A sure sign of integrity is</w:t>
            </w:r>
            <w:r w:rsidRPr="003771A4">
              <w:rPr>
                <w:sz w:val="14"/>
                <w:szCs w:val="14"/>
              </w:rPr>
              <w:t xml:space="preserve"> ____.”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Recommend a helpful (free) tool you found. Tell the related story.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Search for hashtags related to your niche and share customer photos, etc. on Pinterest, Instagram, or FB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Respond to a tag or mention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Take a trip down memory lane &amp; share old logos or images of your first product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714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a comic</w:t>
            </w:r>
            <w:r>
              <w:rPr>
                <w:sz w:val="14"/>
                <w:szCs w:val="14"/>
              </w:rPr>
              <w:t xml:space="preserve"> strip relative to a niche topic, problem, solution, or action.</w:t>
            </w:r>
          </w:p>
        </w:tc>
        <w:tc>
          <w:tcPr>
            <w:tcW w:w="716" w:type="pct"/>
            <w:shd w:val="clear" w:color="auto" w:fill="F7F7F7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Promote an industry-related event</w:t>
            </w:r>
          </w:p>
        </w:tc>
      </w:tr>
      <w:tr w:rsidR="00F202B3" w:rsidRPr="00CC190A" w:rsidTr="00834996">
        <w:trPr>
          <w:trHeight w:val="60"/>
        </w:trPr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</w:p>
        </w:tc>
        <w:tc>
          <w:tcPr>
            <w:tcW w:w="714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=E10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=E10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=E10+1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29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716" w:type="pct"/>
            <w:shd w:val="clear" w:color="auto" w:fill="auto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=F10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=F10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29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=F10+1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  <w:tr w:rsidR="00F202B3" w:rsidRPr="004A15FF" w:rsidTr="00834996">
        <w:trPr>
          <w:trHeight w:val="1050"/>
        </w:trPr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 xml:space="preserve">Post </w:t>
            </w:r>
            <w:proofErr w:type="spellStart"/>
            <w:proofErr w:type="gramStart"/>
            <w:r w:rsidRPr="001F401D">
              <w:rPr>
                <w:sz w:val="14"/>
                <w:szCs w:val="14"/>
              </w:rPr>
              <w:t>a</w:t>
            </w:r>
            <w:proofErr w:type="spellEnd"/>
            <w:proofErr w:type="gramEnd"/>
            <w:r w:rsidRPr="001F401D">
              <w:rPr>
                <w:sz w:val="14"/>
                <w:szCs w:val="14"/>
              </w:rPr>
              <w:t xml:space="preserve"> excerpt from a blog post (and link to the full post)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Share Pinterest images on FB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Host a short Q&amp;A event. Ask attendees to send in questions a week before the event. Answer the most asked questions live.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1F401D">
              <w:rPr>
                <w:sz w:val="14"/>
                <w:szCs w:val="14"/>
              </w:rPr>
              <w:t>Link to a tutorial</w:t>
            </w:r>
            <w:r>
              <w:rPr>
                <w:sz w:val="14"/>
                <w:szCs w:val="14"/>
              </w:rPr>
              <w:t>. This could include your FAQ or something on another website.</w:t>
            </w:r>
          </w:p>
        </w:tc>
        <w:tc>
          <w:tcPr>
            <w:tcW w:w="714" w:type="pct"/>
            <w:shd w:val="clear" w:color="auto" w:fill="auto"/>
          </w:tcPr>
          <w:p w:rsidR="00F202B3" w:rsidRPr="00712D98" w:rsidRDefault="00F202B3" w:rsidP="00F202B3">
            <w:pPr>
              <w:rPr>
                <w:sz w:val="14"/>
                <w:szCs w:val="14"/>
              </w:rPr>
            </w:pPr>
            <w:r w:rsidRPr="006E59B8">
              <w:rPr>
                <w:sz w:val="14"/>
                <w:szCs w:val="14"/>
              </w:rPr>
              <w:t>Spotlight a vendor you use</w:t>
            </w:r>
            <w:r>
              <w:rPr>
                <w:sz w:val="14"/>
                <w:szCs w:val="14"/>
              </w:rPr>
              <w:t>. Share why you use them over all the others.</w:t>
            </w:r>
          </w:p>
        </w:tc>
        <w:tc>
          <w:tcPr>
            <w:tcW w:w="714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Fun Friday -</w:t>
            </w:r>
            <w:r>
              <w:rPr>
                <w:sz w:val="14"/>
                <w:szCs w:val="14"/>
              </w:rPr>
              <w:t xml:space="preserve"> Finish the Sentence - "If I only had ______. (Insert niche topic or problem) would be so much easier."</w:t>
            </w:r>
          </w:p>
        </w:tc>
        <w:tc>
          <w:tcPr>
            <w:tcW w:w="716" w:type="pct"/>
            <w:shd w:val="clear" w:color="auto" w:fill="auto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  <w:r w:rsidRPr="00834996">
              <w:rPr>
                <w:sz w:val="14"/>
                <w:szCs w:val="14"/>
              </w:rPr>
              <w:t>Spotlight a friend or family member and tell how the person helps or encourages you behind the scenes.</w:t>
            </w:r>
          </w:p>
        </w:tc>
      </w:tr>
      <w:tr w:rsidR="00F202B3" w:rsidRPr="00CC190A" w:rsidTr="00B800EA">
        <w:trPr>
          <w:trHeight w:val="70"/>
        </w:trPr>
        <w:tc>
          <w:tcPr>
            <w:tcW w:w="714" w:type="pct"/>
            <w:shd w:val="clear" w:color="auto" w:fill="F7F7F7"/>
          </w:tcPr>
          <w:p w:rsidR="00F202B3" w:rsidRPr="00CC190A" w:rsidRDefault="00F202B3" w:rsidP="00F202B3">
            <w:pPr>
              <w:pStyle w:val="Dates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=G10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=G10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=G10+1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4286" w:type="pct"/>
            <w:gridSpan w:val="6"/>
            <w:vMerge w:val="restart"/>
            <w:shd w:val="clear" w:color="auto" w:fill="F7F7F7"/>
          </w:tcPr>
          <w:p w:rsidR="00F202B3" w:rsidRPr="00CC190A" w:rsidRDefault="00F202B3" w:rsidP="00F202B3">
            <w:pPr>
              <w:pStyle w:val="Dates"/>
              <w:jc w:val="left"/>
              <w:rPr>
                <w:b/>
                <w:sz w:val="14"/>
                <w:szCs w:val="14"/>
              </w:rPr>
            </w:pPr>
            <w:r w:rsidRPr="00CC190A">
              <w:rPr>
                <w:b/>
                <w:sz w:val="14"/>
                <w:szCs w:val="14"/>
              </w:rPr>
              <w:t xml:space="preserve">More Ideas: </w: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="00BA18CD">
              <w:rPr>
                <w:b/>
                <w:noProof/>
                <w:sz w:val="14"/>
                <w:szCs w:val="14"/>
              </w:rPr>
              <w:instrText>0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= 0,""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IF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&lt;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DocVariable MonthEnd \@ d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 </w:instrText>
            </w:r>
            <w:r w:rsidRPr="00CC190A">
              <w:rPr>
                <w:b/>
                <w:sz w:val="14"/>
                <w:szCs w:val="14"/>
              </w:rPr>
              <w:fldChar w:fldCharType="begin"/>
            </w:r>
            <w:r w:rsidRPr="00CC190A">
              <w:rPr>
                <w:b/>
                <w:sz w:val="14"/>
                <w:szCs w:val="14"/>
              </w:rPr>
              <w:instrText xml:space="preserve"> =A12+1 </w:instrText>
            </w:r>
            <w:r w:rsidRPr="00CC190A">
              <w:rPr>
                <w:b/>
                <w:sz w:val="14"/>
                <w:szCs w:val="14"/>
              </w:rPr>
              <w:fldChar w:fldCharType="separate"/>
            </w:r>
            <w:r w:rsidRPr="00CC190A">
              <w:rPr>
                <w:b/>
                <w:noProof/>
                <w:sz w:val="14"/>
                <w:szCs w:val="14"/>
              </w:rPr>
              <w:instrText>31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instrText xml:space="preserve"> "" </w:instrText>
            </w:r>
            <w:r w:rsidRPr="00CC190A">
              <w:rPr>
                <w:b/>
                <w:sz w:val="14"/>
                <w:szCs w:val="14"/>
              </w:rPr>
              <w:fldChar w:fldCharType="end"/>
            </w:r>
            <w:r w:rsidRPr="00CC190A">
              <w:rPr>
                <w:b/>
                <w:sz w:val="14"/>
                <w:szCs w:val="14"/>
              </w:rPr>
              <w:fldChar w:fldCharType="end"/>
            </w:r>
          </w:p>
        </w:tc>
      </w:tr>
      <w:tr w:rsidR="00F202B3" w:rsidRPr="004A15FF" w:rsidTr="00834996">
        <w:trPr>
          <w:trHeight w:val="1050"/>
        </w:trPr>
        <w:tc>
          <w:tcPr>
            <w:tcW w:w="714" w:type="pct"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  <w:tc>
          <w:tcPr>
            <w:tcW w:w="4286" w:type="pct"/>
            <w:gridSpan w:val="6"/>
            <w:vMerge/>
            <w:shd w:val="clear" w:color="auto" w:fill="F7F7F7"/>
          </w:tcPr>
          <w:p w:rsidR="00F202B3" w:rsidRPr="004A15FF" w:rsidRDefault="00F202B3" w:rsidP="00F202B3">
            <w:pPr>
              <w:rPr>
                <w:sz w:val="14"/>
                <w:szCs w:val="14"/>
              </w:rPr>
            </w:pPr>
          </w:p>
        </w:tc>
      </w:tr>
    </w:tbl>
    <w:p w:rsidR="0064577A" w:rsidRPr="00E207E8" w:rsidRDefault="0064577A" w:rsidP="00B20FDA">
      <w:pPr>
        <w:rPr>
          <w:vanish/>
          <w:sz w:val="14"/>
          <w:szCs w:val="14"/>
        </w:rPr>
      </w:pPr>
    </w:p>
    <w:p w:rsidR="00C046B4" w:rsidRPr="00E207E8" w:rsidRDefault="00C046B4">
      <w:pPr>
        <w:rPr>
          <w:b/>
          <w:sz w:val="14"/>
          <w:szCs w:val="14"/>
        </w:rPr>
      </w:pPr>
    </w:p>
    <w:p w:rsidR="0064577A" w:rsidRPr="007F3583" w:rsidRDefault="0064577A" w:rsidP="00B20FDA">
      <w:pPr>
        <w:rPr>
          <w:vanish/>
        </w:rPr>
      </w:pPr>
    </w:p>
    <w:p w:rsidR="007F3583" w:rsidRPr="007F3583" w:rsidRDefault="007F3583" w:rsidP="00B20FDA">
      <w:pPr>
        <w:rPr>
          <w:vanish/>
        </w:rPr>
      </w:pPr>
    </w:p>
    <w:p w:rsidR="007F3583" w:rsidRPr="007F3583" w:rsidRDefault="007F3583" w:rsidP="007F3583">
      <w:pPr>
        <w:spacing w:before="0" w:after="0"/>
        <w:rPr>
          <w:vanish/>
        </w:rPr>
      </w:pPr>
    </w:p>
    <w:sectPr w:rsidR="007F3583" w:rsidRPr="007F3583">
      <w:pgSz w:w="15840" w:h="12240" w:orient="landscape" w:code="1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F68" w:rsidRDefault="00995F68">
      <w:pPr>
        <w:spacing w:before="0" w:after="0"/>
      </w:pPr>
      <w:r>
        <w:separator/>
      </w:r>
    </w:p>
  </w:endnote>
  <w:endnote w:type="continuationSeparator" w:id="0">
    <w:p w:rsidR="00995F68" w:rsidRDefault="00995F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F68" w:rsidRDefault="00995F68">
      <w:pPr>
        <w:spacing w:before="0" w:after="0"/>
      </w:pPr>
      <w:r>
        <w:separator/>
      </w:r>
    </w:p>
  </w:footnote>
  <w:footnote w:type="continuationSeparator" w:id="0">
    <w:p w:rsidR="00995F68" w:rsidRDefault="00995F6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MonthEnd" w:val="2016-06-30"/>
    <w:docVar w:name="MonthStart" w:val="2016-06-01"/>
  </w:docVars>
  <w:rsids>
    <w:rsidRoot w:val="007F3583"/>
    <w:rsid w:val="00026CCC"/>
    <w:rsid w:val="00057A0B"/>
    <w:rsid w:val="00063938"/>
    <w:rsid w:val="00065778"/>
    <w:rsid w:val="00073504"/>
    <w:rsid w:val="00093B04"/>
    <w:rsid w:val="000B7B6A"/>
    <w:rsid w:val="000C35B5"/>
    <w:rsid w:val="000C6B73"/>
    <w:rsid w:val="000E397E"/>
    <w:rsid w:val="0012724A"/>
    <w:rsid w:val="0015421E"/>
    <w:rsid w:val="00182266"/>
    <w:rsid w:val="001B1D23"/>
    <w:rsid w:val="001E2B8A"/>
    <w:rsid w:val="001F2227"/>
    <w:rsid w:val="001F401D"/>
    <w:rsid w:val="002B2520"/>
    <w:rsid w:val="002C0AF5"/>
    <w:rsid w:val="002F0A48"/>
    <w:rsid w:val="002F5057"/>
    <w:rsid w:val="0030482C"/>
    <w:rsid w:val="00325E32"/>
    <w:rsid w:val="0033144E"/>
    <w:rsid w:val="0033545A"/>
    <w:rsid w:val="003771A4"/>
    <w:rsid w:val="003B213D"/>
    <w:rsid w:val="003F76B0"/>
    <w:rsid w:val="004070F8"/>
    <w:rsid w:val="00475298"/>
    <w:rsid w:val="00492DC2"/>
    <w:rsid w:val="004A15FF"/>
    <w:rsid w:val="004C5ADA"/>
    <w:rsid w:val="004C7557"/>
    <w:rsid w:val="004D669D"/>
    <w:rsid w:val="004E0D14"/>
    <w:rsid w:val="0051266E"/>
    <w:rsid w:val="00524EC4"/>
    <w:rsid w:val="00551D4A"/>
    <w:rsid w:val="0055265D"/>
    <w:rsid w:val="005539AF"/>
    <w:rsid w:val="00572580"/>
    <w:rsid w:val="005B76C3"/>
    <w:rsid w:val="005D215B"/>
    <w:rsid w:val="005E036A"/>
    <w:rsid w:val="005F7669"/>
    <w:rsid w:val="0064577A"/>
    <w:rsid w:val="0067797B"/>
    <w:rsid w:val="00685820"/>
    <w:rsid w:val="006E59B8"/>
    <w:rsid w:val="006F78D6"/>
    <w:rsid w:val="00712D98"/>
    <w:rsid w:val="007774D6"/>
    <w:rsid w:val="00791942"/>
    <w:rsid w:val="00794071"/>
    <w:rsid w:val="007A0367"/>
    <w:rsid w:val="007C0873"/>
    <w:rsid w:val="007D1D87"/>
    <w:rsid w:val="007E1F13"/>
    <w:rsid w:val="007E5CC0"/>
    <w:rsid w:val="007E60E5"/>
    <w:rsid w:val="007F3583"/>
    <w:rsid w:val="007F3A97"/>
    <w:rsid w:val="00834996"/>
    <w:rsid w:val="008448E5"/>
    <w:rsid w:val="008455E7"/>
    <w:rsid w:val="00864886"/>
    <w:rsid w:val="00874A11"/>
    <w:rsid w:val="008A199F"/>
    <w:rsid w:val="008A2823"/>
    <w:rsid w:val="008B1C74"/>
    <w:rsid w:val="008E60EE"/>
    <w:rsid w:val="008E78E6"/>
    <w:rsid w:val="00921FD0"/>
    <w:rsid w:val="00943C6D"/>
    <w:rsid w:val="00945014"/>
    <w:rsid w:val="009550AD"/>
    <w:rsid w:val="00995F68"/>
    <w:rsid w:val="009C038F"/>
    <w:rsid w:val="009C304D"/>
    <w:rsid w:val="009E4FBB"/>
    <w:rsid w:val="009E6A19"/>
    <w:rsid w:val="00A406F4"/>
    <w:rsid w:val="00AA5EDE"/>
    <w:rsid w:val="00AA6576"/>
    <w:rsid w:val="00AC7D5A"/>
    <w:rsid w:val="00AD0352"/>
    <w:rsid w:val="00AD04E3"/>
    <w:rsid w:val="00AE54DA"/>
    <w:rsid w:val="00B20FDA"/>
    <w:rsid w:val="00B23305"/>
    <w:rsid w:val="00B45112"/>
    <w:rsid w:val="00B75D46"/>
    <w:rsid w:val="00B800EA"/>
    <w:rsid w:val="00BA18CD"/>
    <w:rsid w:val="00BC0F55"/>
    <w:rsid w:val="00C046B4"/>
    <w:rsid w:val="00C42B5C"/>
    <w:rsid w:val="00C45724"/>
    <w:rsid w:val="00C6408F"/>
    <w:rsid w:val="00C77CE1"/>
    <w:rsid w:val="00C91616"/>
    <w:rsid w:val="00C9402E"/>
    <w:rsid w:val="00C962A5"/>
    <w:rsid w:val="00C97FF6"/>
    <w:rsid w:val="00CB4ADA"/>
    <w:rsid w:val="00CC060A"/>
    <w:rsid w:val="00CC190A"/>
    <w:rsid w:val="00CD7C3D"/>
    <w:rsid w:val="00CF054A"/>
    <w:rsid w:val="00D03344"/>
    <w:rsid w:val="00D36D3A"/>
    <w:rsid w:val="00D40628"/>
    <w:rsid w:val="00D42A7D"/>
    <w:rsid w:val="00D456D7"/>
    <w:rsid w:val="00D67B48"/>
    <w:rsid w:val="00D83E58"/>
    <w:rsid w:val="00D84211"/>
    <w:rsid w:val="00D91F6D"/>
    <w:rsid w:val="00DB3714"/>
    <w:rsid w:val="00DF4289"/>
    <w:rsid w:val="00DF506B"/>
    <w:rsid w:val="00E0443B"/>
    <w:rsid w:val="00E0693F"/>
    <w:rsid w:val="00E207E8"/>
    <w:rsid w:val="00E26B58"/>
    <w:rsid w:val="00E33304"/>
    <w:rsid w:val="00E42D7A"/>
    <w:rsid w:val="00E6074E"/>
    <w:rsid w:val="00E83892"/>
    <w:rsid w:val="00E83EC8"/>
    <w:rsid w:val="00ED7953"/>
    <w:rsid w:val="00EE4FC5"/>
    <w:rsid w:val="00EE54FA"/>
    <w:rsid w:val="00F17C98"/>
    <w:rsid w:val="00F202B3"/>
    <w:rsid w:val="00F25CD4"/>
    <w:rsid w:val="00F42088"/>
    <w:rsid w:val="00F52C45"/>
    <w:rsid w:val="00F6300A"/>
    <w:rsid w:val="00F76656"/>
    <w:rsid w:val="00F84378"/>
    <w:rsid w:val="00FA4824"/>
    <w:rsid w:val="00FD2522"/>
    <w:rsid w:val="00FD6236"/>
    <w:rsid w:val="00FF2A8B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1148B8"/>
  <w15:docId w15:val="{97483EDD-3BAC-47D1-ADF2-F932A9DC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MS Gothic" w:hAnsi="Century Gothic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" w:qFormat="1"/>
    <w:lsdException w:name="Emphasis" w:uiPriority="1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3" w:qFormat="1"/>
    <w:lsdException w:name="Quote" w:uiPriority="13" w:qFormat="1"/>
    <w:lsdException w:name="Intense Quote" w:uiPriority="1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3" w:qFormat="1"/>
    <w:lsdException w:name="Intense Emphasis" w:uiPriority="13" w:qFormat="1"/>
    <w:lsdException w:name="Subtle Reference" w:uiPriority="13" w:qFormat="1"/>
    <w:lsdException w:name="Intense Reference" w:uiPriority="13" w:qFormat="1"/>
    <w:lsdException w:name="Book Title" w:uiPriority="1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40" w:after="40"/>
    </w:pPr>
    <w:rPr>
      <w:color w:val="595959"/>
      <w:sz w:val="18"/>
      <w:szCs w:val="18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pPr>
      <w:keepNext/>
      <w:keepLines/>
      <w:outlineLvl w:val="0"/>
    </w:pPr>
    <w:rPr>
      <w:b/>
      <w:bCs/>
      <w:caps/>
      <w:color w:val="auto"/>
      <w:sz w:val="96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/>
      <w:outlineLvl w:val="1"/>
    </w:pPr>
    <w:rPr>
      <w:b/>
      <w:bCs/>
      <w:color w:val="404040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3"/>
    <w:qFormat/>
    <w:pPr>
      <w:jc w:val="center"/>
    </w:pPr>
    <w:rPr>
      <w:b/>
      <w:color w:val="FFFFFF"/>
      <w:szCs w:val="24"/>
    </w:rPr>
  </w:style>
  <w:style w:type="table" w:customStyle="1" w:styleId="TableCalendar">
    <w:name w:val="Table Calendar"/>
    <w:basedOn w:val="TableNormal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V w:val="single" w:sz="4" w:space="0" w:color="BFBFBF"/>
      </w:tblBorders>
    </w:tblPr>
    <w:tblStylePr w:type="firstRow">
      <w:tblPr/>
      <w:tcPr>
        <w:shd w:val="clear" w:color="auto" w:fill="5590CC"/>
      </w:tcPr>
    </w:tblStylePr>
  </w:style>
  <w:style w:type="paragraph" w:customStyle="1" w:styleId="Dates">
    <w:name w:val="Dates"/>
    <w:basedOn w:val="Normal"/>
    <w:uiPriority w:val="4"/>
    <w:qFormat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pPr>
      <w:jc w:val="right"/>
    </w:pPr>
    <w:rPr>
      <w:b/>
      <w:color w:val="326BA6"/>
      <w:sz w:val="96"/>
      <w:szCs w:val="120"/>
    </w:rPr>
  </w:style>
  <w:style w:type="paragraph" w:customStyle="1" w:styleId="Year">
    <w:name w:val="Year"/>
    <w:basedOn w:val="Normal"/>
    <w:uiPriority w:val="2"/>
    <w:qFormat/>
    <w:pPr>
      <w:jc w:val="right"/>
    </w:pPr>
    <w:rPr>
      <w:b/>
      <w:color w:val="7F7F7F"/>
      <w:sz w:val="96"/>
      <w:szCs w:val="6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qFormat/>
    <w:rPr>
      <w:color w:val="595959"/>
      <w:sz w:val="18"/>
      <w:szCs w:val="1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/>
      <w:color w:val="auto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Pr>
      <w:rFonts w:ascii="Lucida Grande" w:eastAsia="MS Gothic" w:hAnsi="Lucida Grande"/>
      <w:sz w:val="18"/>
      <w:szCs w:val="18"/>
    </w:rPr>
  </w:style>
  <w:style w:type="character" w:customStyle="1" w:styleId="Heading1Char">
    <w:name w:val="Heading 1 Char"/>
    <w:link w:val="Heading1"/>
    <w:uiPriority w:val="9"/>
    <w:rPr>
      <w:rFonts w:ascii="Century Gothic" w:hAnsi="Century Gothic"/>
      <w:b/>
      <w:bCs/>
      <w:caps/>
      <w:sz w:val="96"/>
      <w:szCs w:val="32"/>
    </w:rPr>
  </w:style>
  <w:style w:type="character" w:customStyle="1" w:styleId="Heading2Char">
    <w:name w:val="Heading 2 Char"/>
    <w:link w:val="Heading2"/>
    <w:uiPriority w:val="9"/>
    <w:rPr>
      <w:rFonts w:ascii="Century Gothic" w:eastAsia="MS Gothic" w:hAnsi="Century Gothic" w:cs="Times New Roman"/>
      <w:b/>
      <w:bCs/>
      <w:color w:val="404040"/>
      <w:sz w:val="18"/>
      <w:szCs w:val="26"/>
    </w:rPr>
  </w:style>
  <w:style w:type="character" w:styleId="PlaceholderText">
    <w:name w:val="Placeholder Text"/>
    <w:uiPriority w:val="99"/>
    <w:semiHidden/>
    <w:rPr>
      <w:color w:val="808080"/>
    </w:rPr>
  </w:style>
  <w:style w:type="table" w:customStyle="1" w:styleId="PlainTable41">
    <w:name w:val="Plain Table 41"/>
    <w:basedOn w:val="TableNormal"/>
    <w:uiPriority w:val="9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ce\AppData\Roaming\Microsoft\Templates\Horizontal%20calendar%20(Sunday%20start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DA9D9-6807-4DA4-AD12-B8C4E1D1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Horizontal calendar (Sunday start)</Template>
  <TotalTime>1415</TotalTime>
  <Pages>18</Pages>
  <Words>8311</Words>
  <Characters>47375</Characters>
  <Application>Microsoft Office Word</Application>
  <DocSecurity>0</DocSecurity>
  <Lines>394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Seba</dc:creator>
  <cp:keywords/>
  <cp:lastModifiedBy>emilyholker@gmail.com</cp:lastModifiedBy>
  <cp:revision>32</cp:revision>
  <cp:lastPrinted>2016-06-29T19:29:00Z</cp:lastPrinted>
  <dcterms:created xsi:type="dcterms:W3CDTF">2016-06-04T14:49:00Z</dcterms:created>
  <dcterms:modified xsi:type="dcterms:W3CDTF">2018-11-28T09:45:00Z</dcterms:modified>
</cp:coreProperties>
</file>